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B1D" w:rsidRPr="00346454" w:rsidRDefault="00D94B1D" w:rsidP="00D94B1D">
      <w:pPr>
        <w:jc w:val="center"/>
        <w:rPr>
          <w:b/>
          <w:sz w:val="240"/>
          <w:szCs w:val="240"/>
        </w:rPr>
      </w:pPr>
      <w:bookmarkStart w:id="0" w:name="_GoBack"/>
      <w:bookmarkEnd w:id="0"/>
    </w:p>
    <w:p w:rsidR="00E46988" w:rsidRPr="00346454" w:rsidRDefault="00D94B1D" w:rsidP="00D94B1D">
      <w:pPr>
        <w:jc w:val="center"/>
        <w:rPr>
          <w:b/>
          <w:sz w:val="240"/>
          <w:szCs w:val="240"/>
          <w:lang w:val="fr-FR"/>
        </w:rPr>
      </w:pPr>
      <w:r w:rsidRPr="00346454">
        <w:rPr>
          <w:b/>
          <w:sz w:val="240"/>
          <w:szCs w:val="240"/>
          <w:lang w:val="fr-FR"/>
        </w:rPr>
        <w:t>Je vois</w:t>
      </w:r>
    </w:p>
    <w:p w:rsidR="00D94B1D" w:rsidRPr="00346454" w:rsidRDefault="00D94B1D" w:rsidP="00D94B1D">
      <w:pPr>
        <w:jc w:val="center"/>
        <w:rPr>
          <w:b/>
          <w:sz w:val="240"/>
          <w:szCs w:val="240"/>
          <w:lang w:val="fr-FR"/>
        </w:rPr>
      </w:pPr>
    </w:p>
    <w:p w:rsidR="00D94B1D" w:rsidRPr="00346454" w:rsidRDefault="00D94B1D" w:rsidP="00D94B1D">
      <w:pPr>
        <w:jc w:val="center"/>
        <w:rPr>
          <w:b/>
          <w:sz w:val="240"/>
          <w:szCs w:val="240"/>
          <w:lang w:val="fr-FR"/>
        </w:rPr>
      </w:pPr>
      <w:proofErr w:type="gramStart"/>
      <w:r w:rsidRPr="00346454">
        <w:rPr>
          <w:b/>
          <w:sz w:val="240"/>
          <w:szCs w:val="240"/>
          <w:lang w:val="fr-FR"/>
        </w:rPr>
        <w:t>et</w:t>
      </w:r>
      <w:proofErr w:type="gramEnd"/>
    </w:p>
    <w:p w:rsidR="00D94B1D" w:rsidRPr="00346454" w:rsidRDefault="00D94B1D" w:rsidP="00D94B1D">
      <w:pPr>
        <w:jc w:val="center"/>
        <w:rPr>
          <w:b/>
          <w:sz w:val="240"/>
          <w:szCs w:val="240"/>
          <w:lang w:val="fr-FR"/>
        </w:rPr>
      </w:pPr>
    </w:p>
    <w:p w:rsidR="00D94B1D" w:rsidRPr="00346454" w:rsidRDefault="00D94B1D" w:rsidP="00D94B1D">
      <w:pPr>
        <w:jc w:val="center"/>
        <w:rPr>
          <w:b/>
          <w:sz w:val="240"/>
          <w:szCs w:val="240"/>
          <w:lang w:val="fr-FR"/>
        </w:rPr>
      </w:pPr>
      <w:proofErr w:type="gramStart"/>
      <w:r w:rsidRPr="00346454">
        <w:rPr>
          <w:b/>
          <w:sz w:val="240"/>
          <w:szCs w:val="240"/>
          <w:lang w:val="fr-FR"/>
        </w:rPr>
        <w:t>dans</w:t>
      </w:r>
      <w:proofErr w:type="gramEnd"/>
    </w:p>
    <w:p w:rsidR="00D94B1D" w:rsidRPr="00346454" w:rsidRDefault="00D94B1D" w:rsidP="00D94B1D">
      <w:pPr>
        <w:jc w:val="center"/>
        <w:rPr>
          <w:b/>
          <w:sz w:val="240"/>
          <w:szCs w:val="240"/>
          <w:lang w:val="fr-FR"/>
        </w:rPr>
      </w:pPr>
    </w:p>
    <w:p w:rsidR="00D94B1D" w:rsidRPr="00346454" w:rsidRDefault="00D94B1D" w:rsidP="00D94B1D">
      <w:pPr>
        <w:jc w:val="center"/>
        <w:rPr>
          <w:b/>
          <w:sz w:val="240"/>
          <w:szCs w:val="240"/>
          <w:lang w:val="fr-FR"/>
        </w:rPr>
      </w:pPr>
      <w:proofErr w:type="gramStart"/>
      <w:r w:rsidRPr="00346454">
        <w:rPr>
          <w:b/>
          <w:sz w:val="240"/>
          <w:szCs w:val="240"/>
          <w:lang w:val="fr-FR"/>
        </w:rPr>
        <w:t>qui</w:t>
      </w:r>
      <w:proofErr w:type="gramEnd"/>
    </w:p>
    <w:p w:rsidR="00D94B1D" w:rsidRPr="00346454" w:rsidRDefault="00D94B1D" w:rsidP="00D94B1D">
      <w:pPr>
        <w:jc w:val="center"/>
        <w:rPr>
          <w:b/>
          <w:sz w:val="240"/>
          <w:szCs w:val="240"/>
          <w:lang w:val="fr-FR"/>
        </w:rPr>
      </w:pPr>
    </w:p>
    <w:p w:rsidR="00D94B1D" w:rsidRPr="00346454" w:rsidRDefault="00D94B1D" w:rsidP="00D94B1D">
      <w:pPr>
        <w:jc w:val="center"/>
        <w:rPr>
          <w:b/>
          <w:sz w:val="240"/>
          <w:szCs w:val="240"/>
          <w:lang w:val="fr-FR"/>
        </w:rPr>
      </w:pPr>
      <w:proofErr w:type="gramStart"/>
      <w:r w:rsidRPr="00346454">
        <w:rPr>
          <w:b/>
          <w:sz w:val="240"/>
          <w:szCs w:val="240"/>
          <w:lang w:val="fr-FR"/>
        </w:rPr>
        <w:t>avec</w:t>
      </w:r>
      <w:proofErr w:type="gramEnd"/>
    </w:p>
    <w:sectPr w:rsidR="00D94B1D" w:rsidRPr="00346454" w:rsidSect="00FB6A3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revisionView w:inkAnnotation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A36"/>
    <w:rsid w:val="00000252"/>
    <w:rsid w:val="0000025E"/>
    <w:rsid w:val="00000776"/>
    <w:rsid w:val="00000CCB"/>
    <w:rsid w:val="00000D5F"/>
    <w:rsid w:val="00001059"/>
    <w:rsid w:val="000012BC"/>
    <w:rsid w:val="00001A76"/>
    <w:rsid w:val="000022B8"/>
    <w:rsid w:val="0000305D"/>
    <w:rsid w:val="00003434"/>
    <w:rsid w:val="000063DD"/>
    <w:rsid w:val="00006A78"/>
    <w:rsid w:val="00007E61"/>
    <w:rsid w:val="000104B5"/>
    <w:rsid w:val="000104FC"/>
    <w:rsid w:val="00011CDF"/>
    <w:rsid w:val="00011F21"/>
    <w:rsid w:val="0001206C"/>
    <w:rsid w:val="0001255A"/>
    <w:rsid w:val="00012B8D"/>
    <w:rsid w:val="00013991"/>
    <w:rsid w:val="00013B4D"/>
    <w:rsid w:val="00014492"/>
    <w:rsid w:val="00014E82"/>
    <w:rsid w:val="00016C69"/>
    <w:rsid w:val="00016E33"/>
    <w:rsid w:val="00017703"/>
    <w:rsid w:val="00017E45"/>
    <w:rsid w:val="00017F70"/>
    <w:rsid w:val="0002006A"/>
    <w:rsid w:val="000203A4"/>
    <w:rsid w:val="000208B4"/>
    <w:rsid w:val="00020BDB"/>
    <w:rsid w:val="0002160A"/>
    <w:rsid w:val="00022195"/>
    <w:rsid w:val="00022A1B"/>
    <w:rsid w:val="00023D5D"/>
    <w:rsid w:val="0002448E"/>
    <w:rsid w:val="00024551"/>
    <w:rsid w:val="000247C9"/>
    <w:rsid w:val="000248A7"/>
    <w:rsid w:val="00024D4E"/>
    <w:rsid w:val="00027A1A"/>
    <w:rsid w:val="00027FFD"/>
    <w:rsid w:val="00030634"/>
    <w:rsid w:val="00030D59"/>
    <w:rsid w:val="00030F17"/>
    <w:rsid w:val="00031323"/>
    <w:rsid w:val="0003201E"/>
    <w:rsid w:val="000324F3"/>
    <w:rsid w:val="000330C4"/>
    <w:rsid w:val="00033903"/>
    <w:rsid w:val="0003459A"/>
    <w:rsid w:val="0003473B"/>
    <w:rsid w:val="00034AA2"/>
    <w:rsid w:val="00034BEA"/>
    <w:rsid w:val="00035741"/>
    <w:rsid w:val="00036132"/>
    <w:rsid w:val="000366C7"/>
    <w:rsid w:val="000369C8"/>
    <w:rsid w:val="00036B24"/>
    <w:rsid w:val="00036B2E"/>
    <w:rsid w:val="00036C38"/>
    <w:rsid w:val="000377A2"/>
    <w:rsid w:val="00040435"/>
    <w:rsid w:val="000408CE"/>
    <w:rsid w:val="00040F14"/>
    <w:rsid w:val="00040F6B"/>
    <w:rsid w:val="000413C1"/>
    <w:rsid w:val="000417F0"/>
    <w:rsid w:val="00042081"/>
    <w:rsid w:val="00042151"/>
    <w:rsid w:val="0004245A"/>
    <w:rsid w:val="00042736"/>
    <w:rsid w:val="000427B6"/>
    <w:rsid w:val="00043030"/>
    <w:rsid w:val="00043305"/>
    <w:rsid w:val="000439D2"/>
    <w:rsid w:val="00043E8C"/>
    <w:rsid w:val="000441A9"/>
    <w:rsid w:val="00044603"/>
    <w:rsid w:val="00044966"/>
    <w:rsid w:val="00044C15"/>
    <w:rsid w:val="00044FD0"/>
    <w:rsid w:val="00045E98"/>
    <w:rsid w:val="0004683A"/>
    <w:rsid w:val="0004684C"/>
    <w:rsid w:val="00046DE7"/>
    <w:rsid w:val="00046F13"/>
    <w:rsid w:val="000476C8"/>
    <w:rsid w:val="00047800"/>
    <w:rsid w:val="0004795A"/>
    <w:rsid w:val="0005035C"/>
    <w:rsid w:val="00050D22"/>
    <w:rsid w:val="00050EE5"/>
    <w:rsid w:val="00051432"/>
    <w:rsid w:val="00051468"/>
    <w:rsid w:val="0005154E"/>
    <w:rsid w:val="00051AA5"/>
    <w:rsid w:val="00053B69"/>
    <w:rsid w:val="00053CFF"/>
    <w:rsid w:val="00054A2E"/>
    <w:rsid w:val="0005513D"/>
    <w:rsid w:val="00055614"/>
    <w:rsid w:val="000567FC"/>
    <w:rsid w:val="00056919"/>
    <w:rsid w:val="00056A40"/>
    <w:rsid w:val="00056C98"/>
    <w:rsid w:val="00056CED"/>
    <w:rsid w:val="00060C9B"/>
    <w:rsid w:val="00061955"/>
    <w:rsid w:val="00061F4C"/>
    <w:rsid w:val="000623A2"/>
    <w:rsid w:val="00062505"/>
    <w:rsid w:val="000629FD"/>
    <w:rsid w:val="00062FB7"/>
    <w:rsid w:val="0006383D"/>
    <w:rsid w:val="00063857"/>
    <w:rsid w:val="00063B87"/>
    <w:rsid w:val="00063FF1"/>
    <w:rsid w:val="00064CED"/>
    <w:rsid w:val="000650DD"/>
    <w:rsid w:val="00065A03"/>
    <w:rsid w:val="00065AC6"/>
    <w:rsid w:val="00065C47"/>
    <w:rsid w:val="00065F16"/>
    <w:rsid w:val="000662FD"/>
    <w:rsid w:val="00066556"/>
    <w:rsid w:val="000677AC"/>
    <w:rsid w:val="00070AE5"/>
    <w:rsid w:val="000712C7"/>
    <w:rsid w:val="00071B9E"/>
    <w:rsid w:val="00071CE6"/>
    <w:rsid w:val="00071E87"/>
    <w:rsid w:val="00071F34"/>
    <w:rsid w:val="00072B09"/>
    <w:rsid w:val="00072C22"/>
    <w:rsid w:val="00072F10"/>
    <w:rsid w:val="0007376A"/>
    <w:rsid w:val="000738CA"/>
    <w:rsid w:val="00073961"/>
    <w:rsid w:val="000745D0"/>
    <w:rsid w:val="00075059"/>
    <w:rsid w:val="000756F2"/>
    <w:rsid w:val="00075B0A"/>
    <w:rsid w:val="000766B2"/>
    <w:rsid w:val="00076B59"/>
    <w:rsid w:val="0007743D"/>
    <w:rsid w:val="00077604"/>
    <w:rsid w:val="00077E2C"/>
    <w:rsid w:val="000802CB"/>
    <w:rsid w:val="000807F3"/>
    <w:rsid w:val="000807FC"/>
    <w:rsid w:val="000812A8"/>
    <w:rsid w:val="00081EFE"/>
    <w:rsid w:val="00082018"/>
    <w:rsid w:val="00082044"/>
    <w:rsid w:val="000820A4"/>
    <w:rsid w:val="00082763"/>
    <w:rsid w:val="00082898"/>
    <w:rsid w:val="00082CA5"/>
    <w:rsid w:val="000834EA"/>
    <w:rsid w:val="000835CC"/>
    <w:rsid w:val="00083ADF"/>
    <w:rsid w:val="00083FF1"/>
    <w:rsid w:val="00084169"/>
    <w:rsid w:val="00084242"/>
    <w:rsid w:val="000846F0"/>
    <w:rsid w:val="00084ACE"/>
    <w:rsid w:val="00084CF8"/>
    <w:rsid w:val="00085573"/>
    <w:rsid w:val="00085862"/>
    <w:rsid w:val="00085ACF"/>
    <w:rsid w:val="00085F38"/>
    <w:rsid w:val="00086243"/>
    <w:rsid w:val="0008670E"/>
    <w:rsid w:val="00086D72"/>
    <w:rsid w:val="00087983"/>
    <w:rsid w:val="00087E91"/>
    <w:rsid w:val="0009029C"/>
    <w:rsid w:val="000902BE"/>
    <w:rsid w:val="000904A0"/>
    <w:rsid w:val="00090C3C"/>
    <w:rsid w:val="00092206"/>
    <w:rsid w:val="00092EDF"/>
    <w:rsid w:val="00093163"/>
    <w:rsid w:val="00093EB9"/>
    <w:rsid w:val="000941EC"/>
    <w:rsid w:val="00094429"/>
    <w:rsid w:val="00094A29"/>
    <w:rsid w:val="00094A9D"/>
    <w:rsid w:val="00094B43"/>
    <w:rsid w:val="00094DBE"/>
    <w:rsid w:val="00095383"/>
    <w:rsid w:val="0009583A"/>
    <w:rsid w:val="00095846"/>
    <w:rsid w:val="00096492"/>
    <w:rsid w:val="00096A00"/>
    <w:rsid w:val="00097E62"/>
    <w:rsid w:val="00097E90"/>
    <w:rsid w:val="000A0078"/>
    <w:rsid w:val="000A0271"/>
    <w:rsid w:val="000A037C"/>
    <w:rsid w:val="000A06E1"/>
    <w:rsid w:val="000A14A8"/>
    <w:rsid w:val="000A1A18"/>
    <w:rsid w:val="000A1D67"/>
    <w:rsid w:val="000A2DD7"/>
    <w:rsid w:val="000A2EDC"/>
    <w:rsid w:val="000A3BD2"/>
    <w:rsid w:val="000A3F73"/>
    <w:rsid w:val="000A5AC2"/>
    <w:rsid w:val="000A6DDF"/>
    <w:rsid w:val="000A6FA0"/>
    <w:rsid w:val="000A70E8"/>
    <w:rsid w:val="000A7856"/>
    <w:rsid w:val="000A7A58"/>
    <w:rsid w:val="000A7A7D"/>
    <w:rsid w:val="000A7BDF"/>
    <w:rsid w:val="000B09AB"/>
    <w:rsid w:val="000B1AA4"/>
    <w:rsid w:val="000B21FD"/>
    <w:rsid w:val="000B2300"/>
    <w:rsid w:val="000B294A"/>
    <w:rsid w:val="000B2C7E"/>
    <w:rsid w:val="000B2DDE"/>
    <w:rsid w:val="000B2F54"/>
    <w:rsid w:val="000B344F"/>
    <w:rsid w:val="000B3B47"/>
    <w:rsid w:val="000B3CD0"/>
    <w:rsid w:val="000B41F3"/>
    <w:rsid w:val="000B435F"/>
    <w:rsid w:val="000B4648"/>
    <w:rsid w:val="000B4B97"/>
    <w:rsid w:val="000B4DAB"/>
    <w:rsid w:val="000B5221"/>
    <w:rsid w:val="000B5D8B"/>
    <w:rsid w:val="000B5DF0"/>
    <w:rsid w:val="000B71C4"/>
    <w:rsid w:val="000B769E"/>
    <w:rsid w:val="000B7CD2"/>
    <w:rsid w:val="000B7E9A"/>
    <w:rsid w:val="000B7EDF"/>
    <w:rsid w:val="000B7F78"/>
    <w:rsid w:val="000C0203"/>
    <w:rsid w:val="000C06E9"/>
    <w:rsid w:val="000C0723"/>
    <w:rsid w:val="000C1D99"/>
    <w:rsid w:val="000C1EEF"/>
    <w:rsid w:val="000C250D"/>
    <w:rsid w:val="000C42EA"/>
    <w:rsid w:val="000C47C7"/>
    <w:rsid w:val="000C5115"/>
    <w:rsid w:val="000C56BC"/>
    <w:rsid w:val="000C6764"/>
    <w:rsid w:val="000C6841"/>
    <w:rsid w:val="000C7128"/>
    <w:rsid w:val="000C74A5"/>
    <w:rsid w:val="000C773A"/>
    <w:rsid w:val="000D0817"/>
    <w:rsid w:val="000D0EB4"/>
    <w:rsid w:val="000D0F01"/>
    <w:rsid w:val="000D0FBD"/>
    <w:rsid w:val="000D1365"/>
    <w:rsid w:val="000D2442"/>
    <w:rsid w:val="000D280C"/>
    <w:rsid w:val="000D2907"/>
    <w:rsid w:val="000D36AB"/>
    <w:rsid w:val="000D3C43"/>
    <w:rsid w:val="000D3EFC"/>
    <w:rsid w:val="000D41F8"/>
    <w:rsid w:val="000D59ED"/>
    <w:rsid w:val="000D5BDA"/>
    <w:rsid w:val="000D6338"/>
    <w:rsid w:val="000D63A7"/>
    <w:rsid w:val="000D69E9"/>
    <w:rsid w:val="000D6A94"/>
    <w:rsid w:val="000D6F3D"/>
    <w:rsid w:val="000D71CD"/>
    <w:rsid w:val="000E0409"/>
    <w:rsid w:val="000E0F73"/>
    <w:rsid w:val="000E1106"/>
    <w:rsid w:val="000E1E8A"/>
    <w:rsid w:val="000E1F57"/>
    <w:rsid w:val="000E2112"/>
    <w:rsid w:val="000E22D9"/>
    <w:rsid w:val="000E24FF"/>
    <w:rsid w:val="000E2B4B"/>
    <w:rsid w:val="000E3324"/>
    <w:rsid w:val="000E3337"/>
    <w:rsid w:val="000E3372"/>
    <w:rsid w:val="000E39C9"/>
    <w:rsid w:val="000E3B96"/>
    <w:rsid w:val="000E3C18"/>
    <w:rsid w:val="000E426E"/>
    <w:rsid w:val="000E483D"/>
    <w:rsid w:val="000E4F2C"/>
    <w:rsid w:val="000E5574"/>
    <w:rsid w:val="000E5B47"/>
    <w:rsid w:val="000E6760"/>
    <w:rsid w:val="000E6CE6"/>
    <w:rsid w:val="000E6DE3"/>
    <w:rsid w:val="000E7AA0"/>
    <w:rsid w:val="000E7C02"/>
    <w:rsid w:val="000E7D51"/>
    <w:rsid w:val="000F0C05"/>
    <w:rsid w:val="000F2AF2"/>
    <w:rsid w:val="000F3EB0"/>
    <w:rsid w:val="000F49AF"/>
    <w:rsid w:val="000F4A71"/>
    <w:rsid w:val="000F5C7D"/>
    <w:rsid w:val="000F62C8"/>
    <w:rsid w:val="000F6732"/>
    <w:rsid w:val="000F6D55"/>
    <w:rsid w:val="000F6E4D"/>
    <w:rsid w:val="000F6F3E"/>
    <w:rsid w:val="000F7095"/>
    <w:rsid w:val="000F7144"/>
    <w:rsid w:val="000F7A8A"/>
    <w:rsid w:val="000F7EE0"/>
    <w:rsid w:val="001002D2"/>
    <w:rsid w:val="0010037D"/>
    <w:rsid w:val="0010075B"/>
    <w:rsid w:val="00101352"/>
    <w:rsid w:val="0010169B"/>
    <w:rsid w:val="001017BF"/>
    <w:rsid w:val="001023EB"/>
    <w:rsid w:val="001028BD"/>
    <w:rsid w:val="00102E04"/>
    <w:rsid w:val="0010327E"/>
    <w:rsid w:val="001034D4"/>
    <w:rsid w:val="00103528"/>
    <w:rsid w:val="00103749"/>
    <w:rsid w:val="00103B3E"/>
    <w:rsid w:val="001054A4"/>
    <w:rsid w:val="0010567F"/>
    <w:rsid w:val="001059E5"/>
    <w:rsid w:val="00105BDF"/>
    <w:rsid w:val="001063CB"/>
    <w:rsid w:val="00106C20"/>
    <w:rsid w:val="00106D1A"/>
    <w:rsid w:val="00106FBF"/>
    <w:rsid w:val="001076B9"/>
    <w:rsid w:val="00107BAE"/>
    <w:rsid w:val="00107D52"/>
    <w:rsid w:val="00107DDE"/>
    <w:rsid w:val="001109C6"/>
    <w:rsid w:val="0011145A"/>
    <w:rsid w:val="001123E5"/>
    <w:rsid w:val="001128F2"/>
    <w:rsid w:val="001134EC"/>
    <w:rsid w:val="00113966"/>
    <w:rsid w:val="001149A0"/>
    <w:rsid w:val="00114F19"/>
    <w:rsid w:val="00115338"/>
    <w:rsid w:val="00115FFA"/>
    <w:rsid w:val="00116314"/>
    <w:rsid w:val="0011706E"/>
    <w:rsid w:val="00117FD4"/>
    <w:rsid w:val="001204C0"/>
    <w:rsid w:val="001206B9"/>
    <w:rsid w:val="00120E6F"/>
    <w:rsid w:val="001210E7"/>
    <w:rsid w:val="00121C54"/>
    <w:rsid w:val="001227D4"/>
    <w:rsid w:val="00122DC7"/>
    <w:rsid w:val="00122FF6"/>
    <w:rsid w:val="00123004"/>
    <w:rsid w:val="00123695"/>
    <w:rsid w:val="00123A55"/>
    <w:rsid w:val="00123B28"/>
    <w:rsid w:val="00123DA4"/>
    <w:rsid w:val="00123E27"/>
    <w:rsid w:val="001243BF"/>
    <w:rsid w:val="001246EA"/>
    <w:rsid w:val="001249A6"/>
    <w:rsid w:val="001256D1"/>
    <w:rsid w:val="00125FA7"/>
    <w:rsid w:val="001266B9"/>
    <w:rsid w:val="001277EA"/>
    <w:rsid w:val="00127A89"/>
    <w:rsid w:val="00127C43"/>
    <w:rsid w:val="001301EB"/>
    <w:rsid w:val="00130401"/>
    <w:rsid w:val="001309AC"/>
    <w:rsid w:val="001313D6"/>
    <w:rsid w:val="00132587"/>
    <w:rsid w:val="00132C89"/>
    <w:rsid w:val="001336BE"/>
    <w:rsid w:val="00133D53"/>
    <w:rsid w:val="00133FEE"/>
    <w:rsid w:val="00134844"/>
    <w:rsid w:val="00135CDE"/>
    <w:rsid w:val="00135E12"/>
    <w:rsid w:val="00136A36"/>
    <w:rsid w:val="00136C99"/>
    <w:rsid w:val="00136CBA"/>
    <w:rsid w:val="00136FCD"/>
    <w:rsid w:val="0013701B"/>
    <w:rsid w:val="001376F5"/>
    <w:rsid w:val="00137B2E"/>
    <w:rsid w:val="001400B7"/>
    <w:rsid w:val="00140763"/>
    <w:rsid w:val="00140B66"/>
    <w:rsid w:val="00141F4A"/>
    <w:rsid w:val="001421CE"/>
    <w:rsid w:val="001421D3"/>
    <w:rsid w:val="00142566"/>
    <w:rsid w:val="00142A5A"/>
    <w:rsid w:val="00142AE8"/>
    <w:rsid w:val="00142BAC"/>
    <w:rsid w:val="00142DC2"/>
    <w:rsid w:val="00142F2B"/>
    <w:rsid w:val="001431E6"/>
    <w:rsid w:val="0014334B"/>
    <w:rsid w:val="001433F5"/>
    <w:rsid w:val="0014375A"/>
    <w:rsid w:val="0014381D"/>
    <w:rsid w:val="00144320"/>
    <w:rsid w:val="0014464B"/>
    <w:rsid w:val="0014539F"/>
    <w:rsid w:val="00145774"/>
    <w:rsid w:val="0014689E"/>
    <w:rsid w:val="00147309"/>
    <w:rsid w:val="00150491"/>
    <w:rsid w:val="0015078D"/>
    <w:rsid w:val="001516AE"/>
    <w:rsid w:val="00151816"/>
    <w:rsid w:val="00151A87"/>
    <w:rsid w:val="00151CF2"/>
    <w:rsid w:val="001523E1"/>
    <w:rsid w:val="00152552"/>
    <w:rsid w:val="00152C5C"/>
    <w:rsid w:val="00152C98"/>
    <w:rsid w:val="00153252"/>
    <w:rsid w:val="00153A53"/>
    <w:rsid w:val="0015418B"/>
    <w:rsid w:val="00154C27"/>
    <w:rsid w:val="00154F14"/>
    <w:rsid w:val="00155AE8"/>
    <w:rsid w:val="00155FE5"/>
    <w:rsid w:val="0015605E"/>
    <w:rsid w:val="001560AE"/>
    <w:rsid w:val="0015624B"/>
    <w:rsid w:val="00156B8E"/>
    <w:rsid w:val="0016007A"/>
    <w:rsid w:val="00160615"/>
    <w:rsid w:val="001606F6"/>
    <w:rsid w:val="00160C51"/>
    <w:rsid w:val="00160E6E"/>
    <w:rsid w:val="00161C00"/>
    <w:rsid w:val="00162825"/>
    <w:rsid w:val="001632EB"/>
    <w:rsid w:val="00163617"/>
    <w:rsid w:val="001639D3"/>
    <w:rsid w:val="0016423D"/>
    <w:rsid w:val="00165BC3"/>
    <w:rsid w:val="00166079"/>
    <w:rsid w:val="00166ED9"/>
    <w:rsid w:val="001673BC"/>
    <w:rsid w:val="001675D1"/>
    <w:rsid w:val="00167693"/>
    <w:rsid w:val="00167A46"/>
    <w:rsid w:val="00170844"/>
    <w:rsid w:val="001718A8"/>
    <w:rsid w:val="001728CB"/>
    <w:rsid w:val="00172DAB"/>
    <w:rsid w:val="00172F7D"/>
    <w:rsid w:val="001731D9"/>
    <w:rsid w:val="00173532"/>
    <w:rsid w:val="00173EBB"/>
    <w:rsid w:val="001742E1"/>
    <w:rsid w:val="0017484D"/>
    <w:rsid w:val="00175588"/>
    <w:rsid w:val="00175B18"/>
    <w:rsid w:val="00176438"/>
    <w:rsid w:val="001767FD"/>
    <w:rsid w:val="00176BA5"/>
    <w:rsid w:val="00176DF8"/>
    <w:rsid w:val="001770A1"/>
    <w:rsid w:val="001775B3"/>
    <w:rsid w:val="00177905"/>
    <w:rsid w:val="00180EB2"/>
    <w:rsid w:val="0018118C"/>
    <w:rsid w:val="00181EF1"/>
    <w:rsid w:val="001822B3"/>
    <w:rsid w:val="001824B2"/>
    <w:rsid w:val="00182F45"/>
    <w:rsid w:val="001839F8"/>
    <w:rsid w:val="001840AC"/>
    <w:rsid w:val="0018441B"/>
    <w:rsid w:val="00184CC8"/>
    <w:rsid w:val="001853B6"/>
    <w:rsid w:val="00185503"/>
    <w:rsid w:val="00185BDF"/>
    <w:rsid w:val="00185D3E"/>
    <w:rsid w:val="00185D83"/>
    <w:rsid w:val="0018674C"/>
    <w:rsid w:val="00190018"/>
    <w:rsid w:val="00190687"/>
    <w:rsid w:val="001907F9"/>
    <w:rsid w:val="001909CC"/>
    <w:rsid w:val="00190D0E"/>
    <w:rsid w:val="00191517"/>
    <w:rsid w:val="00191560"/>
    <w:rsid w:val="00191AD7"/>
    <w:rsid w:val="00192558"/>
    <w:rsid w:val="00192AC2"/>
    <w:rsid w:val="00192F97"/>
    <w:rsid w:val="00193125"/>
    <w:rsid w:val="0019410F"/>
    <w:rsid w:val="0019464A"/>
    <w:rsid w:val="00194B06"/>
    <w:rsid w:val="00195731"/>
    <w:rsid w:val="0019606D"/>
    <w:rsid w:val="0019619A"/>
    <w:rsid w:val="0019645B"/>
    <w:rsid w:val="00196901"/>
    <w:rsid w:val="00196AC4"/>
    <w:rsid w:val="00197285"/>
    <w:rsid w:val="00197527"/>
    <w:rsid w:val="001A00FF"/>
    <w:rsid w:val="001A058D"/>
    <w:rsid w:val="001A0CC8"/>
    <w:rsid w:val="001A133E"/>
    <w:rsid w:val="001A138B"/>
    <w:rsid w:val="001A15E2"/>
    <w:rsid w:val="001A1A38"/>
    <w:rsid w:val="001A23F8"/>
    <w:rsid w:val="001A2F8E"/>
    <w:rsid w:val="001A329C"/>
    <w:rsid w:val="001A354A"/>
    <w:rsid w:val="001A3D60"/>
    <w:rsid w:val="001A50ED"/>
    <w:rsid w:val="001A5440"/>
    <w:rsid w:val="001A60DF"/>
    <w:rsid w:val="001A61F0"/>
    <w:rsid w:val="001A7192"/>
    <w:rsid w:val="001A7BD5"/>
    <w:rsid w:val="001A7DCD"/>
    <w:rsid w:val="001A7E67"/>
    <w:rsid w:val="001A7FDF"/>
    <w:rsid w:val="001B07BF"/>
    <w:rsid w:val="001B0B21"/>
    <w:rsid w:val="001B1875"/>
    <w:rsid w:val="001B1DD8"/>
    <w:rsid w:val="001B1F8C"/>
    <w:rsid w:val="001B24A4"/>
    <w:rsid w:val="001B2675"/>
    <w:rsid w:val="001B37AA"/>
    <w:rsid w:val="001B3A1B"/>
    <w:rsid w:val="001B3EA3"/>
    <w:rsid w:val="001B41C7"/>
    <w:rsid w:val="001B49BE"/>
    <w:rsid w:val="001B4B6E"/>
    <w:rsid w:val="001B5E3A"/>
    <w:rsid w:val="001B5F43"/>
    <w:rsid w:val="001B667D"/>
    <w:rsid w:val="001B6954"/>
    <w:rsid w:val="001B6DF0"/>
    <w:rsid w:val="001B7F35"/>
    <w:rsid w:val="001C1364"/>
    <w:rsid w:val="001C1461"/>
    <w:rsid w:val="001C1935"/>
    <w:rsid w:val="001C1CC8"/>
    <w:rsid w:val="001C2844"/>
    <w:rsid w:val="001C3AC6"/>
    <w:rsid w:val="001C3B75"/>
    <w:rsid w:val="001C41B2"/>
    <w:rsid w:val="001C5498"/>
    <w:rsid w:val="001C5623"/>
    <w:rsid w:val="001C571F"/>
    <w:rsid w:val="001C5B60"/>
    <w:rsid w:val="001C6072"/>
    <w:rsid w:val="001C6B35"/>
    <w:rsid w:val="001C6E87"/>
    <w:rsid w:val="001C70BA"/>
    <w:rsid w:val="001C7D11"/>
    <w:rsid w:val="001D0CF1"/>
    <w:rsid w:val="001D0DD9"/>
    <w:rsid w:val="001D13A6"/>
    <w:rsid w:val="001D1860"/>
    <w:rsid w:val="001D2571"/>
    <w:rsid w:val="001D28E6"/>
    <w:rsid w:val="001D29F3"/>
    <w:rsid w:val="001D36B2"/>
    <w:rsid w:val="001D4AEA"/>
    <w:rsid w:val="001D5245"/>
    <w:rsid w:val="001D5695"/>
    <w:rsid w:val="001D6037"/>
    <w:rsid w:val="001D6228"/>
    <w:rsid w:val="001D647F"/>
    <w:rsid w:val="001D6957"/>
    <w:rsid w:val="001D6B81"/>
    <w:rsid w:val="001D73D0"/>
    <w:rsid w:val="001D76AA"/>
    <w:rsid w:val="001D7981"/>
    <w:rsid w:val="001D7F4D"/>
    <w:rsid w:val="001E0915"/>
    <w:rsid w:val="001E0B98"/>
    <w:rsid w:val="001E0E25"/>
    <w:rsid w:val="001E10A9"/>
    <w:rsid w:val="001E1249"/>
    <w:rsid w:val="001E1973"/>
    <w:rsid w:val="001E1E26"/>
    <w:rsid w:val="001E2117"/>
    <w:rsid w:val="001E214A"/>
    <w:rsid w:val="001E260A"/>
    <w:rsid w:val="001E27D5"/>
    <w:rsid w:val="001E2961"/>
    <w:rsid w:val="001E2A93"/>
    <w:rsid w:val="001E2D95"/>
    <w:rsid w:val="001E2E43"/>
    <w:rsid w:val="001E2E88"/>
    <w:rsid w:val="001E3871"/>
    <w:rsid w:val="001E3C1B"/>
    <w:rsid w:val="001E466C"/>
    <w:rsid w:val="001E4BCC"/>
    <w:rsid w:val="001E4D5B"/>
    <w:rsid w:val="001E59B7"/>
    <w:rsid w:val="001E5B7B"/>
    <w:rsid w:val="001E61BD"/>
    <w:rsid w:val="001E6483"/>
    <w:rsid w:val="001E6B04"/>
    <w:rsid w:val="001E7059"/>
    <w:rsid w:val="001E78CD"/>
    <w:rsid w:val="001E7945"/>
    <w:rsid w:val="001E7B63"/>
    <w:rsid w:val="001F003E"/>
    <w:rsid w:val="001F0AD3"/>
    <w:rsid w:val="001F0F3D"/>
    <w:rsid w:val="001F183D"/>
    <w:rsid w:val="001F1864"/>
    <w:rsid w:val="001F3339"/>
    <w:rsid w:val="001F3444"/>
    <w:rsid w:val="001F3495"/>
    <w:rsid w:val="001F38B4"/>
    <w:rsid w:val="001F45B1"/>
    <w:rsid w:val="001F4C40"/>
    <w:rsid w:val="001F4E7E"/>
    <w:rsid w:val="001F64F4"/>
    <w:rsid w:val="001F682C"/>
    <w:rsid w:val="001F6E3F"/>
    <w:rsid w:val="001F7010"/>
    <w:rsid w:val="001F7A9B"/>
    <w:rsid w:val="001F7E88"/>
    <w:rsid w:val="00200BCB"/>
    <w:rsid w:val="00200CFB"/>
    <w:rsid w:val="00201050"/>
    <w:rsid w:val="00202273"/>
    <w:rsid w:val="00202826"/>
    <w:rsid w:val="002028EA"/>
    <w:rsid w:val="00202AC6"/>
    <w:rsid w:val="00203169"/>
    <w:rsid w:val="00203BB2"/>
    <w:rsid w:val="00203F10"/>
    <w:rsid w:val="002045A1"/>
    <w:rsid w:val="002045FC"/>
    <w:rsid w:val="0020494B"/>
    <w:rsid w:val="00206048"/>
    <w:rsid w:val="00206246"/>
    <w:rsid w:val="0020687B"/>
    <w:rsid w:val="0020695A"/>
    <w:rsid w:val="00207DEE"/>
    <w:rsid w:val="00207E53"/>
    <w:rsid w:val="00210414"/>
    <w:rsid w:val="002106D0"/>
    <w:rsid w:val="00211193"/>
    <w:rsid w:val="00211C45"/>
    <w:rsid w:val="002125D9"/>
    <w:rsid w:val="002125FD"/>
    <w:rsid w:val="00213869"/>
    <w:rsid w:val="00213C0E"/>
    <w:rsid w:val="00213F3E"/>
    <w:rsid w:val="002143F8"/>
    <w:rsid w:val="00214503"/>
    <w:rsid w:val="002145D3"/>
    <w:rsid w:val="0021478A"/>
    <w:rsid w:val="00214E3A"/>
    <w:rsid w:val="00215052"/>
    <w:rsid w:val="00215136"/>
    <w:rsid w:val="002153C4"/>
    <w:rsid w:val="00216AE7"/>
    <w:rsid w:val="00216F3E"/>
    <w:rsid w:val="00216F67"/>
    <w:rsid w:val="00217932"/>
    <w:rsid w:val="00217CBD"/>
    <w:rsid w:val="002212B4"/>
    <w:rsid w:val="002213C1"/>
    <w:rsid w:val="0022142A"/>
    <w:rsid w:val="002216C2"/>
    <w:rsid w:val="00221C11"/>
    <w:rsid w:val="00222C63"/>
    <w:rsid w:val="00222FE4"/>
    <w:rsid w:val="002235F0"/>
    <w:rsid w:val="00223951"/>
    <w:rsid w:val="00223D18"/>
    <w:rsid w:val="0022471E"/>
    <w:rsid w:val="0022514E"/>
    <w:rsid w:val="002253B2"/>
    <w:rsid w:val="00226114"/>
    <w:rsid w:val="0022638A"/>
    <w:rsid w:val="0022649E"/>
    <w:rsid w:val="00226546"/>
    <w:rsid w:val="002267BD"/>
    <w:rsid w:val="00226D3A"/>
    <w:rsid w:val="0022732E"/>
    <w:rsid w:val="0022754E"/>
    <w:rsid w:val="0022756D"/>
    <w:rsid w:val="00227A8F"/>
    <w:rsid w:val="00230945"/>
    <w:rsid w:val="00230AA8"/>
    <w:rsid w:val="00230C28"/>
    <w:rsid w:val="002313C0"/>
    <w:rsid w:val="002326CD"/>
    <w:rsid w:val="002327BB"/>
    <w:rsid w:val="00232AFF"/>
    <w:rsid w:val="00232BAA"/>
    <w:rsid w:val="00233720"/>
    <w:rsid w:val="00233728"/>
    <w:rsid w:val="00233929"/>
    <w:rsid w:val="00233935"/>
    <w:rsid w:val="00233A87"/>
    <w:rsid w:val="00233E64"/>
    <w:rsid w:val="00233F6A"/>
    <w:rsid w:val="002345F0"/>
    <w:rsid w:val="002348B8"/>
    <w:rsid w:val="00234EA9"/>
    <w:rsid w:val="002352D0"/>
    <w:rsid w:val="0023622C"/>
    <w:rsid w:val="00236E14"/>
    <w:rsid w:val="00237081"/>
    <w:rsid w:val="002373BF"/>
    <w:rsid w:val="00237491"/>
    <w:rsid w:val="002400BD"/>
    <w:rsid w:val="00240638"/>
    <w:rsid w:val="00240E37"/>
    <w:rsid w:val="00241CE6"/>
    <w:rsid w:val="00241E77"/>
    <w:rsid w:val="00241F4D"/>
    <w:rsid w:val="00242577"/>
    <w:rsid w:val="00242C14"/>
    <w:rsid w:val="002430A0"/>
    <w:rsid w:val="0024362E"/>
    <w:rsid w:val="00243A9C"/>
    <w:rsid w:val="00243C15"/>
    <w:rsid w:val="002449FB"/>
    <w:rsid w:val="00244A12"/>
    <w:rsid w:val="00244B0C"/>
    <w:rsid w:val="00245A38"/>
    <w:rsid w:val="00246032"/>
    <w:rsid w:val="0024645B"/>
    <w:rsid w:val="00246E5E"/>
    <w:rsid w:val="0024712B"/>
    <w:rsid w:val="00247DA5"/>
    <w:rsid w:val="00250523"/>
    <w:rsid w:val="00250675"/>
    <w:rsid w:val="00250FA0"/>
    <w:rsid w:val="00251086"/>
    <w:rsid w:val="00251853"/>
    <w:rsid w:val="002523BB"/>
    <w:rsid w:val="00253A9F"/>
    <w:rsid w:val="0025402C"/>
    <w:rsid w:val="002544AA"/>
    <w:rsid w:val="00254636"/>
    <w:rsid w:val="002547BD"/>
    <w:rsid w:val="002548B7"/>
    <w:rsid w:val="002550C3"/>
    <w:rsid w:val="0025524B"/>
    <w:rsid w:val="002559B0"/>
    <w:rsid w:val="00255ACE"/>
    <w:rsid w:val="00255BE8"/>
    <w:rsid w:val="002560C1"/>
    <w:rsid w:val="00256A1C"/>
    <w:rsid w:val="00256DD2"/>
    <w:rsid w:val="002576D2"/>
    <w:rsid w:val="00260794"/>
    <w:rsid w:val="00260CBC"/>
    <w:rsid w:val="002617A5"/>
    <w:rsid w:val="0026190E"/>
    <w:rsid w:val="00261E6E"/>
    <w:rsid w:val="00262704"/>
    <w:rsid w:val="00262F23"/>
    <w:rsid w:val="002635B7"/>
    <w:rsid w:val="00264259"/>
    <w:rsid w:val="0026480E"/>
    <w:rsid w:val="00264DF9"/>
    <w:rsid w:val="002650EB"/>
    <w:rsid w:val="00265727"/>
    <w:rsid w:val="00266149"/>
    <w:rsid w:val="00266A60"/>
    <w:rsid w:val="00266EDC"/>
    <w:rsid w:val="00267EC9"/>
    <w:rsid w:val="00270087"/>
    <w:rsid w:val="0027229B"/>
    <w:rsid w:val="00272AC8"/>
    <w:rsid w:val="00272C75"/>
    <w:rsid w:val="0027335F"/>
    <w:rsid w:val="00273435"/>
    <w:rsid w:val="0027349A"/>
    <w:rsid w:val="00273708"/>
    <w:rsid w:val="00273DE1"/>
    <w:rsid w:val="00274521"/>
    <w:rsid w:val="002762F7"/>
    <w:rsid w:val="0027674F"/>
    <w:rsid w:val="002769BA"/>
    <w:rsid w:val="0027703F"/>
    <w:rsid w:val="0027745E"/>
    <w:rsid w:val="002776B8"/>
    <w:rsid w:val="002779DB"/>
    <w:rsid w:val="00277E65"/>
    <w:rsid w:val="00277E96"/>
    <w:rsid w:val="002804B6"/>
    <w:rsid w:val="002805B5"/>
    <w:rsid w:val="00280658"/>
    <w:rsid w:val="002806E6"/>
    <w:rsid w:val="00280F7B"/>
    <w:rsid w:val="00281099"/>
    <w:rsid w:val="0028197E"/>
    <w:rsid w:val="00281F2A"/>
    <w:rsid w:val="00281FB6"/>
    <w:rsid w:val="00282B89"/>
    <w:rsid w:val="002835FF"/>
    <w:rsid w:val="00284D94"/>
    <w:rsid w:val="002850C5"/>
    <w:rsid w:val="002851A9"/>
    <w:rsid w:val="00285E88"/>
    <w:rsid w:val="0028615B"/>
    <w:rsid w:val="00286271"/>
    <w:rsid w:val="00286EF3"/>
    <w:rsid w:val="00286FE7"/>
    <w:rsid w:val="00287177"/>
    <w:rsid w:val="0028777F"/>
    <w:rsid w:val="00287EB2"/>
    <w:rsid w:val="00290153"/>
    <w:rsid w:val="002903E6"/>
    <w:rsid w:val="00290566"/>
    <w:rsid w:val="00290C52"/>
    <w:rsid w:val="0029195B"/>
    <w:rsid w:val="00291B40"/>
    <w:rsid w:val="002929ED"/>
    <w:rsid w:val="00292B28"/>
    <w:rsid w:val="00292BEA"/>
    <w:rsid w:val="0029395B"/>
    <w:rsid w:val="00293FBF"/>
    <w:rsid w:val="00294EA0"/>
    <w:rsid w:val="0029500A"/>
    <w:rsid w:val="00295326"/>
    <w:rsid w:val="00295579"/>
    <w:rsid w:val="002955E4"/>
    <w:rsid w:val="0029692C"/>
    <w:rsid w:val="00297F7E"/>
    <w:rsid w:val="002A0065"/>
    <w:rsid w:val="002A0981"/>
    <w:rsid w:val="002A1997"/>
    <w:rsid w:val="002A1A20"/>
    <w:rsid w:val="002A1EF6"/>
    <w:rsid w:val="002A2942"/>
    <w:rsid w:val="002A2F4D"/>
    <w:rsid w:val="002A3291"/>
    <w:rsid w:val="002A3299"/>
    <w:rsid w:val="002A3C06"/>
    <w:rsid w:val="002A3C87"/>
    <w:rsid w:val="002A487D"/>
    <w:rsid w:val="002A4AAF"/>
    <w:rsid w:val="002A6500"/>
    <w:rsid w:val="002A6983"/>
    <w:rsid w:val="002A79F1"/>
    <w:rsid w:val="002A7D30"/>
    <w:rsid w:val="002B0173"/>
    <w:rsid w:val="002B098D"/>
    <w:rsid w:val="002B10C6"/>
    <w:rsid w:val="002B1CFF"/>
    <w:rsid w:val="002B2246"/>
    <w:rsid w:val="002B2C62"/>
    <w:rsid w:val="002B325F"/>
    <w:rsid w:val="002B3574"/>
    <w:rsid w:val="002B3E67"/>
    <w:rsid w:val="002B3EDA"/>
    <w:rsid w:val="002B51AA"/>
    <w:rsid w:val="002B51D6"/>
    <w:rsid w:val="002B53E3"/>
    <w:rsid w:val="002B553D"/>
    <w:rsid w:val="002B65DF"/>
    <w:rsid w:val="002B6865"/>
    <w:rsid w:val="002B6CD3"/>
    <w:rsid w:val="002B6E35"/>
    <w:rsid w:val="002B7419"/>
    <w:rsid w:val="002B7A22"/>
    <w:rsid w:val="002B7E11"/>
    <w:rsid w:val="002C0A42"/>
    <w:rsid w:val="002C210D"/>
    <w:rsid w:val="002C2588"/>
    <w:rsid w:val="002C2882"/>
    <w:rsid w:val="002C29CC"/>
    <w:rsid w:val="002C2E0F"/>
    <w:rsid w:val="002C3012"/>
    <w:rsid w:val="002C32B5"/>
    <w:rsid w:val="002C3800"/>
    <w:rsid w:val="002C3BA0"/>
    <w:rsid w:val="002C3E47"/>
    <w:rsid w:val="002C3F25"/>
    <w:rsid w:val="002C4383"/>
    <w:rsid w:val="002C6546"/>
    <w:rsid w:val="002C77BD"/>
    <w:rsid w:val="002C7CCF"/>
    <w:rsid w:val="002C7F89"/>
    <w:rsid w:val="002D07FC"/>
    <w:rsid w:val="002D0C42"/>
    <w:rsid w:val="002D0D2C"/>
    <w:rsid w:val="002D0E61"/>
    <w:rsid w:val="002D1500"/>
    <w:rsid w:val="002D23E2"/>
    <w:rsid w:val="002D2A05"/>
    <w:rsid w:val="002D34D3"/>
    <w:rsid w:val="002D387E"/>
    <w:rsid w:val="002D3C78"/>
    <w:rsid w:val="002D429C"/>
    <w:rsid w:val="002D4A66"/>
    <w:rsid w:val="002D4D41"/>
    <w:rsid w:val="002D4D6D"/>
    <w:rsid w:val="002D529B"/>
    <w:rsid w:val="002D546D"/>
    <w:rsid w:val="002D54D6"/>
    <w:rsid w:val="002D57A5"/>
    <w:rsid w:val="002D5CBA"/>
    <w:rsid w:val="002D5D54"/>
    <w:rsid w:val="002D6876"/>
    <w:rsid w:val="002D785D"/>
    <w:rsid w:val="002D78B6"/>
    <w:rsid w:val="002D7CA4"/>
    <w:rsid w:val="002E066B"/>
    <w:rsid w:val="002E0F1F"/>
    <w:rsid w:val="002E1D6D"/>
    <w:rsid w:val="002E26B7"/>
    <w:rsid w:val="002E2F99"/>
    <w:rsid w:val="002E43CE"/>
    <w:rsid w:val="002E5147"/>
    <w:rsid w:val="002E5570"/>
    <w:rsid w:val="002E5C2E"/>
    <w:rsid w:val="002E5F68"/>
    <w:rsid w:val="002E6BAF"/>
    <w:rsid w:val="002E7252"/>
    <w:rsid w:val="002E7664"/>
    <w:rsid w:val="002E77A8"/>
    <w:rsid w:val="002E78CF"/>
    <w:rsid w:val="002F0104"/>
    <w:rsid w:val="002F078E"/>
    <w:rsid w:val="002F09A4"/>
    <w:rsid w:val="002F1D1A"/>
    <w:rsid w:val="002F206B"/>
    <w:rsid w:val="002F22A0"/>
    <w:rsid w:val="002F24D0"/>
    <w:rsid w:val="002F2976"/>
    <w:rsid w:val="002F3348"/>
    <w:rsid w:val="002F34CB"/>
    <w:rsid w:val="002F351C"/>
    <w:rsid w:val="002F360D"/>
    <w:rsid w:val="002F3CE3"/>
    <w:rsid w:val="002F4156"/>
    <w:rsid w:val="002F443A"/>
    <w:rsid w:val="002F47C4"/>
    <w:rsid w:val="002F4E54"/>
    <w:rsid w:val="002F5077"/>
    <w:rsid w:val="002F51AF"/>
    <w:rsid w:val="002F5EE9"/>
    <w:rsid w:val="002F5FD9"/>
    <w:rsid w:val="002F6D27"/>
    <w:rsid w:val="002F765C"/>
    <w:rsid w:val="002F765D"/>
    <w:rsid w:val="002F7B43"/>
    <w:rsid w:val="002F7D26"/>
    <w:rsid w:val="00300667"/>
    <w:rsid w:val="00300A43"/>
    <w:rsid w:val="00300B68"/>
    <w:rsid w:val="00300C70"/>
    <w:rsid w:val="003010D8"/>
    <w:rsid w:val="003015D6"/>
    <w:rsid w:val="00302619"/>
    <w:rsid w:val="00302B47"/>
    <w:rsid w:val="00303428"/>
    <w:rsid w:val="003037F4"/>
    <w:rsid w:val="00303A52"/>
    <w:rsid w:val="00304178"/>
    <w:rsid w:val="00304418"/>
    <w:rsid w:val="00304B91"/>
    <w:rsid w:val="0030523F"/>
    <w:rsid w:val="00305921"/>
    <w:rsid w:val="0030675A"/>
    <w:rsid w:val="00306775"/>
    <w:rsid w:val="003068F9"/>
    <w:rsid w:val="00307EA8"/>
    <w:rsid w:val="00307F99"/>
    <w:rsid w:val="003105F2"/>
    <w:rsid w:val="00310974"/>
    <w:rsid w:val="003113EE"/>
    <w:rsid w:val="003114D8"/>
    <w:rsid w:val="003119B1"/>
    <w:rsid w:val="00311AD9"/>
    <w:rsid w:val="00311CD9"/>
    <w:rsid w:val="00311DD7"/>
    <w:rsid w:val="0031223C"/>
    <w:rsid w:val="00312298"/>
    <w:rsid w:val="00312327"/>
    <w:rsid w:val="003123A2"/>
    <w:rsid w:val="003126BF"/>
    <w:rsid w:val="00313E02"/>
    <w:rsid w:val="0031455E"/>
    <w:rsid w:val="003150A7"/>
    <w:rsid w:val="0031533A"/>
    <w:rsid w:val="0031553A"/>
    <w:rsid w:val="00315585"/>
    <w:rsid w:val="00315D1E"/>
    <w:rsid w:val="003160D9"/>
    <w:rsid w:val="00316FAF"/>
    <w:rsid w:val="00317176"/>
    <w:rsid w:val="00317B61"/>
    <w:rsid w:val="00317C18"/>
    <w:rsid w:val="00317C68"/>
    <w:rsid w:val="00320DBE"/>
    <w:rsid w:val="003211FE"/>
    <w:rsid w:val="00321638"/>
    <w:rsid w:val="00322795"/>
    <w:rsid w:val="00322C9A"/>
    <w:rsid w:val="00323326"/>
    <w:rsid w:val="00325013"/>
    <w:rsid w:val="003255D7"/>
    <w:rsid w:val="00326597"/>
    <w:rsid w:val="003266BB"/>
    <w:rsid w:val="00326B60"/>
    <w:rsid w:val="00326F46"/>
    <w:rsid w:val="003275BD"/>
    <w:rsid w:val="00327A3E"/>
    <w:rsid w:val="00327AE5"/>
    <w:rsid w:val="003316E8"/>
    <w:rsid w:val="00331DB7"/>
    <w:rsid w:val="003327C6"/>
    <w:rsid w:val="0033339D"/>
    <w:rsid w:val="003344D3"/>
    <w:rsid w:val="0033462D"/>
    <w:rsid w:val="00334706"/>
    <w:rsid w:val="003348CE"/>
    <w:rsid w:val="00334F61"/>
    <w:rsid w:val="0033514B"/>
    <w:rsid w:val="00335A20"/>
    <w:rsid w:val="00335B4D"/>
    <w:rsid w:val="00335E36"/>
    <w:rsid w:val="003360B7"/>
    <w:rsid w:val="003361C7"/>
    <w:rsid w:val="003362A3"/>
    <w:rsid w:val="00336CA3"/>
    <w:rsid w:val="00336CA8"/>
    <w:rsid w:val="0033726B"/>
    <w:rsid w:val="00337E66"/>
    <w:rsid w:val="003400A6"/>
    <w:rsid w:val="00340258"/>
    <w:rsid w:val="00340CAC"/>
    <w:rsid w:val="00341109"/>
    <w:rsid w:val="003416E4"/>
    <w:rsid w:val="0034176E"/>
    <w:rsid w:val="00341F89"/>
    <w:rsid w:val="003422D5"/>
    <w:rsid w:val="003427A6"/>
    <w:rsid w:val="00342FDC"/>
    <w:rsid w:val="0034311E"/>
    <w:rsid w:val="003432E5"/>
    <w:rsid w:val="00343A4D"/>
    <w:rsid w:val="00343F97"/>
    <w:rsid w:val="003440B6"/>
    <w:rsid w:val="003441A4"/>
    <w:rsid w:val="00344266"/>
    <w:rsid w:val="00344998"/>
    <w:rsid w:val="00344D2F"/>
    <w:rsid w:val="003450F5"/>
    <w:rsid w:val="00345143"/>
    <w:rsid w:val="003459B6"/>
    <w:rsid w:val="00346454"/>
    <w:rsid w:val="0034748D"/>
    <w:rsid w:val="0034755A"/>
    <w:rsid w:val="00347B2E"/>
    <w:rsid w:val="00350425"/>
    <w:rsid w:val="00350500"/>
    <w:rsid w:val="0035053A"/>
    <w:rsid w:val="003511EE"/>
    <w:rsid w:val="00351496"/>
    <w:rsid w:val="00351583"/>
    <w:rsid w:val="00351A3C"/>
    <w:rsid w:val="0035214B"/>
    <w:rsid w:val="00352269"/>
    <w:rsid w:val="00352460"/>
    <w:rsid w:val="00352856"/>
    <w:rsid w:val="00352DB5"/>
    <w:rsid w:val="00353888"/>
    <w:rsid w:val="003544E6"/>
    <w:rsid w:val="0035450F"/>
    <w:rsid w:val="00354D31"/>
    <w:rsid w:val="0035574D"/>
    <w:rsid w:val="00356022"/>
    <w:rsid w:val="00356600"/>
    <w:rsid w:val="00356CBB"/>
    <w:rsid w:val="00356DD7"/>
    <w:rsid w:val="00356FF8"/>
    <w:rsid w:val="003576D0"/>
    <w:rsid w:val="003577C5"/>
    <w:rsid w:val="00357905"/>
    <w:rsid w:val="0035798C"/>
    <w:rsid w:val="003600EF"/>
    <w:rsid w:val="00360148"/>
    <w:rsid w:val="00360681"/>
    <w:rsid w:val="00360CBE"/>
    <w:rsid w:val="0036197F"/>
    <w:rsid w:val="00362097"/>
    <w:rsid w:val="00362302"/>
    <w:rsid w:val="003636AA"/>
    <w:rsid w:val="00363A49"/>
    <w:rsid w:val="00363BA6"/>
    <w:rsid w:val="00363DEE"/>
    <w:rsid w:val="00363EC8"/>
    <w:rsid w:val="00364ED5"/>
    <w:rsid w:val="00366C7F"/>
    <w:rsid w:val="00366CC3"/>
    <w:rsid w:val="00370DFB"/>
    <w:rsid w:val="0037137C"/>
    <w:rsid w:val="003715E7"/>
    <w:rsid w:val="00371FB2"/>
    <w:rsid w:val="0037237D"/>
    <w:rsid w:val="003727EE"/>
    <w:rsid w:val="00372B04"/>
    <w:rsid w:val="003735F3"/>
    <w:rsid w:val="0037380C"/>
    <w:rsid w:val="0037389B"/>
    <w:rsid w:val="00374D1F"/>
    <w:rsid w:val="003750B2"/>
    <w:rsid w:val="003752F6"/>
    <w:rsid w:val="0037536B"/>
    <w:rsid w:val="00375D24"/>
    <w:rsid w:val="00376620"/>
    <w:rsid w:val="00376ABC"/>
    <w:rsid w:val="00377026"/>
    <w:rsid w:val="003800FB"/>
    <w:rsid w:val="003805D8"/>
    <w:rsid w:val="00380D8A"/>
    <w:rsid w:val="00381946"/>
    <w:rsid w:val="00381BE9"/>
    <w:rsid w:val="00382BB1"/>
    <w:rsid w:val="00382CA5"/>
    <w:rsid w:val="00382D55"/>
    <w:rsid w:val="0038498F"/>
    <w:rsid w:val="003850FD"/>
    <w:rsid w:val="00385290"/>
    <w:rsid w:val="00385369"/>
    <w:rsid w:val="00385DEB"/>
    <w:rsid w:val="00385E8B"/>
    <w:rsid w:val="003863CB"/>
    <w:rsid w:val="00386598"/>
    <w:rsid w:val="00386A48"/>
    <w:rsid w:val="00386C2A"/>
    <w:rsid w:val="00386DDC"/>
    <w:rsid w:val="003900F0"/>
    <w:rsid w:val="00390B4C"/>
    <w:rsid w:val="00390D08"/>
    <w:rsid w:val="003919E3"/>
    <w:rsid w:val="003925EE"/>
    <w:rsid w:val="00392755"/>
    <w:rsid w:val="00392857"/>
    <w:rsid w:val="00392C57"/>
    <w:rsid w:val="00393465"/>
    <w:rsid w:val="003938F9"/>
    <w:rsid w:val="00393EF3"/>
    <w:rsid w:val="003940F1"/>
    <w:rsid w:val="0039426F"/>
    <w:rsid w:val="00394EDE"/>
    <w:rsid w:val="0039518A"/>
    <w:rsid w:val="003953D4"/>
    <w:rsid w:val="0039570A"/>
    <w:rsid w:val="00396368"/>
    <w:rsid w:val="003965F4"/>
    <w:rsid w:val="00396F62"/>
    <w:rsid w:val="0039701E"/>
    <w:rsid w:val="0039727E"/>
    <w:rsid w:val="00397E8B"/>
    <w:rsid w:val="003A01FB"/>
    <w:rsid w:val="003A068A"/>
    <w:rsid w:val="003A0BB3"/>
    <w:rsid w:val="003A1192"/>
    <w:rsid w:val="003A13E2"/>
    <w:rsid w:val="003A1CA6"/>
    <w:rsid w:val="003A22A9"/>
    <w:rsid w:val="003A26AD"/>
    <w:rsid w:val="003A273C"/>
    <w:rsid w:val="003A2880"/>
    <w:rsid w:val="003A2F2C"/>
    <w:rsid w:val="003A2F5D"/>
    <w:rsid w:val="003A3352"/>
    <w:rsid w:val="003A363F"/>
    <w:rsid w:val="003A3BCA"/>
    <w:rsid w:val="003A3D39"/>
    <w:rsid w:val="003A3DE2"/>
    <w:rsid w:val="003A40A7"/>
    <w:rsid w:val="003A40E9"/>
    <w:rsid w:val="003A4479"/>
    <w:rsid w:val="003A4905"/>
    <w:rsid w:val="003A568D"/>
    <w:rsid w:val="003A5C4D"/>
    <w:rsid w:val="003A5CB9"/>
    <w:rsid w:val="003A6818"/>
    <w:rsid w:val="003A68A4"/>
    <w:rsid w:val="003A6ED3"/>
    <w:rsid w:val="003A76AC"/>
    <w:rsid w:val="003A7C2B"/>
    <w:rsid w:val="003A7EBD"/>
    <w:rsid w:val="003B0281"/>
    <w:rsid w:val="003B133B"/>
    <w:rsid w:val="003B159F"/>
    <w:rsid w:val="003B2566"/>
    <w:rsid w:val="003B2815"/>
    <w:rsid w:val="003B384D"/>
    <w:rsid w:val="003B3AF3"/>
    <w:rsid w:val="003B434B"/>
    <w:rsid w:val="003B535F"/>
    <w:rsid w:val="003B5DC6"/>
    <w:rsid w:val="003B6B12"/>
    <w:rsid w:val="003B74C2"/>
    <w:rsid w:val="003B7A41"/>
    <w:rsid w:val="003C010E"/>
    <w:rsid w:val="003C1066"/>
    <w:rsid w:val="003C15DB"/>
    <w:rsid w:val="003C1D8B"/>
    <w:rsid w:val="003C2582"/>
    <w:rsid w:val="003C25AE"/>
    <w:rsid w:val="003C269F"/>
    <w:rsid w:val="003C2B78"/>
    <w:rsid w:val="003C2FC0"/>
    <w:rsid w:val="003C31BC"/>
    <w:rsid w:val="003C3DE7"/>
    <w:rsid w:val="003C4672"/>
    <w:rsid w:val="003C4A81"/>
    <w:rsid w:val="003C54E5"/>
    <w:rsid w:val="003C5631"/>
    <w:rsid w:val="003C5D70"/>
    <w:rsid w:val="003C6864"/>
    <w:rsid w:val="003C6979"/>
    <w:rsid w:val="003C6A06"/>
    <w:rsid w:val="003C6B3F"/>
    <w:rsid w:val="003C6C85"/>
    <w:rsid w:val="003C6CFA"/>
    <w:rsid w:val="003C77A6"/>
    <w:rsid w:val="003C7E6F"/>
    <w:rsid w:val="003D0468"/>
    <w:rsid w:val="003D0976"/>
    <w:rsid w:val="003D0F52"/>
    <w:rsid w:val="003D1F57"/>
    <w:rsid w:val="003D227B"/>
    <w:rsid w:val="003D2B73"/>
    <w:rsid w:val="003D2E46"/>
    <w:rsid w:val="003D31AA"/>
    <w:rsid w:val="003D3830"/>
    <w:rsid w:val="003D3FE7"/>
    <w:rsid w:val="003D43C7"/>
    <w:rsid w:val="003D4992"/>
    <w:rsid w:val="003D554B"/>
    <w:rsid w:val="003D6F8E"/>
    <w:rsid w:val="003D6FB8"/>
    <w:rsid w:val="003E1CCD"/>
    <w:rsid w:val="003E25EE"/>
    <w:rsid w:val="003E2BAE"/>
    <w:rsid w:val="003E2BCB"/>
    <w:rsid w:val="003E3570"/>
    <w:rsid w:val="003E35BF"/>
    <w:rsid w:val="003E3D62"/>
    <w:rsid w:val="003E3F6C"/>
    <w:rsid w:val="003E4979"/>
    <w:rsid w:val="003E4CE4"/>
    <w:rsid w:val="003E502C"/>
    <w:rsid w:val="003E5A5E"/>
    <w:rsid w:val="003E65B1"/>
    <w:rsid w:val="003E684A"/>
    <w:rsid w:val="003E7D23"/>
    <w:rsid w:val="003F006F"/>
    <w:rsid w:val="003F0281"/>
    <w:rsid w:val="003F060F"/>
    <w:rsid w:val="003F150A"/>
    <w:rsid w:val="003F1AEE"/>
    <w:rsid w:val="003F1F7D"/>
    <w:rsid w:val="003F25EA"/>
    <w:rsid w:val="003F2B9B"/>
    <w:rsid w:val="003F3EFB"/>
    <w:rsid w:val="003F4687"/>
    <w:rsid w:val="003F488F"/>
    <w:rsid w:val="003F4C8A"/>
    <w:rsid w:val="003F6743"/>
    <w:rsid w:val="003F75C6"/>
    <w:rsid w:val="003F771B"/>
    <w:rsid w:val="003F7811"/>
    <w:rsid w:val="003F7ADF"/>
    <w:rsid w:val="003F7C0F"/>
    <w:rsid w:val="0040066C"/>
    <w:rsid w:val="004017BB"/>
    <w:rsid w:val="00401963"/>
    <w:rsid w:val="00401C0D"/>
    <w:rsid w:val="00401C80"/>
    <w:rsid w:val="00402DD9"/>
    <w:rsid w:val="004030F7"/>
    <w:rsid w:val="00403314"/>
    <w:rsid w:val="00403B5B"/>
    <w:rsid w:val="0040441B"/>
    <w:rsid w:val="00404581"/>
    <w:rsid w:val="00404860"/>
    <w:rsid w:val="004050B5"/>
    <w:rsid w:val="004055AC"/>
    <w:rsid w:val="004055DC"/>
    <w:rsid w:val="004056F1"/>
    <w:rsid w:val="00406092"/>
    <w:rsid w:val="004068E6"/>
    <w:rsid w:val="00406BE8"/>
    <w:rsid w:val="0040787B"/>
    <w:rsid w:val="00407E47"/>
    <w:rsid w:val="004102A1"/>
    <w:rsid w:val="004105A7"/>
    <w:rsid w:val="004106EA"/>
    <w:rsid w:val="00410CDB"/>
    <w:rsid w:val="00410DBD"/>
    <w:rsid w:val="004110B6"/>
    <w:rsid w:val="00411713"/>
    <w:rsid w:val="004117DE"/>
    <w:rsid w:val="00411B59"/>
    <w:rsid w:val="004126DA"/>
    <w:rsid w:val="00413274"/>
    <w:rsid w:val="004135EA"/>
    <w:rsid w:val="0041391E"/>
    <w:rsid w:val="0041482D"/>
    <w:rsid w:val="004150C2"/>
    <w:rsid w:val="00415C23"/>
    <w:rsid w:val="00415DA3"/>
    <w:rsid w:val="00416601"/>
    <w:rsid w:val="004166A5"/>
    <w:rsid w:val="00416AE0"/>
    <w:rsid w:val="00416E61"/>
    <w:rsid w:val="004173BF"/>
    <w:rsid w:val="00417530"/>
    <w:rsid w:val="004200A8"/>
    <w:rsid w:val="00420B8C"/>
    <w:rsid w:val="00421842"/>
    <w:rsid w:val="00421A74"/>
    <w:rsid w:val="004222DE"/>
    <w:rsid w:val="00423826"/>
    <w:rsid w:val="00423932"/>
    <w:rsid w:val="00423B42"/>
    <w:rsid w:val="00424022"/>
    <w:rsid w:val="004241BE"/>
    <w:rsid w:val="004251BE"/>
    <w:rsid w:val="00425E4F"/>
    <w:rsid w:val="004260A5"/>
    <w:rsid w:val="00426597"/>
    <w:rsid w:val="00426E4E"/>
    <w:rsid w:val="00427413"/>
    <w:rsid w:val="00427C12"/>
    <w:rsid w:val="004302EF"/>
    <w:rsid w:val="0043063B"/>
    <w:rsid w:val="00430A30"/>
    <w:rsid w:val="00430E91"/>
    <w:rsid w:val="004312B7"/>
    <w:rsid w:val="00431637"/>
    <w:rsid w:val="00431663"/>
    <w:rsid w:val="004316D6"/>
    <w:rsid w:val="0043182C"/>
    <w:rsid w:val="0043188A"/>
    <w:rsid w:val="004322D3"/>
    <w:rsid w:val="00433240"/>
    <w:rsid w:val="00433AB2"/>
    <w:rsid w:val="00433D2E"/>
    <w:rsid w:val="00433F09"/>
    <w:rsid w:val="0043432C"/>
    <w:rsid w:val="00434AD6"/>
    <w:rsid w:val="00434C43"/>
    <w:rsid w:val="0043545C"/>
    <w:rsid w:val="00435B56"/>
    <w:rsid w:val="0043662F"/>
    <w:rsid w:val="004366EF"/>
    <w:rsid w:val="004379D3"/>
    <w:rsid w:val="00437B29"/>
    <w:rsid w:val="00437B3F"/>
    <w:rsid w:val="00437DE1"/>
    <w:rsid w:val="00440522"/>
    <w:rsid w:val="004409FB"/>
    <w:rsid w:val="00440A49"/>
    <w:rsid w:val="00440FC9"/>
    <w:rsid w:val="00441A7C"/>
    <w:rsid w:val="00441AFA"/>
    <w:rsid w:val="00441D1B"/>
    <w:rsid w:val="004423EE"/>
    <w:rsid w:val="004425DA"/>
    <w:rsid w:val="004427CC"/>
    <w:rsid w:val="004429ED"/>
    <w:rsid w:val="00443137"/>
    <w:rsid w:val="004431CF"/>
    <w:rsid w:val="00443679"/>
    <w:rsid w:val="00444186"/>
    <w:rsid w:val="004442C0"/>
    <w:rsid w:val="00445316"/>
    <w:rsid w:val="004456C5"/>
    <w:rsid w:val="0044628F"/>
    <w:rsid w:val="00446C58"/>
    <w:rsid w:val="00446E37"/>
    <w:rsid w:val="00446F75"/>
    <w:rsid w:val="0044723D"/>
    <w:rsid w:val="00447273"/>
    <w:rsid w:val="00447386"/>
    <w:rsid w:val="00447A7E"/>
    <w:rsid w:val="00447FF6"/>
    <w:rsid w:val="00450DD3"/>
    <w:rsid w:val="0045151A"/>
    <w:rsid w:val="004528B3"/>
    <w:rsid w:val="00452BF2"/>
    <w:rsid w:val="00452CB3"/>
    <w:rsid w:val="00452D5C"/>
    <w:rsid w:val="004532D1"/>
    <w:rsid w:val="004538F5"/>
    <w:rsid w:val="00453AD8"/>
    <w:rsid w:val="00453B8C"/>
    <w:rsid w:val="00454226"/>
    <w:rsid w:val="004546AA"/>
    <w:rsid w:val="004557F3"/>
    <w:rsid w:val="00455E86"/>
    <w:rsid w:val="004563AE"/>
    <w:rsid w:val="00456ADA"/>
    <w:rsid w:val="00457C03"/>
    <w:rsid w:val="00457FF6"/>
    <w:rsid w:val="0046000A"/>
    <w:rsid w:val="00460A3A"/>
    <w:rsid w:val="00460B99"/>
    <w:rsid w:val="004610C8"/>
    <w:rsid w:val="00461578"/>
    <w:rsid w:val="0046159A"/>
    <w:rsid w:val="00461889"/>
    <w:rsid w:val="00461949"/>
    <w:rsid w:val="00461D7B"/>
    <w:rsid w:val="00462D5E"/>
    <w:rsid w:val="0046357A"/>
    <w:rsid w:val="00463692"/>
    <w:rsid w:val="00463D73"/>
    <w:rsid w:val="00465A17"/>
    <w:rsid w:val="00465D05"/>
    <w:rsid w:val="00466BC0"/>
    <w:rsid w:val="0046752A"/>
    <w:rsid w:val="00467FFA"/>
    <w:rsid w:val="0047059F"/>
    <w:rsid w:val="00470CF3"/>
    <w:rsid w:val="00470E52"/>
    <w:rsid w:val="0047149C"/>
    <w:rsid w:val="004714F5"/>
    <w:rsid w:val="00471AB2"/>
    <w:rsid w:val="00471C79"/>
    <w:rsid w:val="00471DDE"/>
    <w:rsid w:val="004724A7"/>
    <w:rsid w:val="00472845"/>
    <w:rsid w:val="004728AA"/>
    <w:rsid w:val="00472C03"/>
    <w:rsid w:val="00472CFF"/>
    <w:rsid w:val="004732D8"/>
    <w:rsid w:val="00474586"/>
    <w:rsid w:val="004745C3"/>
    <w:rsid w:val="00474B3D"/>
    <w:rsid w:val="00474B48"/>
    <w:rsid w:val="00474E19"/>
    <w:rsid w:val="004753DF"/>
    <w:rsid w:val="0047569C"/>
    <w:rsid w:val="00475737"/>
    <w:rsid w:val="00475B8E"/>
    <w:rsid w:val="004767BB"/>
    <w:rsid w:val="00476B7C"/>
    <w:rsid w:val="00477154"/>
    <w:rsid w:val="004771B2"/>
    <w:rsid w:val="00477B1F"/>
    <w:rsid w:val="00477D4A"/>
    <w:rsid w:val="004804E1"/>
    <w:rsid w:val="00480555"/>
    <w:rsid w:val="00480699"/>
    <w:rsid w:val="0048124C"/>
    <w:rsid w:val="00481909"/>
    <w:rsid w:val="00481DC3"/>
    <w:rsid w:val="0048221C"/>
    <w:rsid w:val="004827CD"/>
    <w:rsid w:val="00482F14"/>
    <w:rsid w:val="004830D5"/>
    <w:rsid w:val="0048350E"/>
    <w:rsid w:val="00485151"/>
    <w:rsid w:val="00485DD8"/>
    <w:rsid w:val="00486061"/>
    <w:rsid w:val="004865DD"/>
    <w:rsid w:val="00486F40"/>
    <w:rsid w:val="00490265"/>
    <w:rsid w:val="00490955"/>
    <w:rsid w:val="00490FC2"/>
    <w:rsid w:val="004911C4"/>
    <w:rsid w:val="0049180B"/>
    <w:rsid w:val="00491958"/>
    <w:rsid w:val="004927C0"/>
    <w:rsid w:val="00492EAC"/>
    <w:rsid w:val="004932EB"/>
    <w:rsid w:val="00493716"/>
    <w:rsid w:val="004940F2"/>
    <w:rsid w:val="004947B4"/>
    <w:rsid w:val="004948E7"/>
    <w:rsid w:val="00495F4C"/>
    <w:rsid w:val="004963F2"/>
    <w:rsid w:val="004976B8"/>
    <w:rsid w:val="00497C34"/>
    <w:rsid w:val="004A1B24"/>
    <w:rsid w:val="004A1C79"/>
    <w:rsid w:val="004A2C51"/>
    <w:rsid w:val="004A2E97"/>
    <w:rsid w:val="004A3574"/>
    <w:rsid w:val="004A3A4F"/>
    <w:rsid w:val="004A5F9E"/>
    <w:rsid w:val="004A66D4"/>
    <w:rsid w:val="004A6EE8"/>
    <w:rsid w:val="004A72AD"/>
    <w:rsid w:val="004A7DD1"/>
    <w:rsid w:val="004B0A71"/>
    <w:rsid w:val="004B213F"/>
    <w:rsid w:val="004B3A64"/>
    <w:rsid w:val="004B3BB4"/>
    <w:rsid w:val="004B4A31"/>
    <w:rsid w:val="004B4F82"/>
    <w:rsid w:val="004B52DF"/>
    <w:rsid w:val="004B5905"/>
    <w:rsid w:val="004B63AB"/>
    <w:rsid w:val="004B65C8"/>
    <w:rsid w:val="004B6D3E"/>
    <w:rsid w:val="004B70CD"/>
    <w:rsid w:val="004B73F8"/>
    <w:rsid w:val="004B7DB5"/>
    <w:rsid w:val="004B7F87"/>
    <w:rsid w:val="004C0008"/>
    <w:rsid w:val="004C0222"/>
    <w:rsid w:val="004C0496"/>
    <w:rsid w:val="004C0675"/>
    <w:rsid w:val="004C06F9"/>
    <w:rsid w:val="004C0769"/>
    <w:rsid w:val="004C1186"/>
    <w:rsid w:val="004C197F"/>
    <w:rsid w:val="004C1BC3"/>
    <w:rsid w:val="004C1E8B"/>
    <w:rsid w:val="004C3A28"/>
    <w:rsid w:val="004C3AA7"/>
    <w:rsid w:val="004C4DCB"/>
    <w:rsid w:val="004C502F"/>
    <w:rsid w:val="004C5223"/>
    <w:rsid w:val="004C59C7"/>
    <w:rsid w:val="004C60D3"/>
    <w:rsid w:val="004C61A9"/>
    <w:rsid w:val="004C634F"/>
    <w:rsid w:val="004C69DC"/>
    <w:rsid w:val="004C6A17"/>
    <w:rsid w:val="004C7E3C"/>
    <w:rsid w:val="004D014F"/>
    <w:rsid w:val="004D0D80"/>
    <w:rsid w:val="004D12DB"/>
    <w:rsid w:val="004D19E1"/>
    <w:rsid w:val="004D21BC"/>
    <w:rsid w:val="004D30C7"/>
    <w:rsid w:val="004D3240"/>
    <w:rsid w:val="004D3C04"/>
    <w:rsid w:val="004D4131"/>
    <w:rsid w:val="004D41FD"/>
    <w:rsid w:val="004D43AE"/>
    <w:rsid w:val="004D4C91"/>
    <w:rsid w:val="004D5807"/>
    <w:rsid w:val="004D66B4"/>
    <w:rsid w:val="004D66D8"/>
    <w:rsid w:val="004D7299"/>
    <w:rsid w:val="004D7931"/>
    <w:rsid w:val="004D7A27"/>
    <w:rsid w:val="004D7BF4"/>
    <w:rsid w:val="004E21B0"/>
    <w:rsid w:val="004E24EE"/>
    <w:rsid w:val="004E258F"/>
    <w:rsid w:val="004E2990"/>
    <w:rsid w:val="004E31C5"/>
    <w:rsid w:val="004E383C"/>
    <w:rsid w:val="004E3ED6"/>
    <w:rsid w:val="004E40FB"/>
    <w:rsid w:val="004E4125"/>
    <w:rsid w:val="004E4909"/>
    <w:rsid w:val="004E5019"/>
    <w:rsid w:val="004E5BB5"/>
    <w:rsid w:val="004E67FE"/>
    <w:rsid w:val="004E6B9C"/>
    <w:rsid w:val="004E73D8"/>
    <w:rsid w:val="004E756C"/>
    <w:rsid w:val="004F0920"/>
    <w:rsid w:val="004F0C71"/>
    <w:rsid w:val="004F0D2D"/>
    <w:rsid w:val="004F1986"/>
    <w:rsid w:val="004F1AB8"/>
    <w:rsid w:val="004F20A9"/>
    <w:rsid w:val="004F3110"/>
    <w:rsid w:val="004F3122"/>
    <w:rsid w:val="004F3884"/>
    <w:rsid w:val="004F3892"/>
    <w:rsid w:val="004F4143"/>
    <w:rsid w:val="004F5A45"/>
    <w:rsid w:val="004F5D6D"/>
    <w:rsid w:val="004F6131"/>
    <w:rsid w:val="004F62B6"/>
    <w:rsid w:val="004F649E"/>
    <w:rsid w:val="004F767F"/>
    <w:rsid w:val="004F7AE0"/>
    <w:rsid w:val="00500611"/>
    <w:rsid w:val="00500670"/>
    <w:rsid w:val="00500FCC"/>
    <w:rsid w:val="0050196B"/>
    <w:rsid w:val="00501C3E"/>
    <w:rsid w:val="0050223C"/>
    <w:rsid w:val="00502D0D"/>
    <w:rsid w:val="00502DD0"/>
    <w:rsid w:val="0050318A"/>
    <w:rsid w:val="0050322C"/>
    <w:rsid w:val="00503C3D"/>
    <w:rsid w:val="00503E05"/>
    <w:rsid w:val="0050402A"/>
    <w:rsid w:val="0050432A"/>
    <w:rsid w:val="005047C7"/>
    <w:rsid w:val="005049A4"/>
    <w:rsid w:val="00504B63"/>
    <w:rsid w:val="00504B7B"/>
    <w:rsid w:val="005066EF"/>
    <w:rsid w:val="00506DD9"/>
    <w:rsid w:val="005074E7"/>
    <w:rsid w:val="00510B21"/>
    <w:rsid w:val="00510CCF"/>
    <w:rsid w:val="00511308"/>
    <w:rsid w:val="0051148C"/>
    <w:rsid w:val="005117BE"/>
    <w:rsid w:val="005118FC"/>
    <w:rsid w:val="005119AC"/>
    <w:rsid w:val="00511C69"/>
    <w:rsid w:val="005120B8"/>
    <w:rsid w:val="0051211A"/>
    <w:rsid w:val="0051258F"/>
    <w:rsid w:val="00514804"/>
    <w:rsid w:val="0051531A"/>
    <w:rsid w:val="0051543E"/>
    <w:rsid w:val="00515CB7"/>
    <w:rsid w:val="005164CA"/>
    <w:rsid w:val="005169D8"/>
    <w:rsid w:val="00516C82"/>
    <w:rsid w:val="00516DD5"/>
    <w:rsid w:val="005173C5"/>
    <w:rsid w:val="00520797"/>
    <w:rsid w:val="00520A58"/>
    <w:rsid w:val="00520BCE"/>
    <w:rsid w:val="0052157F"/>
    <w:rsid w:val="0052248F"/>
    <w:rsid w:val="005224CF"/>
    <w:rsid w:val="00522CCD"/>
    <w:rsid w:val="00523274"/>
    <w:rsid w:val="00523634"/>
    <w:rsid w:val="00523778"/>
    <w:rsid w:val="005246DF"/>
    <w:rsid w:val="00524A33"/>
    <w:rsid w:val="00524A79"/>
    <w:rsid w:val="00524B47"/>
    <w:rsid w:val="00524CC0"/>
    <w:rsid w:val="005253D1"/>
    <w:rsid w:val="00526534"/>
    <w:rsid w:val="00526690"/>
    <w:rsid w:val="00526B41"/>
    <w:rsid w:val="00527BCA"/>
    <w:rsid w:val="00527F67"/>
    <w:rsid w:val="00530099"/>
    <w:rsid w:val="005318AD"/>
    <w:rsid w:val="0053231A"/>
    <w:rsid w:val="005324C5"/>
    <w:rsid w:val="0053284B"/>
    <w:rsid w:val="00533F24"/>
    <w:rsid w:val="00533F8D"/>
    <w:rsid w:val="005341FB"/>
    <w:rsid w:val="00534665"/>
    <w:rsid w:val="005353BE"/>
    <w:rsid w:val="005357E0"/>
    <w:rsid w:val="00535987"/>
    <w:rsid w:val="00535CF1"/>
    <w:rsid w:val="00536DAF"/>
    <w:rsid w:val="00537396"/>
    <w:rsid w:val="00537546"/>
    <w:rsid w:val="0053768A"/>
    <w:rsid w:val="005379CD"/>
    <w:rsid w:val="00540232"/>
    <w:rsid w:val="005405A3"/>
    <w:rsid w:val="00540BAE"/>
    <w:rsid w:val="00540D30"/>
    <w:rsid w:val="005417EA"/>
    <w:rsid w:val="00541FEF"/>
    <w:rsid w:val="00542B03"/>
    <w:rsid w:val="005431A4"/>
    <w:rsid w:val="0054357D"/>
    <w:rsid w:val="005439F2"/>
    <w:rsid w:val="00543B35"/>
    <w:rsid w:val="00544185"/>
    <w:rsid w:val="00544B47"/>
    <w:rsid w:val="005451D2"/>
    <w:rsid w:val="005453EA"/>
    <w:rsid w:val="00545799"/>
    <w:rsid w:val="00545F15"/>
    <w:rsid w:val="00546436"/>
    <w:rsid w:val="00546525"/>
    <w:rsid w:val="0054668C"/>
    <w:rsid w:val="0054683A"/>
    <w:rsid w:val="00546B34"/>
    <w:rsid w:val="00546DD5"/>
    <w:rsid w:val="00546EAA"/>
    <w:rsid w:val="00547270"/>
    <w:rsid w:val="00547CDE"/>
    <w:rsid w:val="005508E2"/>
    <w:rsid w:val="00550E4D"/>
    <w:rsid w:val="005515BA"/>
    <w:rsid w:val="00552EBC"/>
    <w:rsid w:val="00552FD2"/>
    <w:rsid w:val="00553820"/>
    <w:rsid w:val="00554156"/>
    <w:rsid w:val="005541C9"/>
    <w:rsid w:val="005543F6"/>
    <w:rsid w:val="00554495"/>
    <w:rsid w:val="005544B7"/>
    <w:rsid w:val="00554749"/>
    <w:rsid w:val="00554F69"/>
    <w:rsid w:val="005550A7"/>
    <w:rsid w:val="00555FF2"/>
    <w:rsid w:val="00556302"/>
    <w:rsid w:val="00556ABB"/>
    <w:rsid w:val="00556F98"/>
    <w:rsid w:val="00557544"/>
    <w:rsid w:val="00557970"/>
    <w:rsid w:val="00557EB5"/>
    <w:rsid w:val="00557ED7"/>
    <w:rsid w:val="00560345"/>
    <w:rsid w:val="00560AAB"/>
    <w:rsid w:val="00562659"/>
    <w:rsid w:val="00562BAE"/>
    <w:rsid w:val="00562DD6"/>
    <w:rsid w:val="00563914"/>
    <w:rsid w:val="00563CA7"/>
    <w:rsid w:val="00563D5E"/>
    <w:rsid w:val="005645F7"/>
    <w:rsid w:val="00564719"/>
    <w:rsid w:val="0056525D"/>
    <w:rsid w:val="005659D7"/>
    <w:rsid w:val="005660F7"/>
    <w:rsid w:val="0056628E"/>
    <w:rsid w:val="0056632D"/>
    <w:rsid w:val="0056794C"/>
    <w:rsid w:val="00567AF1"/>
    <w:rsid w:val="005721EC"/>
    <w:rsid w:val="00572436"/>
    <w:rsid w:val="00572C65"/>
    <w:rsid w:val="00572ED4"/>
    <w:rsid w:val="005734EE"/>
    <w:rsid w:val="0057354D"/>
    <w:rsid w:val="0057378B"/>
    <w:rsid w:val="005742B9"/>
    <w:rsid w:val="00574342"/>
    <w:rsid w:val="0057471B"/>
    <w:rsid w:val="005768E5"/>
    <w:rsid w:val="0057695F"/>
    <w:rsid w:val="005775F1"/>
    <w:rsid w:val="00580C98"/>
    <w:rsid w:val="00580F22"/>
    <w:rsid w:val="00581570"/>
    <w:rsid w:val="005817AD"/>
    <w:rsid w:val="0058197B"/>
    <w:rsid w:val="005819AF"/>
    <w:rsid w:val="00581BE9"/>
    <w:rsid w:val="005827DA"/>
    <w:rsid w:val="005828E2"/>
    <w:rsid w:val="005830C6"/>
    <w:rsid w:val="005834E5"/>
    <w:rsid w:val="005842FA"/>
    <w:rsid w:val="00584984"/>
    <w:rsid w:val="00584DB4"/>
    <w:rsid w:val="005857D7"/>
    <w:rsid w:val="0058580F"/>
    <w:rsid w:val="00585C76"/>
    <w:rsid w:val="00586D5C"/>
    <w:rsid w:val="00586FBC"/>
    <w:rsid w:val="00587A72"/>
    <w:rsid w:val="005904EB"/>
    <w:rsid w:val="00590AEB"/>
    <w:rsid w:val="00590D93"/>
    <w:rsid w:val="00591867"/>
    <w:rsid w:val="00591EE7"/>
    <w:rsid w:val="00592B32"/>
    <w:rsid w:val="00592F4C"/>
    <w:rsid w:val="00593AC7"/>
    <w:rsid w:val="00593E26"/>
    <w:rsid w:val="0059470A"/>
    <w:rsid w:val="005947B7"/>
    <w:rsid w:val="005955E4"/>
    <w:rsid w:val="0059580E"/>
    <w:rsid w:val="0059722E"/>
    <w:rsid w:val="0059786D"/>
    <w:rsid w:val="00597CDA"/>
    <w:rsid w:val="005A0A23"/>
    <w:rsid w:val="005A1125"/>
    <w:rsid w:val="005A23AD"/>
    <w:rsid w:val="005A2EE3"/>
    <w:rsid w:val="005A3E8F"/>
    <w:rsid w:val="005A3EE0"/>
    <w:rsid w:val="005A3F31"/>
    <w:rsid w:val="005A47EF"/>
    <w:rsid w:val="005A4F3B"/>
    <w:rsid w:val="005A5B51"/>
    <w:rsid w:val="005A62ED"/>
    <w:rsid w:val="005A6654"/>
    <w:rsid w:val="005A6BEE"/>
    <w:rsid w:val="005A6EEA"/>
    <w:rsid w:val="005A7066"/>
    <w:rsid w:val="005B0C2D"/>
    <w:rsid w:val="005B0C2E"/>
    <w:rsid w:val="005B1A9C"/>
    <w:rsid w:val="005B2DEB"/>
    <w:rsid w:val="005B34EB"/>
    <w:rsid w:val="005B3FDD"/>
    <w:rsid w:val="005B447C"/>
    <w:rsid w:val="005B44D4"/>
    <w:rsid w:val="005B5120"/>
    <w:rsid w:val="005B515E"/>
    <w:rsid w:val="005B5313"/>
    <w:rsid w:val="005B6745"/>
    <w:rsid w:val="005B6FF1"/>
    <w:rsid w:val="005B709C"/>
    <w:rsid w:val="005C078E"/>
    <w:rsid w:val="005C1239"/>
    <w:rsid w:val="005C12AC"/>
    <w:rsid w:val="005C1676"/>
    <w:rsid w:val="005C1755"/>
    <w:rsid w:val="005C1776"/>
    <w:rsid w:val="005C2B42"/>
    <w:rsid w:val="005C343F"/>
    <w:rsid w:val="005C398F"/>
    <w:rsid w:val="005C3B68"/>
    <w:rsid w:val="005C3E31"/>
    <w:rsid w:val="005C44FF"/>
    <w:rsid w:val="005C515E"/>
    <w:rsid w:val="005C6489"/>
    <w:rsid w:val="005C652B"/>
    <w:rsid w:val="005C788E"/>
    <w:rsid w:val="005D056B"/>
    <w:rsid w:val="005D0B40"/>
    <w:rsid w:val="005D2512"/>
    <w:rsid w:val="005D2720"/>
    <w:rsid w:val="005D2C8F"/>
    <w:rsid w:val="005D3383"/>
    <w:rsid w:val="005D3935"/>
    <w:rsid w:val="005D3CDF"/>
    <w:rsid w:val="005D4471"/>
    <w:rsid w:val="005D44AE"/>
    <w:rsid w:val="005D470B"/>
    <w:rsid w:val="005D5BAE"/>
    <w:rsid w:val="005D5FE6"/>
    <w:rsid w:val="005D6DBA"/>
    <w:rsid w:val="005D7209"/>
    <w:rsid w:val="005D7230"/>
    <w:rsid w:val="005D7E19"/>
    <w:rsid w:val="005E0694"/>
    <w:rsid w:val="005E0B33"/>
    <w:rsid w:val="005E0BDE"/>
    <w:rsid w:val="005E11F1"/>
    <w:rsid w:val="005E1CA4"/>
    <w:rsid w:val="005E1F63"/>
    <w:rsid w:val="005E21BF"/>
    <w:rsid w:val="005E32B2"/>
    <w:rsid w:val="005E33D9"/>
    <w:rsid w:val="005E35ED"/>
    <w:rsid w:val="005E3D10"/>
    <w:rsid w:val="005E41DE"/>
    <w:rsid w:val="005E47A4"/>
    <w:rsid w:val="005E597A"/>
    <w:rsid w:val="005E79EE"/>
    <w:rsid w:val="005E7A48"/>
    <w:rsid w:val="005E7BC6"/>
    <w:rsid w:val="005F00CD"/>
    <w:rsid w:val="005F0343"/>
    <w:rsid w:val="005F139F"/>
    <w:rsid w:val="005F18CB"/>
    <w:rsid w:val="005F18FA"/>
    <w:rsid w:val="005F2827"/>
    <w:rsid w:val="005F2B9E"/>
    <w:rsid w:val="005F2C32"/>
    <w:rsid w:val="005F2EB0"/>
    <w:rsid w:val="005F3B54"/>
    <w:rsid w:val="005F426E"/>
    <w:rsid w:val="005F52C0"/>
    <w:rsid w:val="005F5A84"/>
    <w:rsid w:val="005F6885"/>
    <w:rsid w:val="005F6C4F"/>
    <w:rsid w:val="005F6CFD"/>
    <w:rsid w:val="005F6F58"/>
    <w:rsid w:val="005F72A6"/>
    <w:rsid w:val="005F762D"/>
    <w:rsid w:val="005F772F"/>
    <w:rsid w:val="005F7C09"/>
    <w:rsid w:val="0060021A"/>
    <w:rsid w:val="006022C5"/>
    <w:rsid w:val="00603F5A"/>
    <w:rsid w:val="00604203"/>
    <w:rsid w:val="00604ADD"/>
    <w:rsid w:val="00604CA9"/>
    <w:rsid w:val="00605602"/>
    <w:rsid w:val="00606173"/>
    <w:rsid w:val="006064D3"/>
    <w:rsid w:val="006064F5"/>
    <w:rsid w:val="00606EAF"/>
    <w:rsid w:val="00607298"/>
    <w:rsid w:val="00607B99"/>
    <w:rsid w:val="00610C09"/>
    <w:rsid w:val="00610E99"/>
    <w:rsid w:val="00611669"/>
    <w:rsid w:val="006116FB"/>
    <w:rsid w:val="00611C69"/>
    <w:rsid w:val="00611DAF"/>
    <w:rsid w:val="0061254C"/>
    <w:rsid w:val="00612ED8"/>
    <w:rsid w:val="0061383E"/>
    <w:rsid w:val="006150CA"/>
    <w:rsid w:val="0061523E"/>
    <w:rsid w:val="0061596E"/>
    <w:rsid w:val="006159CB"/>
    <w:rsid w:val="00616173"/>
    <w:rsid w:val="006161B8"/>
    <w:rsid w:val="00616B8A"/>
    <w:rsid w:val="0061782C"/>
    <w:rsid w:val="0062015E"/>
    <w:rsid w:val="0062035C"/>
    <w:rsid w:val="00620FCC"/>
    <w:rsid w:val="00621DCF"/>
    <w:rsid w:val="0062245F"/>
    <w:rsid w:val="00622FAE"/>
    <w:rsid w:val="0062341A"/>
    <w:rsid w:val="00623504"/>
    <w:rsid w:val="006238E0"/>
    <w:rsid w:val="00623944"/>
    <w:rsid w:val="00624E74"/>
    <w:rsid w:val="00626F21"/>
    <w:rsid w:val="00627FAB"/>
    <w:rsid w:val="006309BA"/>
    <w:rsid w:val="00630BA8"/>
    <w:rsid w:val="00630FD4"/>
    <w:rsid w:val="006310A4"/>
    <w:rsid w:val="006314E5"/>
    <w:rsid w:val="00632488"/>
    <w:rsid w:val="006330BE"/>
    <w:rsid w:val="00633EDF"/>
    <w:rsid w:val="00633F50"/>
    <w:rsid w:val="006345FE"/>
    <w:rsid w:val="00635A36"/>
    <w:rsid w:val="00636072"/>
    <w:rsid w:val="006361CB"/>
    <w:rsid w:val="0063628E"/>
    <w:rsid w:val="006367F5"/>
    <w:rsid w:val="00636DFF"/>
    <w:rsid w:val="006370B1"/>
    <w:rsid w:val="00637AB6"/>
    <w:rsid w:val="00637BF9"/>
    <w:rsid w:val="00637C0F"/>
    <w:rsid w:val="00640266"/>
    <w:rsid w:val="00640399"/>
    <w:rsid w:val="0064093F"/>
    <w:rsid w:val="00640D4D"/>
    <w:rsid w:val="00641573"/>
    <w:rsid w:val="00641DBA"/>
    <w:rsid w:val="00642AA0"/>
    <w:rsid w:val="00642AD3"/>
    <w:rsid w:val="00643AE4"/>
    <w:rsid w:val="0064524F"/>
    <w:rsid w:val="006466BA"/>
    <w:rsid w:val="00646F95"/>
    <w:rsid w:val="006472C1"/>
    <w:rsid w:val="00647359"/>
    <w:rsid w:val="006478C2"/>
    <w:rsid w:val="0064790D"/>
    <w:rsid w:val="0065051C"/>
    <w:rsid w:val="006508E0"/>
    <w:rsid w:val="00650B93"/>
    <w:rsid w:val="00650C81"/>
    <w:rsid w:val="006514F0"/>
    <w:rsid w:val="00651FE5"/>
    <w:rsid w:val="00652863"/>
    <w:rsid w:val="00652D7F"/>
    <w:rsid w:val="00653210"/>
    <w:rsid w:val="006537A5"/>
    <w:rsid w:val="006540EC"/>
    <w:rsid w:val="006541EA"/>
    <w:rsid w:val="00654368"/>
    <w:rsid w:val="006548CD"/>
    <w:rsid w:val="00654DAA"/>
    <w:rsid w:val="00654E9A"/>
    <w:rsid w:val="00655E5F"/>
    <w:rsid w:val="00655F07"/>
    <w:rsid w:val="006562CC"/>
    <w:rsid w:val="006571AE"/>
    <w:rsid w:val="006578E2"/>
    <w:rsid w:val="00657BF0"/>
    <w:rsid w:val="00657FD0"/>
    <w:rsid w:val="00660442"/>
    <w:rsid w:val="00660AA1"/>
    <w:rsid w:val="00660DD0"/>
    <w:rsid w:val="006612DE"/>
    <w:rsid w:val="00661A3B"/>
    <w:rsid w:val="00661AEA"/>
    <w:rsid w:val="00661D50"/>
    <w:rsid w:val="0066265A"/>
    <w:rsid w:val="006629B9"/>
    <w:rsid w:val="00663F46"/>
    <w:rsid w:val="00664387"/>
    <w:rsid w:val="00664E3D"/>
    <w:rsid w:val="0066535B"/>
    <w:rsid w:val="0066545F"/>
    <w:rsid w:val="006661C5"/>
    <w:rsid w:val="00666521"/>
    <w:rsid w:val="00666581"/>
    <w:rsid w:val="0067025B"/>
    <w:rsid w:val="006704C1"/>
    <w:rsid w:val="006708E4"/>
    <w:rsid w:val="006709C9"/>
    <w:rsid w:val="00671526"/>
    <w:rsid w:val="00671563"/>
    <w:rsid w:val="00671864"/>
    <w:rsid w:val="00671B42"/>
    <w:rsid w:val="00671D49"/>
    <w:rsid w:val="00671E01"/>
    <w:rsid w:val="00672A3E"/>
    <w:rsid w:val="0067328E"/>
    <w:rsid w:val="00673A71"/>
    <w:rsid w:val="00674158"/>
    <w:rsid w:val="006744E2"/>
    <w:rsid w:val="00674908"/>
    <w:rsid w:val="00674AA8"/>
    <w:rsid w:val="00675355"/>
    <w:rsid w:val="006753A1"/>
    <w:rsid w:val="00675F05"/>
    <w:rsid w:val="0067641E"/>
    <w:rsid w:val="00676568"/>
    <w:rsid w:val="006769DF"/>
    <w:rsid w:val="00676B58"/>
    <w:rsid w:val="00677380"/>
    <w:rsid w:val="0067793F"/>
    <w:rsid w:val="00677D14"/>
    <w:rsid w:val="006812AF"/>
    <w:rsid w:val="00681386"/>
    <w:rsid w:val="006831A3"/>
    <w:rsid w:val="006831D8"/>
    <w:rsid w:val="00683205"/>
    <w:rsid w:val="006845A1"/>
    <w:rsid w:val="00684DD7"/>
    <w:rsid w:val="00685177"/>
    <w:rsid w:val="00685721"/>
    <w:rsid w:val="00685F12"/>
    <w:rsid w:val="00686064"/>
    <w:rsid w:val="00686466"/>
    <w:rsid w:val="0068697E"/>
    <w:rsid w:val="00686F9F"/>
    <w:rsid w:val="006878A5"/>
    <w:rsid w:val="00687A90"/>
    <w:rsid w:val="00687B81"/>
    <w:rsid w:val="006904E9"/>
    <w:rsid w:val="00690676"/>
    <w:rsid w:val="0069091A"/>
    <w:rsid w:val="00690959"/>
    <w:rsid w:val="00691710"/>
    <w:rsid w:val="00691F03"/>
    <w:rsid w:val="006925C8"/>
    <w:rsid w:val="006928AB"/>
    <w:rsid w:val="00692FAD"/>
    <w:rsid w:val="00693348"/>
    <w:rsid w:val="00693AD1"/>
    <w:rsid w:val="00693C3F"/>
    <w:rsid w:val="0069438E"/>
    <w:rsid w:val="00695061"/>
    <w:rsid w:val="00695D39"/>
    <w:rsid w:val="006966AF"/>
    <w:rsid w:val="00696A46"/>
    <w:rsid w:val="00696ABB"/>
    <w:rsid w:val="00696B8B"/>
    <w:rsid w:val="006A0943"/>
    <w:rsid w:val="006A0B9C"/>
    <w:rsid w:val="006A0DD7"/>
    <w:rsid w:val="006A0F10"/>
    <w:rsid w:val="006A1CF5"/>
    <w:rsid w:val="006A29F9"/>
    <w:rsid w:val="006A2E29"/>
    <w:rsid w:val="006A2F52"/>
    <w:rsid w:val="006A3EBC"/>
    <w:rsid w:val="006A4F41"/>
    <w:rsid w:val="006A537A"/>
    <w:rsid w:val="006A56E6"/>
    <w:rsid w:val="006A5C72"/>
    <w:rsid w:val="006A7856"/>
    <w:rsid w:val="006A7B21"/>
    <w:rsid w:val="006A7C10"/>
    <w:rsid w:val="006B0022"/>
    <w:rsid w:val="006B0A01"/>
    <w:rsid w:val="006B0B60"/>
    <w:rsid w:val="006B0F4F"/>
    <w:rsid w:val="006B0FE9"/>
    <w:rsid w:val="006B1994"/>
    <w:rsid w:val="006B1AA2"/>
    <w:rsid w:val="006B1CED"/>
    <w:rsid w:val="006B288D"/>
    <w:rsid w:val="006B3236"/>
    <w:rsid w:val="006B32B9"/>
    <w:rsid w:val="006B3D4C"/>
    <w:rsid w:val="006B40AE"/>
    <w:rsid w:val="006B45DC"/>
    <w:rsid w:val="006B4699"/>
    <w:rsid w:val="006B4A82"/>
    <w:rsid w:val="006B4B06"/>
    <w:rsid w:val="006B4E9A"/>
    <w:rsid w:val="006B505B"/>
    <w:rsid w:val="006B546C"/>
    <w:rsid w:val="006B550A"/>
    <w:rsid w:val="006B610F"/>
    <w:rsid w:val="006B65F2"/>
    <w:rsid w:val="006B6C6E"/>
    <w:rsid w:val="006B7769"/>
    <w:rsid w:val="006C00CD"/>
    <w:rsid w:val="006C09D5"/>
    <w:rsid w:val="006C143A"/>
    <w:rsid w:val="006C1C28"/>
    <w:rsid w:val="006C1DE7"/>
    <w:rsid w:val="006C26CC"/>
    <w:rsid w:val="006C2947"/>
    <w:rsid w:val="006C29B2"/>
    <w:rsid w:val="006C4097"/>
    <w:rsid w:val="006C43C0"/>
    <w:rsid w:val="006C444D"/>
    <w:rsid w:val="006C455E"/>
    <w:rsid w:val="006C45D5"/>
    <w:rsid w:val="006C4B8D"/>
    <w:rsid w:val="006C4E8D"/>
    <w:rsid w:val="006C5235"/>
    <w:rsid w:val="006C52D8"/>
    <w:rsid w:val="006C5357"/>
    <w:rsid w:val="006C57EC"/>
    <w:rsid w:val="006C5BCB"/>
    <w:rsid w:val="006C5DA6"/>
    <w:rsid w:val="006C5DE2"/>
    <w:rsid w:val="006C5ED7"/>
    <w:rsid w:val="006C6BE8"/>
    <w:rsid w:val="006C6F43"/>
    <w:rsid w:val="006C7079"/>
    <w:rsid w:val="006C7AB5"/>
    <w:rsid w:val="006D01FA"/>
    <w:rsid w:val="006D02CD"/>
    <w:rsid w:val="006D06C2"/>
    <w:rsid w:val="006D0E0B"/>
    <w:rsid w:val="006D1046"/>
    <w:rsid w:val="006D1150"/>
    <w:rsid w:val="006D12A9"/>
    <w:rsid w:val="006D22EE"/>
    <w:rsid w:val="006D2F05"/>
    <w:rsid w:val="006D3BF4"/>
    <w:rsid w:val="006D433F"/>
    <w:rsid w:val="006D461A"/>
    <w:rsid w:val="006D4A6B"/>
    <w:rsid w:val="006D6516"/>
    <w:rsid w:val="006D6AC7"/>
    <w:rsid w:val="006E06B4"/>
    <w:rsid w:val="006E0725"/>
    <w:rsid w:val="006E0BF0"/>
    <w:rsid w:val="006E18A2"/>
    <w:rsid w:val="006E1AFB"/>
    <w:rsid w:val="006E1FD4"/>
    <w:rsid w:val="006E2047"/>
    <w:rsid w:val="006E20B7"/>
    <w:rsid w:val="006E27AB"/>
    <w:rsid w:val="006E2F18"/>
    <w:rsid w:val="006E30C4"/>
    <w:rsid w:val="006E3A33"/>
    <w:rsid w:val="006E4768"/>
    <w:rsid w:val="006E4AF4"/>
    <w:rsid w:val="006E5C80"/>
    <w:rsid w:val="006E65EB"/>
    <w:rsid w:val="006E6D4B"/>
    <w:rsid w:val="006E79A7"/>
    <w:rsid w:val="006E79FB"/>
    <w:rsid w:val="006E7C8B"/>
    <w:rsid w:val="006F086A"/>
    <w:rsid w:val="006F0BF9"/>
    <w:rsid w:val="006F0CAC"/>
    <w:rsid w:val="006F2443"/>
    <w:rsid w:val="006F2A9E"/>
    <w:rsid w:val="006F357B"/>
    <w:rsid w:val="006F38E8"/>
    <w:rsid w:val="006F3E07"/>
    <w:rsid w:val="006F469C"/>
    <w:rsid w:val="006F483A"/>
    <w:rsid w:val="006F4993"/>
    <w:rsid w:val="006F51BC"/>
    <w:rsid w:val="006F55BF"/>
    <w:rsid w:val="006F5E5E"/>
    <w:rsid w:val="006F5ECB"/>
    <w:rsid w:val="006F6B05"/>
    <w:rsid w:val="006F6C19"/>
    <w:rsid w:val="006F6F18"/>
    <w:rsid w:val="006F721C"/>
    <w:rsid w:val="006F7A48"/>
    <w:rsid w:val="007002B8"/>
    <w:rsid w:val="00700310"/>
    <w:rsid w:val="007013DE"/>
    <w:rsid w:val="0070247E"/>
    <w:rsid w:val="00702A8A"/>
    <w:rsid w:val="0070319B"/>
    <w:rsid w:val="00703630"/>
    <w:rsid w:val="00703A3E"/>
    <w:rsid w:val="00703EDB"/>
    <w:rsid w:val="00704107"/>
    <w:rsid w:val="00704326"/>
    <w:rsid w:val="007049D3"/>
    <w:rsid w:val="00704D0A"/>
    <w:rsid w:val="00704D69"/>
    <w:rsid w:val="00705826"/>
    <w:rsid w:val="007066CE"/>
    <w:rsid w:val="007066FE"/>
    <w:rsid w:val="00706AA9"/>
    <w:rsid w:val="00707287"/>
    <w:rsid w:val="00707C48"/>
    <w:rsid w:val="0071024C"/>
    <w:rsid w:val="007102AA"/>
    <w:rsid w:val="00711AE1"/>
    <w:rsid w:val="00712354"/>
    <w:rsid w:val="0071376D"/>
    <w:rsid w:val="007142B3"/>
    <w:rsid w:val="0071452A"/>
    <w:rsid w:val="007150C5"/>
    <w:rsid w:val="007151AC"/>
    <w:rsid w:val="0071548A"/>
    <w:rsid w:val="00715BBF"/>
    <w:rsid w:val="00715BE3"/>
    <w:rsid w:val="0071626B"/>
    <w:rsid w:val="00716A94"/>
    <w:rsid w:val="00716ADC"/>
    <w:rsid w:val="007170E5"/>
    <w:rsid w:val="00717147"/>
    <w:rsid w:val="00717BE8"/>
    <w:rsid w:val="007206FC"/>
    <w:rsid w:val="00720AAA"/>
    <w:rsid w:val="00721089"/>
    <w:rsid w:val="007217C3"/>
    <w:rsid w:val="00721ECA"/>
    <w:rsid w:val="00722374"/>
    <w:rsid w:val="007224A4"/>
    <w:rsid w:val="007227B6"/>
    <w:rsid w:val="007227BD"/>
    <w:rsid w:val="00722AAC"/>
    <w:rsid w:val="00722FF6"/>
    <w:rsid w:val="0072336F"/>
    <w:rsid w:val="00724AEE"/>
    <w:rsid w:val="00725076"/>
    <w:rsid w:val="007250E4"/>
    <w:rsid w:val="00725159"/>
    <w:rsid w:val="00725274"/>
    <w:rsid w:val="00725B25"/>
    <w:rsid w:val="00725E70"/>
    <w:rsid w:val="00725E88"/>
    <w:rsid w:val="00725F65"/>
    <w:rsid w:val="00726AE3"/>
    <w:rsid w:val="00726CCF"/>
    <w:rsid w:val="00726E58"/>
    <w:rsid w:val="00727528"/>
    <w:rsid w:val="00727A2C"/>
    <w:rsid w:val="00727F6E"/>
    <w:rsid w:val="00727FC3"/>
    <w:rsid w:val="007301D7"/>
    <w:rsid w:val="00730988"/>
    <w:rsid w:val="00730EEF"/>
    <w:rsid w:val="007312F4"/>
    <w:rsid w:val="00731723"/>
    <w:rsid w:val="00731C2B"/>
    <w:rsid w:val="00732540"/>
    <w:rsid w:val="007327BA"/>
    <w:rsid w:val="00733317"/>
    <w:rsid w:val="00733D7F"/>
    <w:rsid w:val="00734CD1"/>
    <w:rsid w:val="00734F0B"/>
    <w:rsid w:val="0073685F"/>
    <w:rsid w:val="00737C39"/>
    <w:rsid w:val="007404F4"/>
    <w:rsid w:val="00740839"/>
    <w:rsid w:val="00741A52"/>
    <w:rsid w:val="0074230C"/>
    <w:rsid w:val="00742ADE"/>
    <w:rsid w:val="00742CA1"/>
    <w:rsid w:val="00742F04"/>
    <w:rsid w:val="0074310B"/>
    <w:rsid w:val="00743319"/>
    <w:rsid w:val="007439E8"/>
    <w:rsid w:val="00744D7C"/>
    <w:rsid w:val="00744FD3"/>
    <w:rsid w:val="00745069"/>
    <w:rsid w:val="00746074"/>
    <w:rsid w:val="007467E6"/>
    <w:rsid w:val="007473D3"/>
    <w:rsid w:val="0075122C"/>
    <w:rsid w:val="007513C3"/>
    <w:rsid w:val="007513FE"/>
    <w:rsid w:val="00751403"/>
    <w:rsid w:val="00752CD3"/>
    <w:rsid w:val="00753FBF"/>
    <w:rsid w:val="007542B0"/>
    <w:rsid w:val="007543D5"/>
    <w:rsid w:val="00754EB9"/>
    <w:rsid w:val="007555C9"/>
    <w:rsid w:val="00755BF8"/>
    <w:rsid w:val="00755D6D"/>
    <w:rsid w:val="007567F5"/>
    <w:rsid w:val="007570D8"/>
    <w:rsid w:val="007572F5"/>
    <w:rsid w:val="0075741C"/>
    <w:rsid w:val="00760473"/>
    <w:rsid w:val="00761086"/>
    <w:rsid w:val="00761C23"/>
    <w:rsid w:val="00761E3F"/>
    <w:rsid w:val="007620C2"/>
    <w:rsid w:val="007622C9"/>
    <w:rsid w:val="00762412"/>
    <w:rsid w:val="007628C3"/>
    <w:rsid w:val="00762F6E"/>
    <w:rsid w:val="00763566"/>
    <w:rsid w:val="00763719"/>
    <w:rsid w:val="00763CB1"/>
    <w:rsid w:val="007640EF"/>
    <w:rsid w:val="007645B1"/>
    <w:rsid w:val="007645E5"/>
    <w:rsid w:val="007646B8"/>
    <w:rsid w:val="00764868"/>
    <w:rsid w:val="007648DB"/>
    <w:rsid w:val="0076514F"/>
    <w:rsid w:val="0076557D"/>
    <w:rsid w:val="00766645"/>
    <w:rsid w:val="007667EB"/>
    <w:rsid w:val="00766B23"/>
    <w:rsid w:val="00766BBA"/>
    <w:rsid w:val="00767141"/>
    <w:rsid w:val="00767B54"/>
    <w:rsid w:val="007703B6"/>
    <w:rsid w:val="0077049D"/>
    <w:rsid w:val="0077050B"/>
    <w:rsid w:val="007714C8"/>
    <w:rsid w:val="007716EA"/>
    <w:rsid w:val="007719DF"/>
    <w:rsid w:val="00771FA4"/>
    <w:rsid w:val="00773035"/>
    <w:rsid w:val="007730CD"/>
    <w:rsid w:val="00773A5D"/>
    <w:rsid w:val="00773C62"/>
    <w:rsid w:val="007746C0"/>
    <w:rsid w:val="00775252"/>
    <w:rsid w:val="007756C6"/>
    <w:rsid w:val="00775A27"/>
    <w:rsid w:val="00776117"/>
    <w:rsid w:val="0077693F"/>
    <w:rsid w:val="00777398"/>
    <w:rsid w:val="007776D3"/>
    <w:rsid w:val="00777E14"/>
    <w:rsid w:val="00777E97"/>
    <w:rsid w:val="007801B7"/>
    <w:rsid w:val="00780330"/>
    <w:rsid w:val="00780600"/>
    <w:rsid w:val="007814F7"/>
    <w:rsid w:val="007815F7"/>
    <w:rsid w:val="00782AED"/>
    <w:rsid w:val="00782DC2"/>
    <w:rsid w:val="00782FD6"/>
    <w:rsid w:val="007831F9"/>
    <w:rsid w:val="007836DD"/>
    <w:rsid w:val="00784035"/>
    <w:rsid w:val="00784101"/>
    <w:rsid w:val="00784659"/>
    <w:rsid w:val="00784682"/>
    <w:rsid w:val="00784B7C"/>
    <w:rsid w:val="00784E25"/>
    <w:rsid w:val="00785228"/>
    <w:rsid w:val="00786AEC"/>
    <w:rsid w:val="00786B71"/>
    <w:rsid w:val="007870DE"/>
    <w:rsid w:val="0078744F"/>
    <w:rsid w:val="00790145"/>
    <w:rsid w:val="00790709"/>
    <w:rsid w:val="0079098E"/>
    <w:rsid w:val="00790B15"/>
    <w:rsid w:val="00790D0D"/>
    <w:rsid w:val="00790EB4"/>
    <w:rsid w:val="00792247"/>
    <w:rsid w:val="007929D0"/>
    <w:rsid w:val="00793FBA"/>
    <w:rsid w:val="00794444"/>
    <w:rsid w:val="00794E44"/>
    <w:rsid w:val="00795C16"/>
    <w:rsid w:val="00795E07"/>
    <w:rsid w:val="00796445"/>
    <w:rsid w:val="00796532"/>
    <w:rsid w:val="00796571"/>
    <w:rsid w:val="007967E5"/>
    <w:rsid w:val="007A00A8"/>
    <w:rsid w:val="007A00B8"/>
    <w:rsid w:val="007A0211"/>
    <w:rsid w:val="007A0C01"/>
    <w:rsid w:val="007A25C7"/>
    <w:rsid w:val="007A2EFC"/>
    <w:rsid w:val="007A3899"/>
    <w:rsid w:val="007A394D"/>
    <w:rsid w:val="007A3B9A"/>
    <w:rsid w:val="007A3FBA"/>
    <w:rsid w:val="007A513F"/>
    <w:rsid w:val="007A58B4"/>
    <w:rsid w:val="007A5B16"/>
    <w:rsid w:val="007A60AD"/>
    <w:rsid w:val="007A60FC"/>
    <w:rsid w:val="007A6841"/>
    <w:rsid w:val="007A6AC3"/>
    <w:rsid w:val="007A6D02"/>
    <w:rsid w:val="007A7660"/>
    <w:rsid w:val="007A7BC7"/>
    <w:rsid w:val="007A7C27"/>
    <w:rsid w:val="007B040C"/>
    <w:rsid w:val="007B0686"/>
    <w:rsid w:val="007B0883"/>
    <w:rsid w:val="007B15BA"/>
    <w:rsid w:val="007B2473"/>
    <w:rsid w:val="007B315F"/>
    <w:rsid w:val="007B3A49"/>
    <w:rsid w:val="007B4270"/>
    <w:rsid w:val="007B46A1"/>
    <w:rsid w:val="007B4A4B"/>
    <w:rsid w:val="007B5043"/>
    <w:rsid w:val="007B506F"/>
    <w:rsid w:val="007B54CD"/>
    <w:rsid w:val="007B58B4"/>
    <w:rsid w:val="007B5927"/>
    <w:rsid w:val="007B6304"/>
    <w:rsid w:val="007B6671"/>
    <w:rsid w:val="007B7436"/>
    <w:rsid w:val="007B759E"/>
    <w:rsid w:val="007B7A11"/>
    <w:rsid w:val="007C0A24"/>
    <w:rsid w:val="007C207E"/>
    <w:rsid w:val="007C2640"/>
    <w:rsid w:val="007C2EBC"/>
    <w:rsid w:val="007C3A33"/>
    <w:rsid w:val="007C40C1"/>
    <w:rsid w:val="007C61B4"/>
    <w:rsid w:val="007C6816"/>
    <w:rsid w:val="007C692A"/>
    <w:rsid w:val="007C6C3C"/>
    <w:rsid w:val="007D03D2"/>
    <w:rsid w:val="007D04F7"/>
    <w:rsid w:val="007D0858"/>
    <w:rsid w:val="007D135D"/>
    <w:rsid w:val="007D2263"/>
    <w:rsid w:val="007D249B"/>
    <w:rsid w:val="007D3291"/>
    <w:rsid w:val="007D38AF"/>
    <w:rsid w:val="007D3AC3"/>
    <w:rsid w:val="007D41BB"/>
    <w:rsid w:val="007D4A93"/>
    <w:rsid w:val="007D682B"/>
    <w:rsid w:val="007D6A84"/>
    <w:rsid w:val="007D6CCA"/>
    <w:rsid w:val="007D7232"/>
    <w:rsid w:val="007D7673"/>
    <w:rsid w:val="007E0067"/>
    <w:rsid w:val="007E083C"/>
    <w:rsid w:val="007E0E25"/>
    <w:rsid w:val="007E3439"/>
    <w:rsid w:val="007E391E"/>
    <w:rsid w:val="007E3E0E"/>
    <w:rsid w:val="007E4B07"/>
    <w:rsid w:val="007E4B11"/>
    <w:rsid w:val="007E4EE1"/>
    <w:rsid w:val="007E5202"/>
    <w:rsid w:val="007E58B0"/>
    <w:rsid w:val="007E5A21"/>
    <w:rsid w:val="007E5DF5"/>
    <w:rsid w:val="007E5F8B"/>
    <w:rsid w:val="007E608C"/>
    <w:rsid w:val="007E60C9"/>
    <w:rsid w:val="007E6D8A"/>
    <w:rsid w:val="007E70F7"/>
    <w:rsid w:val="007E726D"/>
    <w:rsid w:val="007E72FD"/>
    <w:rsid w:val="007F0232"/>
    <w:rsid w:val="007F0400"/>
    <w:rsid w:val="007F0F25"/>
    <w:rsid w:val="007F0FBC"/>
    <w:rsid w:val="007F116C"/>
    <w:rsid w:val="007F141C"/>
    <w:rsid w:val="007F1D32"/>
    <w:rsid w:val="007F23B0"/>
    <w:rsid w:val="007F3247"/>
    <w:rsid w:val="007F374A"/>
    <w:rsid w:val="007F4A3B"/>
    <w:rsid w:val="007F4DBC"/>
    <w:rsid w:val="007F6DC6"/>
    <w:rsid w:val="007F70E5"/>
    <w:rsid w:val="007F71CC"/>
    <w:rsid w:val="007F7868"/>
    <w:rsid w:val="007F7CF5"/>
    <w:rsid w:val="007F7DA1"/>
    <w:rsid w:val="00800970"/>
    <w:rsid w:val="00802CF4"/>
    <w:rsid w:val="008038A3"/>
    <w:rsid w:val="008039DB"/>
    <w:rsid w:val="00803E80"/>
    <w:rsid w:val="00803FE5"/>
    <w:rsid w:val="0080524A"/>
    <w:rsid w:val="00805C3C"/>
    <w:rsid w:val="00806605"/>
    <w:rsid w:val="00807335"/>
    <w:rsid w:val="00810790"/>
    <w:rsid w:val="00810FF0"/>
    <w:rsid w:val="00811474"/>
    <w:rsid w:val="008119F1"/>
    <w:rsid w:val="00811C70"/>
    <w:rsid w:val="00811E26"/>
    <w:rsid w:val="00812044"/>
    <w:rsid w:val="00812A8F"/>
    <w:rsid w:val="00813813"/>
    <w:rsid w:val="00813B8B"/>
    <w:rsid w:val="00813D68"/>
    <w:rsid w:val="00813E0A"/>
    <w:rsid w:val="008147DD"/>
    <w:rsid w:val="0081524A"/>
    <w:rsid w:val="008154A8"/>
    <w:rsid w:val="008158BB"/>
    <w:rsid w:val="00815CA3"/>
    <w:rsid w:val="0081662A"/>
    <w:rsid w:val="008169D6"/>
    <w:rsid w:val="00816D6F"/>
    <w:rsid w:val="00816F3F"/>
    <w:rsid w:val="008171FE"/>
    <w:rsid w:val="00817444"/>
    <w:rsid w:val="008177B4"/>
    <w:rsid w:val="008178F8"/>
    <w:rsid w:val="00817BD8"/>
    <w:rsid w:val="00817C30"/>
    <w:rsid w:val="00820057"/>
    <w:rsid w:val="008209D6"/>
    <w:rsid w:val="00820B4D"/>
    <w:rsid w:val="00821220"/>
    <w:rsid w:val="00821F38"/>
    <w:rsid w:val="0082352A"/>
    <w:rsid w:val="0082413B"/>
    <w:rsid w:val="008252D5"/>
    <w:rsid w:val="00825420"/>
    <w:rsid w:val="0082570C"/>
    <w:rsid w:val="008258B5"/>
    <w:rsid w:val="0082621E"/>
    <w:rsid w:val="0082680B"/>
    <w:rsid w:val="00826989"/>
    <w:rsid w:val="00827061"/>
    <w:rsid w:val="00827438"/>
    <w:rsid w:val="00827944"/>
    <w:rsid w:val="00827CA5"/>
    <w:rsid w:val="008301EE"/>
    <w:rsid w:val="008316CE"/>
    <w:rsid w:val="008319D0"/>
    <w:rsid w:val="00831D56"/>
    <w:rsid w:val="00831F1F"/>
    <w:rsid w:val="00831F22"/>
    <w:rsid w:val="008326A0"/>
    <w:rsid w:val="00833051"/>
    <w:rsid w:val="00833AEC"/>
    <w:rsid w:val="00833D2E"/>
    <w:rsid w:val="00833D94"/>
    <w:rsid w:val="0083487D"/>
    <w:rsid w:val="00834C32"/>
    <w:rsid w:val="00835031"/>
    <w:rsid w:val="00835091"/>
    <w:rsid w:val="0083527C"/>
    <w:rsid w:val="008352F5"/>
    <w:rsid w:val="00835784"/>
    <w:rsid w:val="00837171"/>
    <w:rsid w:val="008374EB"/>
    <w:rsid w:val="008375E3"/>
    <w:rsid w:val="00837804"/>
    <w:rsid w:val="00837D7B"/>
    <w:rsid w:val="00837E0E"/>
    <w:rsid w:val="0084094C"/>
    <w:rsid w:val="008409A3"/>
    <w:rsid w:val="0084179E"/>
    <w:rsid w:val="00841B0A"/>
    <w:rsid w:val="00841B0F"/>
    <w:rsid w:val="00841CA6"/>
    <w:rsid w:val="00841E5C"/>
    <w:rsid w:val="0084240C"/>
    <w:rsid w:val="00843017"/>
    <w:rsid w:val="008436E1"/>
    <w:rsid w:val="00844103"/>
    <w:rsid w:val="0084420D"/>
    <w:rsid w:val="0084467C"/>
    <w:rsid w:val="0084489D"/>
    <w:rsid w:val="00845561"/>
    <w:rsid w:val="008456A1"/>
    <w:rsid w:val="00846397"/>
    <w:rsid w:val="00846652"/>
    <w:rsid w:val="00846DA9"/>
    <w:rsid w:val="00847017"/>
    <w:rsid w:val="00847A9B"/>
    <w:rsid w:val="00850919"/>
    <w:rsid w:val="00850B08"/>
    <w:rsid w:val="00850F90"/>
    <w:rsid w:val="00851684"/>
    <w:rsid w:val="00851806"/>
    <w:rsid w:val="008529FB"/>
    <w:rsid w:val="00852C3F"/>
    <w:rsid w:val="00852F19"/>
    <w:rsid w:val="00853DA2"/>
    <w:rsid w:val="008543FF"/>
    <w:rsid w:val="00854F5F"/>
    <w:rsid w:val="00855018"/>
    <w:rsid w:val="00855F6D"/>
    <w:rsid w:val="008569FB"/>
    <w:rsid w:val="00856B48"/>
    <w:rsid w:val="00857D52"/>
    <w:rsid w:val="00860C8C"/>
    <w:rsid w:val="00861170"/>
    <w:rsid w:val="00862B14"/>
    <w:rsid w:val="00862EF2"/>
    <w:rsid w:val="0086311D"/>
    <w:rsid w:val="00863453"/>
    <w:rsid w:val="008641A4"/>
    <w:rsid w:val="008643CE"/>
    <w:rsid w:val="00864B5D"/>
    <w:rsid w:val="00864B80"/>
    <w:rsid w:val="00864E5C"/>
    <w:rsid w:val="00864E62"/>
    <w:rsid w:val="00864F55"/>
    <w:rsid w:val="0086557C"/>
    <w:rsid w:val="0086579B"/>
    <w:rsid w:val="00865FC7"/>
    <w:rsid w:val="00866A02"/>
    <w:rsid w:val="00866C12"/>
    <w:rsid w:val="008678DF"/>
    <w:rsid w:val="00867B6C"/>
    <w:rsid w:val="00867D45"/>
    <w:rsid w:val="00870694"/>
    <w:rsid w:val="00872651"/>
    <w:rsid w:val="00872C13"/>
    <w:rsid w:val="00872DBB"/>
    <w:rsid w:val="0087341C"/>
    <w:rsid w:val="00873EAF"/>
    <w:rsid w:val="00874F18"/>
    <w:rsid w:val="0087531A"/>
    <w:rsid w:val="00875CF9"/>
    <w:rsid w:val="00875E7F"/>
    <w:rsid w:val="008777E9"/>
    <w:rsid w:val="0088022C"/>
    <w:rsid w:val="008804C9"/>
    <w:rsid w:val="008806DA"/>
    <w:rsid w:val="008813D8"/>
    <w:rsid w:val="00881F24"/>
    <w:rsid w:val="00881F32"/>
    <w:rsid w:val="00882132"/>
    <w:rsid w:val="0088272F"/>
    <w:rsid w:val="00882AA2"/>
    <w:rsid w:val="00882D12"/>
    <w:rsid w:val="00882E21"/>
    <w:rsid w:val="008838AF"/>
    <w:rsid w:val="008838D3"/>
    <w:rsid w:val="00883F35"/>
    <w:rsid w:val="00883F43"/>
    <w:rsid w:val="00884921"/>
    <w:rsid w:val="008849AC"/>
    <w:rsid w:val="00884BDA"/>
    <w:rsid w:val="00884FEA"/>
    <w:rsid w:val="008854E5"/>
    <w:rsid w:val="00885744"/>
    <w:rsid w:val="0088653C"/>
    <w:rsid w:val="00886897"/>
    <w:rsid w:val="00887127"/>
    <w:rsid w:val="00887321"/>
    <w:rsid w:val="00887706"/>
    <w:rsid w:val="00887C12"/>
    <w:rsid w:val="00887DFD"/>
    <w:rsid w:val="00887EFE"/>
    <w:rsid w:val="00890FA2"/>
    <w:rsid w:val="00891D2A"/>
    <w:rsid w:val="00891D78"/>
    <w:rsid w:val="00891EE7"/>
    <w:rsid w:val="00891F21"/>
    <w:rsid w:val="0089200D"/>
    <w:rsid w:val="00892723"/>
    <w:rsid w:val="008928A3"/>
    <w:rsid w:val="0089335B"/>
    <w:rsid w:val="008942F3"/>
    <w:rsid w:val="00895A07"/>
    <w:rsid w:val="00895FD7"/>
    <w:rsid w:val="008961AC"/>
    <w:rsid w:val="00896265"/>
    <w:rsid w:val="008964D0"/>
    <w:rsid w:val="00896514"/>
    <w:rsid w:val="008966D2"/>
    <w:rsid w:val="00896AA4"/>
    <w:rsid w:val="00897230"/>
    <w:rsid w:val="008972E6"/>
    <w:rsid w:val="008A1059"/>
    <w:rsid w:val="008A12D3"/>
    <w:rsid w:val="008A2170"/>
    <w:rsid w:val="008A2397"/>
    <w:rsid w:val="008A28DC"/>
    <w:rsid w:val="008A2F8B"/>
    <w:rsid w:val="008A3B6A"/>
    <w:rsid w:val="008A45D2"/>
    <w:rsid w:val="008A464B"/>
    <w:rsid w:val="008A4728"/>
    <w:rsid w:val="008A570F"/>
    <w:rsid w:val="008A59F5"/>
    <w:rsid w:val="008A618B"/>
    <w:rsid w:val="008A64DA"/>
    <w:rsid w:val="008A64E4"/>
    <w:rsid w:val="008A6C6B"/>
    <w:rsid w:val="008A781D"/>
    <w:rsid w:val="008B03AD"/>
    <w:rsid w:val="008B0788"/>
    <w:rsid w:val="008B0817"/>
    <w:rsid w:val="008B09BB"/>
    <w:rsid w:val="008B0F73"/>
    <w:rsid w:val="008B11F5"/>
    <w:rsid w:val="008B11FE"/>
    <w:rsid w:val="008B158F"/>
    <w:rsid w:val="008B1A9E"/>
    <w:rsid w:val="008B2559"/>
    <w:rsid w:val="008B2B4C"/>
    <w:rsid w:val="008B2B8D"/>
    <w:rsid w:val="008B38DD"/>
    <w:rsid w:val="008B4098"/>
    <w:rsid w:val="008B42E6"/>
    <w:rsid w:val="008B44FF"/>
    <w:rsid w:val="008B4EFF"/>
    <w:rsid w:val="008B5A6C"/>
    <w:rsid w:val="008B5CEF"/>
    <w:rsid w:val="008B5DEE"/>
    <w:rsid w:val="008B5FF1"/>
    <w:rsid w:val="008B622F"/>
    <w:rsid w:val="008B64F7"/>
    <w:rsid w:val="008B7811"/>
    <w:rsid w:val="008B7B91"/>
    <w:rsid w:val="008B7DEA"/>
    <w:rsid w:val="008B7EF0"/>
    <w:rsid w:val="008B7F22"/>
    <w:rsid w:val="008C1520"/>
    <w:rsid w:val="008C1ABF"/>
    <w:rsid w:val="008C1F2D"/>
    <w:rsid w:val="008C21CA"/>
    <w:rsid w:val="008C25B3"/>
    <w:rsid w:val="008C2E3C"/>
    <w:rsid w:val="008C2F3D"/>
    <w:rsid w:val="008C303D"/>
    <w:rsid w:val="008C3A81"/>
    <w:rsid w:val="008C3C43"/>
    <w:rsid w:val="008C460A"/>
    <w:rsid w:val="008C4C46"/>
    <w:rsid w:val="008C4CD3"/>
    <w:rsid w:val="008C5729"/>
    <w:rsid w:val="008C6377"/>
    <w:rsid w:val="008C6503"/>
    <w:rsid w:val="008C6618"/>
    <w:rsid w:val="008C7AA3"/>
    <w:rsid w:val="008D0838"/>
    <w:rsid w:val="008D0A45"/>
    <w:rsid w:val="008D0D75"/>
    <w:rsid w:val="008D1415"/>
    <w:rsid w:val="008D190E"/>
    <w:rsid w:val="008D222C"/>
    <w:rsid w:val="008D2292"/>
    <w:rsid w:val="008D2C8D"/>
    <w:rsid w:val="008D3001"/>
    <w:rsid w:val="008D38D5"/>
    <w:rsid w:val="008D3902"/>
    <w:rsid w:val="008D3CF8"/>
    <w:rsid w:val="008D3DBF"/>
    <w:rsid w:val="008D411D"/>
    <w:rsid w:val="008D49A4"/>
    <w:rsid w:val="008D4AF9"/>
    <w:rsid w:val="008D532A"/>
    <w:rsid w:val="008D5573"/>
    <w:rsid w:val="008D6011"/>
    <w:rsid w:val="008D69DF"/>
    <w:rsid w:val="008D6AFB"/>
    <w:rsid w:val="008D7AF9"/>
    <w:rsid w:val="008E022E"/>
    <w:rsid w:val="008E0F10"/>
    <w:rsid w:val="008E1025"/>
    <w:rsid w:val="008E1535"/>
    <w:rsid w:val="008E3F73"/>
    <w:rsid w:val="008E42C2"/>
    <w:rsid w:val="008E6023"/>
    <w:rsid w:val="008E6159"/>
    <w:rsid w:val="008E63AC"/>
    <w:rsid w:val="008E6587"/>
    <w:rsid w:val="008E67F4"/>
    <w:rsid w:val="008F061F"/>
    <w:rsid w:val="008F0981"/>
    <w:rsid w:val="008F0FF6"/>
    <w:rsid w:val="008F1331"/>
    <w:rsid w:val="008F138E"/>
    <w:rsid w:val="008F1777"/>
    <w:rsid w:val="008F1CA4"/>
    <w:rsid w:val="008F2280"/>
    <w:rsid w:val="008F3F39"/>
    <w:rsid w:val="008F3FA1"/>
    <w:rsid w:val="008F4002"/>
    <w:rsid w:val="008F449B"/>
    <w:rsid w:val="008F4B38"/>
    <w:rsid w:val="008F514F"/>
    <w:rsid w:val="008F55DC"/>
    <w:rsid w:val="008F5DA2"/>
    <w:rsid w:val="008F6165"/>
    <w:rsid w:val="008F630A"/>
    <w:rsid w:val="008F6945"/>
    <w:rsid w:val="008F7A19"/>
    <w:rsid w:val="00900B5E"/>
    <w:rsid w:val="009012F6"/>
    <w:rsid w:val="0090169A"/>
    <w:rsid w:val="009019B9"/>
    <w:rsid w:val="00901A79"/>
    <w:rsid w:val="00901C88"/>
    <w:rsid w:val="009026DD"/>
    <w:rsid w:val="009028A4"/>
    <w:rsid w:val="00902F68"/>
    <w:rsid w:val="009031C5"/>
    <w:rsid w:val="0090338F"/>
    <w:rsid w:val="00903421"/>
    <w:rsid w:val="00903D37"/>
    <w:rsid w:val="00903E51"/>
    <w:rsid w:val="0090420B"/>
    <w:rsid w:val="0090422D"/>
    <w:rsid w:val="009051A1"/>
    <w:rsid w:val="00906108"/>
    <w:rsid w:val="009063A5"/>
    <w:rsid w:val="00910383"/>
    <w:rsid w:val="009104FE"/>
    <w:rsid w:val="00910AB0"/>
    <w:rsid w:val="009118D0"/>
    <w:rsid w:val="0091248C"/>
    <w:rsid w:val="009125D9"/>
    <w:rsid w:val="0091268F"/>
    <w:rsid w:val="009131A4"/>
    <w:rsid w:val="00913301"/>
    <w:rsid w:val="00913758"/>
    <w:rsid w:val="009137F4"/>
    <w:rsid w:val="009138D4"/>
    <w:rsid w:val="00913FBB"/>
    <w:rsid w:val="00914197"/>
    <w:rsid w:val="00914502"/>
    <w:rsid w:val="0091454A"/>
    <w:rsid w:val="00914B9B"/>
    <w:rsid w:val="00914F29"/>
    <w:rsid w:val="00915114"/>
    <w:rsid w:val="00915693"/>
    <w:rsid w:val="00915AB0"/>
    <w:rsid w:val="00915AED"/>
    <w:rsid w:val="00915C34"/>
    <w:rsid w:val="009162DC"/>
    <w:rsid w:val="00916336"/>
    <w:rsid w:val="009164BC"/>
    <w:rsid w:val="009174DB"/>
    <w:rsid w:val="00917509"/>
    <w:rsid w:val="00917CC5"/>
    <w:rsid w:val="00917E3C"/>
    <w:rsid w:val="00920045"/>
    <w:rsid w:val="00920102"/>
    <w:rsid w:val="00920C32"/>
    <w:rsid w:val="00921127"/>
    <w:rsid w:val="00921204"/>
    <w:rsid w:val="00921981"/>
    <w:rsid w:val="00922A8B"/>
    <w:rsid w:val="00922D25"/>
    <w:rsid w:val="00922F38"/>
    <w:rsid w:val="00923FDE"/>
    <w:rsid w:val="00924A0A"/>
    <w:rsid w:val="00925009"/>
    <w:rsid w:val="00925514"/>
    <w:rsid w:val="00925BC9"/>
    <w:rsid w:val="00925E97"/>
    <w:rsid w:val="00926B22"/>
    <w:rsid w:val="0092715D"/>
    <w:rsid w:val="00927237"/>
    <w:rsid w:val="00927705"/>
    <w:rsid w:val="00927898"/>
    <w:rsid w:val="009278E1"/>
    <w:rsid w:val="009308D4"/>
    <w:rsid w:val="009311B0"/>
    <w:rsid w:val="009318EB"/>
    <w:rsid w:val="00931D2E"/>
    <w:rsid w:val="00932FED"/>
    <w:rsid w:val="00933309"/>
    <w:rsid w:val="00934ADF"/>
    <w:rsid w:val="00934B7B"/>
    <w:rsid w:val="00934C51"/>
    <w:rsid w:val="0093536B"/>
    <w:rsid w:val="009360AC"/>
    <w:rsid w:val="00936576"/>
    <w:rsid w:val="009367AF"/>
    <w:rsid w:val="00937D02"/>
    <w:rsid w:val="00940299"/>
    <w:rsid w:val="009403F8"/>
    <w:rsid w:val="00940781"/>
    <w:rsid w:val="00941134"/>
    <w:rsid w:val="00941500"/>
    <w:rsid w:val="00942334"/>
    <w:rsid w:val="009424B6"/>
    <w:rsid w:val="00942579"/>
    <w:rsid w:val="009428D3"/>
    <w:rsid w:val="00942B18"/>
    <w:rsid w:val="00943EB2"/>
    <w:rsid w:val="00943F7C"/>
    <w:rsid w:val="0094554F"/>
    <w:rsid w:val="00945C8E"/>
    <w:rsid w:val="00946701"/>
    <w:rsid w:val="00946BEB"/>
    <w:rsid w:val="00946E0B"/>
    <w:rsid w:val="009473C1"/>
    <w:rsid w:val="00947490"/>
    <w:rsid w:val="009477F9"/>
    <w:rsid w:val="00951615"/>
    <w:rsid w:val="0095172D"/>
    <w:rsid w:val="00951903"/>
    <w:rsid w:val="00951D97"/>
    <w:rsid w:val="00951F39"/>
    <w:rsid w:val="00951FCC"/>
    <w:rsid w:val="0095260C"/>
    <w:rsid w:val="00953139"/>
    <w:rsid w:val="0095465A"/>
    <w:rsid w:val="00954812"/>
    <w:rsid w:val="00954CB4"/>
    <w:rsid w:val="00955DB0"/>
    <w:rsid w:val="00955DB1"/>
    <w:rsid w:val="0095663B"/>
    <w:rsid w:val="009568D5"/>
    <w:rsid w:val="009569BA"/>
    <w:rsid w:val="00957010"/>
    <w:rsid w:val="00957028"/>
    <w:rsid w:val="009571B6"/>
    <w:rsid w:val="00957544"/>
    <w:rsid w:val="00957744"/>
    <w:rsid w:val="009577FF"/>
    <w:rsid w:val="00957F7F"/>
    <w:rsid w:val="009601A6"/>
    <w:rsid w:val="00960D3F"/>
    <w:rsid w:val="00962635"/>
    <w:rsid w:val="00963F1D"/>
    <w:rsid w:val="0096424B"/>
    <w:rsid w:val="00964472"/>
    <w:rsid w:val="00964715"/>
    <w:rsid w:val="00964DCC"/>
    <w:rsid w:val="009654DC"/>
    <w:rsid w:val="00965BCD"/>
    <w:rsid w:val="0096611B"/>
    <w:rsid w:val="009662A9"/>
    <w:rsid w:val="00966392"/>
    <w:rsid w:val="009665BF"/>
    <w:rsid w:val="009665ED"/>
    <w:rsid w:val="00966C23"/>
    <w:rsid w:val="00966EF5"/>
    <w:rsid w:val="009673EB"/>
    <w:rsid w:val="0096747B"/>
    <w:rsid w:val="009677D4"/>
    <w:rsid w:val="0096793C"/>
    <w:rsid w:val="00967AC4"/>
    <w:rsid w:val="009701FD"/>
    <w:rsid w:val="009712AC"/>
    <w:rsid w:val="0097136E"/>
    <w:rsid w:val="0097161E"/>
    <w:rsid w:val="0097182A"/>
    <w:rsid w:val="00971DD2"/>
    <w:rsid w:val="0097266B"/>
    <w:rsid w:val="009727E8"/>
    <w:rsid w:val="009742F4"/>
    <w:rsid w:val="00975386"/>
    <w:rsid w:val="00976C16"/>
    <w:rsid w:val="00977F72"/>
    <w:rsid w:val="00980877"/>
    <w:rsid w:val="00980884"/>
    <w:rsid w:val="009826A0"/>
    <w:rsid w:val="00982745"/>
    <w:rsid w:val="009827F3"/>
    <w:rsid w:val="00982DEA"/>
    <w:rsid w:val="00982F76"/>
    <w:rsid w:val="00983502"/>
    <w:rsid w:val="009839B4"/>
    <w:rsid w:val="00984DF2"/>
    <w:rsid w:val="00985D9F"/>
    <w:rsid w:val="00986276"/>
    <w:rsid w:val="00986BC2"/>
    <w:rsid w:val="0099011C"/>
    <w:rsid w:val="009911BA"/>
    <w:rsid w:val="009915E5"/>
    <w:rsid w:val="009928E2"/>
    <w:rsid w:val="00992C59"/>
    <w:rsid w:val="00992EC7"/>
    <w:rsid w:val="00993845"/>
    <w:rsid w:val="00994769"/>
    <w:rsid w:val="00994AC4"/>
    <w:rsid w:val="00994D97"/>
    <w:rsid w:val="0099518B"/>
    <w:rsid w:val="0099587B"/>
    <w:rsid w:val="00996C80"/>
    <w:rsid w:val="009A060D"/>
    <w:rsid w:val="009A08E9"/>
    <w:rsid w:val="009A0AEE"/>
    <w:rsid w:val="009A1045"/>
    <w:rsid w:val="009A1397"/>
    <w:rsid w:val="009A1E3C"/>
    <w:rsid w:val="009A1F3A"/>
    <w:rsid w:val="009A2209"/>
    <w:rsid w:val="009A2473"/>
    <w:rsid w:val="009A26E6"/>
    <w:rsid w:val="009A293E"/>
    <w:rsid w:val="009A2A01"/>
    <w:rsid w:val="009A3515"/>
    <w:rsid w:val="009A429E"/>
    <w:rsid w:val="009A4BFC"/>
    <w:rsid w:val="009A5116"/>
    <w:rsid w:val="009A6881"/>
    <w:rsid w:val="009A68E4"/>
    <w:rsid w:val="009A6FE6"/>
    <w:rsid w:val="009B0515"/>
    <w:rsid w:val="009B085B"/>
    <w:rsid w:val="009B0B86"/>
    <w:rsid w:val="009B1AC7"/>
    <w:rsid w:val="009B2038"/>
    <w:rsid w:val="009B21EB"/>
    <w:rsid w:val="009B3880"/>
    <w:rsid w:val="009B3D0F"/>
    <w:rsid w:val="009B3E89"/>
    <w:rsid w:val="009B3F40"/>
    <w:rsid w:val="009B4C07"/>
    <w:rsid w:val="009B4E89"/>
    <w:rsid w:val="009B6393"/>
    <w:rsid w:val="009B6AEE"/>
    <w:rsid w:val="009B6FBE"/>
    <w:rsid w:val="009B70D2"/>
    <w:rsid w:val="009B7DAA"/>
    <w:rsid w:val="009C00DA"/>
    <w:rsid w:val="009C04A3"/>
    <w:rsid w:val="009C08F5"/>
    <w:rsid w:val="009C0D1D"/>
    <w:rsid w:val="009C16BC"/>
    <w:rsid w:val="009C22FD"/>
    <w:rsid w:val="009C26F1"/>
    <w:rsid w:val="009C2AFA"/>
    <w:rsid w:val="009C32C7"/>
    <w:rsid w:val="009C3A8D"/>
    <w:rsid w:val="009C3E96"/>
    <w:rsid w:val="009C40A2"/>
    <w:rsid w:val="009C411A"/>
    <w:rsid w:val="009C4136"/>
    <w:rsid w:val="009C4F70"/>
    <w:rsid w:val="009C50CE"/>
    <w:rsid w:val="009C52CA"/>
    <w:rsid w:val="009C6172"/>
    <w:rsid w:val="009C6411"/>
    <w:rsid w:val="009C680D"/>
    <w:rsid w:val="009C6959"/>
    <w:rsid w:val="009C6C9A"/>
    <w:rsid w:val="009C7A07"/>
    <w:rsid w:val="009C7B67"/>
    <w:rsid w:val="009C7C84"/>
    <w:rsid w:val="009D0460"/>
    <w:rsid w:val="009D104F"/>
    <w:rsid w:val="009D10E6"/>
    <w:rsid w:val="009D12F6"/>
    <w:rsid w:val="009D1307"/>
    <w:rsid w:val="009D1685"/>
    <w:rsid w:val="009D1BE3"/>
    <w:rsid w:val="009D1FB0"/>
    <w:rsid w:val="009D20ED"/>
    <w:rsid w:val="009D2421"/>
    <w:rsid w:val="009D2851"/>
    <w:rsid w:val="009D2856"/>
    <w:rsid w:val="009D28B3"/>
    <w:rsid w:val="009D2ABC"/>
    <w:rsid w:val="009D2C8F"/>
    <w:rsid w:val="009D2FE5"/>
    <w:rsid w:val="009D338C"/>
    <w:rsid w:val="009D33C6"/>
    <w:rsid w:val="009D3A99"/>
    <w:rsid w:val="009D46E2"/>
    <w:rsid w:val="009D5930"/>
    <w:rsid w:val="009D5C7F"/>
    <w:rsid w:val="009D620A"/>
    <w:rsid w:val="009D6AB4"/>
    <w:rsid w:val="009D6D4C"/>
    <w:rsid w:val="009D73D2"/>
    <w:rsid w:val="009D7981"/>
    <w:rsid w:val="009D7CE5"/>
    <w:rsid w:val="009D7DB5"/>
    <w:rsid w:val="009E006F"/>
    <w:rsid w:val="009E020F"/>
    <w:rsid w:val="009E118F"/>
    <w:rsid w:val="009E1317"/>
    <w:rsid w:val="009E133F"/>
    <w:rsid w:val="009E1460"/>
    <w:rsid w:val="009E1B7A"/>
    <w:rsid w:val="009E1B9B"/>
    <w:rsid w:val="009E1C63"/>
    <w:rsid w:val="009E247B"/>
    <w:rsid w:val="009E25F2"/>
    <w:rsid w:val="009E2B13"/>
    <w:rsid w:val="009E32A6"/>
    <w:rsid w:val="009E342F"/>
    <w:rsid w:val="009E3C4C"/>
    <w:rsid w:val="009E43E1"/>
    <w:rsid w:val="009E4642"/>
    <w:rsid w:val="009E485B"/>
    <w:rsid w:val="009E4EE6"/>
    <w:rsid w:val="009E5348"/>
    <w:rsid w:val="009E556A"/>
    <w:rsid w:val="009E5889"/>
    <w:rsid w:val="009E5A24"/>
    <w:rsid w:val="009E64FF"/>
    <w:rsid w:val="009E6AC9"/>
    <w:rsid w:val="009E6E00"/>
    <w:rsid w:val="009F0BFD"/>
    <w:rsid w:val="009F0CEC"/>
    <w:rsid w:val="009F0EA1"/>
    <w:rsid w:val="009F0F05"/>
    <w:rsid w:val="009F102D"/>
    <w:rsid w:val="009F10B6"/>
    <w:rsid w:val="009F1530"/>
    <w:rsid w:val="009F182D"/>
    <w:rsid w:val="009F2CEF"/>
    <w:rsid w:val="009F3804"/>
    <w:rsid w:val="009F3863"/>
    <w:rsid w:val="009F430F"/>
    <w:rsid w:val="009F4317"/>
    <w:rsid w:val="009F486D"/>
    <w:rsid w:val="009F51E5"/>
    <w:rsid w:val="009F55E7"/>
    <w:rsid w:val="009F6313"/>
    <w:rsid w:val="009F6BC8"/>
    <w:rsid w:val="009F6EC3"/>
    <w:rsid w:val="009F7050"/>
    <w:rsid w:val="00A01298"/>
    <w:rsid w:val="00A01CFA"/>
    <w:rsid w:val="00A01DC2"/>
    <w:rsid w:val="00A0207B"/>
    <w:rsid w:val="00A025F1"/>
    <w:rsid w:val="00A033DE"/>
    <w:rsid w:val="00A04034"/>
    <w:rsid w:val="00A04904"/>
    <w:rsid w:val="00A04F66"/>
    <w:rsid w:val="00A06000"/>
    <w:rsid w:val="00A060D8"/>
    <w:rsid w:val="00A062D3"/>
    <w:rsid w:val="00A067C3"/>
    <w:rsid w:val="00A0685F"/>
    <w:rsid w:val="00A06995"/>
    <w:rsid w:val="00A06A8E"/>
    <w:rsid w:val="00A06F03"/>
    <w:rsid w:val="00A079BE"/>
    <w:rsid w:val="00A07C81"/>
    <w:rsid w:val="00A10A51"/>
    <w:rsid w:val="00A10FF5"/>
    <w:rsid w:val="00A1115D"/>
    <w:rsid w:val="00A11167"/>
    <w:rsid w:val="00A1172C"/>
    <w:rsid w:val="00A11965"/>
    <w:rsid w:val="00A126BB"/>
    <w:rsid w:val="00A12ABC"/>
    <w:rsid w:val="00A12C40"/>
    <w:rsid w:val="00A12F6D"/>
    <w:rsid w:val="00A13B68"/>
    <w:rsid w:val="00A13BED"/>
    <w:rsid w:val="00A14357"/>
    <w:rsid w:val="00A1439C"/>
    <w:rsid w:val="00A14D84"/>
    <w:rsid w:val="00A15478"/>
    <w:rsid w:val="00A154F1"/>
    <w:rsid w:val="00A160A3"/>
    <w:rsid w:val="00A167E0"/>
    <w:rsid w:val="00A16DA4"/>
    <w:rsid w:val="00A1797F"/>
    <w:rsid w:val="00A17B6F"/>
    <w:rsid w:val="00A205C0"/>
    <w:rsid w:val="00A2169A"/>
    <w:rsid w:val="00A22345"/>
    <w:rsid w:val="00A22712"/>
    <w:rsid w:val="00A22D0D"/>
    <w:rsid w:val="00A23102"/>
    <w:rsid w:val="00A233B7"/>
    <w:rsid w:val="00A2350C"/>
    <w:rsid w:val="00A249CB"/>
    <w:rsid w:val="00A255F9"/>
    <w:rsid w:val="00A25990"/>
    <w:rsid w:val="00A261C2"/>
    <w:rsid w:val="00A263A1"/>
    <w:rsid w:val="00A268AD"/>
    <w:rsid w:val="00A270C8"/>
    <w:rsid w:val="00A271B9"/>
    <w:rsid w:val="00A27833"/>
    <w:rsid w:val="00A27C0D"/>
    <w:rsid w:val="00A27C50"/>
    <w:rsid w:val="00A27C6D"/>
    <w:rsid w:val="00A27F17"/>
    <w:rsid w:val="00A30AB3"/>
    <w:rsid w:val="00A31C8C"/>
    <w:rsid w:val="00A31EBA"/>
    <w:rsid w:val="00A3222A"/>
    <w:rsid w:val="00A324ED"/>
    <w:rsid w:val="00A32989"/>
    <w:rsid w:val="00A32FA7"/>
    <w:rsid w:val="00A3385F"/>
    <w:rsid w:val="00A33C55"/>
    <w:rsid w:val="00A33E55"/>
    <w:rsid w:val="00A34B68"/>
    <w:rsid w:val="00A35447"/>
    <w:rsid w:val="00A35895"/>
    <w:rsid w:val="00A35A6B"/>
    <w:rsid w:val="00A35E3B"/>
    <w:rsid w:val="00A35EDA"/>
    <w:rsid w:val="00A36BE9"/>
    <w:rsid w:val="00A36E3F"/>
    <w:rsid w:val="00A36E77"/>
    <w:rsid w:val="00A36F2C"/>
    <w:rsid w:val="00A3718C"/>
    <w:rsid w:val="00A373FD"/>
    <w:rsid w:val="00A4073A"/>
    <w:rsid w:val="00A40B0F"/>
    <w:rsid w:val="00A40C58"/>
    <w:rsid w:val="00A40E75"/>
    <w:rsid w:val="00A41352"/>
    <w:rsid w:val="00A4307B"/>
    <w:rsid w:val="00A4383B"/>
    <w:rsid w:val="00A43B04"/>
    <w:rsid w:val="00A44077"/>
    <w:rsid w:val="00A446A0"/>
    <w:rsid w:val="00A447C8"/>
    <w:rsid w:val="00A4557F"/>
    <w:rsid w:val="00A45E53"/>
    <w:rsid w:val="00A45FC3"/>
    <w:rsid w:val="00A460AE"/>
    <w:rsid w:val="00A46238"/>
    <w:rsid w:val="00A46A23"/>
    <w:rsid w:val="00A46A52"/>
    <w:rsid w:val="00A46BD0"/>
    <w:rsid w:val="00A4718B"/>
    <w:rsid w:val="00A47664"/>
    <w:rsid w:val="00A47E20"/>
    <w:rsid w:val="00A5018C"/>
    <w:rsid w:val="00A50979"/>
    <w:rsid w:val="00A509C9"/>
    <w:rsid w:val="00A51DC9"/>
    <w:rsid w:val="00A5269C"/>
    <w:rsid w:val="00A529F1"/>
    <w:rsid w:val="00A533E7"/>
    <w:rsid w:val="00A534DD"/>
    <w:rsid w:val="00A53CCF"/>
    <w:rsid w:val="00A53F5E"/>
    <w:rsid w:val="00A541D4"/>
    <w:rsid w:val="00A5467E"/>
    <w:rsid w:val="00A55185"/>
    <w:rsid w:val="00A5538E"/>
    <w:rsid w:val="00A553AF"/>
    <w:rsid w:val="00A557D1"/>
    <w:rsid w:val="00A56311"/>
    <w:rsid w:val="00A5636E"/>
    <w:rsid w:val="00A568F0"/>
    <w:rsid w:val="00A57457"/>
    <w:rsid w:val="00A60DE8"/>
    <w:rsid w:val="00A619EB"/>
    <w:rsid w:val="00A61D60"/>
    <w:rsid w:val="00A624C7"/>
    <w:rsid w:val="00A62975"/>
    <w:rsid w:val="00A640C2"/>
    <w:rsid w:val="00A662DA"/>
    <w:rsid w:val="00A6690F"/>
    <w:rsid w:val="00A6713E"/>
    <w:rsid w:val="00A67230"/>
    <w:rsid w:val="00A674B3"/>
    <w:rsid w:val="00A675F0"/>
    <w:rsid w:val="00A67761"/>
    <w:rsid w:val="00A70E29"/>
    <w:rsid w:val="00A70EDA"/>
    <w:rsid w:val="00A71035"/>
    <w:rsid w:val="00A71B52"/>
    <w:rsid w:val="00A735CC"/>
    <w:rsid w:val="00A737C8"/>
    <w:rsid w:val="00A738BA"/>
    <w:rsid w:val="00A74480"/>
    <w:rsid w:val="00A74AB3"/>
    <w:rsid w:val="00A74DB7"/>
    <w:rsid w:val="00A754A4"/>
    <w:rsid w:val="00A76C8E"/>
    <w:rsid w:val="00A7767E"/>
    <w:rsid w:val="00A7797D"/>
    <w:rsid w:val="00A77AA6"/>
    <w:rsid w:val="00A77D85"/>
    <w:rsid w:val="00A80129"/>
    <w:rsid w:val="00A80155"/>
    <w:rsid w:val="00A808F1"/>
    <w:rsid w:val="00A815A7"/>
    <w:rsid w:val="00A81991"/>
    <w:rsid w:val="00A82784"/>
    <w:rsid w:val="00A85238"/>
    <w:rsid w:val="00A854E1"/>
    <w:rsid w:val="00A86927"/>
    <w:rsid w:val="00A87163"/>
    <w:rsid w:val="00A87197"/>
    <w:rsid w:val="00A87D97"/>
    <w:rsid w:val="00A9115C"/>
    <w:rsid w:val="00A91496"/>
    <w:rsid w:val="00A91690"/>
    <w:rsid w:val="00A9255F"/>
    <w:rsid w:val="00A93601"/>
    <w:rsid w:val="00A93CB5"/>
    <w:rsid w:val="00A93D71"/>
    <w:rsid w:val="00A93ECE"/>
    <w:rsid w:val="00A95011"/>
    <w:rsid w:val="00A958A8"/>
    <w:rsid w:val="00A95BE2"/>
    <w:rsid w:val="00A9615F"/>
    <w:rsid w:val="00A9652A"/>
    <w:rsid w:val="00A96898"/>
    <w:rsid w:val="00A9720E"/>
    <w:rsid w:val="00A9727F"/>
    <w:rsid w:val="00AA0325"/>
    <w:rsid w:val="00AA04D0"/>
    <w:rsid w:val="00AA0688"/>
    <w:rsid w:val="00AA0BE9"/>
    <w:rsid w:val="00AA0D47"/>
    <w:rsid w:val="00AA1854"/>
    <w:rsid w:val="00AA1ABB"/>
    <w:rsid w:val="00AA1C78"/>
    <w:rsid w:val="00AA209B"/>
    <w:rsid w:val="00AA23AD"/>
    <w:rsid w:val="00AA2783"/>
    <w:rsid w:val="00AA28E1"/>
    <w:rsid w:val="00AA2BBA"/>
    <w:rsid w:val="00AA4F99"/>
    <w:rsid w:val="00AA56D3"/>
    <w:rsid w:val="00AA58D8"/>
    <w:rsid w:val="00AA59D6"/>
    <w:rsid w:val="00AA5E10"/>
    <w:rsid w:val="00AA5EA8"/>
    <w:rsid w:val="00AA7167"/>
    <w:rsid w:val="00AA71FF"/>
    <w:rsid w:val="00AA767C"/>
    <w:rsid w:val="00AB02C8"/>
    <w:rsid w:val="00AB04A7"/>
    <w:rsid w:val="00AB04C1"/>
    <w:rsid w:val="00AB10BD"/>
    <w:rsid w:val="00AB164C"/>
    <w:rsid w:val="00AB2227"/>
    <w:rsid w:val="00AB2696"/>
    <w:rsid w:val="00AB2B35"/>
    <w:rsid w:val="00AB2D0D"/>
    <w:rsid w:val="00AB3209"/>
    <w:rsid w:val="00AB3BFA"/>
    <w:rsid w:val="00AB4320"/>
    <w:rsid w:val="00AB44F9"/>
    <w:rsid w:val="00AB453E"/>
    <w:rsid w:val="00AB456E"/>
    <w:rsid w:val="00AB4D91"/>
    <w:rsid w:val="00AB5159"/>
    <w:rsid w:val="00AB5C93"/>
    <w:rsid w:val="00AB5D9C"/>
    <w:rsid w:val="00AB719C"/>
    <w:rsid w:val="00AB71BF"/>
    <w:rsid w:val="00AB7336"/>
    <w:rsid w:val="00AB7A3E"/>
    <w:rsid w:val="00AB7DA2"/>
    <w:rsid w:val="00AC06A8"/>
    <w:rsid w:val="00AC097B"/>
    <w:rsid w:val="00AC09F1"/>
    <w:rsid w:val="00AC0D9B"/>
    <w:rsid w:val="00AC1907"/>
    <w:rsid w:val="00AC1FF9"/>
    <w:rsid w:val="00AC21D1"/>
    <w:rsid w:val="00AC29F1"/>
    <w:rsid w:val="00AC3D7D"/>
    <w:rsid w:val="00AC4878"/>
    <w:rsid w:val="00AC49D3"/>
    <w:rsid w:val="00AC4A6B"/>
    <w:rsid w:val="00AC4D84"/>
    <w:rsid w:val="00AC6338"/>
    <w:rsid w:val="00AC684A"/>
    <w:rsid w:val="00AC730F"/>
    <w:rsid w:val="00AD03B5"/>
    <w:rsid w:val="00AD10ED"/>
    <w:rsid w:val="00AD14A7"/>
    <w:rsid w:val="00AD1879"/>
    <w:rsid w:val="00AD1D19"/>
    <w:rsid w:val="00AD2838"/>
    <w:rsid w:val="00AD287B"/>
    <w:rsid w:val="00AD32AB"/>
    <w:rsid w:val="00AD36B8"/>
    <w:rsid w:val="00AD4FAC"/>
    <w:rsid w:val="00AD524A"/>
    <w:rsid w:val="00AD534F"/>
    <w:rsid w:val="00AD5487"/>
    <w:rsid w:val="00AD5AB8"/>
    <w:rsid w:val="00AD6468"/>
    <w:rsid w:val="00AD67C5"/>
    <w:rsid w:val="00AD6835"/>
    <w:rsid w:val="00AD6F78"/>
    <w:rsid w:val="00AD7007"/>
    <w:rsid w:val="00AE0BB5"/>
    <w:rsid w:val="00AE0E70"/>
    <w:rsid w:val="00AE12E3"/>
    <w:rsid w:val="00AE2F90"/>
    <w:rsid w:val="00AE3800"/>
    <w:rsid w:val="00AE3FBF"/>
    <w:rsid w:val="00AE4434"/>
    <w:rsid w:val="00AE48A4"/>
    <w:rsid w:val="00AE4E22"/>
    <w:rsid w:val="00AE50AC"/>
    <w:rsid w:val="00AE59A4"/>
    <w:rsid w:val="00AE5EA7"/>
    <w:rsid w:val="00AE6C5A"/>
    <w:rsid w:val="00AF0C59"/>
    <w:rsid w:val="00AF1F93"/>
    <w:rsid w:val="00AF23E7"/>
    <w:rsid w:val="00AF2614"/>
    <w:rsid w:val="00AF2B8E"/>
    <w:rsid w:val="00AF32DC"/>
    <w:rsid w:val="00AF37D5"/>
    <w:rsid w:val="00AF3C4A"/>
    <w:rsid w:val="00AF41B0"/>
    <w:rsid w:val="00AF41C0"/>
    <w:rsid w:val="00AF4737"/>
    <w:rsid w:val="00AF4A9D"/>
    <w:rsid w:val="00AF5321"/>
    <w:rsid w:val="00AF72A7"/>
    <w:rsid w:val="00AF7823"/>
    <w:rsid w:val="00AF7BF2"/>
    <w:rsid w:val="00B0051A"/>
    <w:rsid w:val="00B00CF4"/>
    <w:rsid w:val="00B00D9A"/>
    <w:rsid w:val="00B01E25"/>
    <w:rsid w:val="00B023B1"/>
    <w:rsid w:val="00B03272"/>
    <w:rsid w:val="00B03C63"/>
    <w:rsid w:val="00B04898"/>
    <w:rsid w:val="00B04CEE"/>
    <w:rsid w:val="00B05E06"/>
    <w:rsid w:val="00B073D2"/>
    <w:rsid w:val="00B076EE"/>
    <w:rsid w:val="00B109A9"/>
    <w:rsid w:val="00B10B6F"/>
    <w:rsid w:val="00B10D6C"/>
    <w:rsid w:val="00B10D93"/>
    <w:rsid w:val="00B11005"/>
    <w:rsid w:val="00B1104A"/>
    <w:rsid w:val="00B1149A"/>
    <w:rsid w:val="00B1225D"/>
    <w:rsid w:val="00B12B64"/>
    <w:rsid w:val="00B12D81"/>
    <w:rsid w:val="00B13133"/>
    <w:rsid w:val="00B135D8"/>
    <w:rsid w:val="00B1397E"/>
    <w:rsid w:val="00B13C1F"/>
    <w:rsid w:val="00B13DDF"/>
    <w:rsid w:val="00B14995"/>
    <w:rsid w:val="00B1499C"/>
    <w:rsid w:val="00B14A5D"/>
    <w:rsid w:val="00B14BB0"/>
    <w:rsid w:val="00B14DF1"/>
    <w:rsid w:val="00B14E34"/>
    <w:rsid w:val="00B15F69"/>
    <w:rsid w:val="00B16EFF"/>
    <w:rsid w:val="00B1722F"/>
    <w:rsid w:val="00B17F90"/>
    <w:rsid w:val="00B17FB8"/>
    <w:rsid w:val="00B20393"/>
    <w:rsid w:val="00B213E3"/>
    <w:rsid w:val="00B21440"/>
    <w:rsid w:val="00B218E8"/>
    <w:rsid w:val="00B2251A"/>
    <w:rsid w:val="00B22563"/>
    <w:rsid w:val="00B22950"/>
    <w:rsid w:val="00B22D5D"/>
    <w:rsid w:val="00B2379C"/>
    <w:rsid w:val="00B24B3B"/>
    <w:rsid w:val="00B25FD8"/>
    <w:rsid w:val="00B2633F"/>
    <w:rsid w:val="00B265D4"/>
    <w:rsid w:val="00B267AD"/>
    <w:rsid w:val="00B267AE"/>
    <w:rsid w:val="00B267B1"/>
    <w:rsid w:val="00B2767C"/>
    <w:rsid w:val="00B2780E"/>
    <w:rsid w:val="00B278C3"/>
    <w:rsid w:val="00B30D65"/>
    <w:rsid w:val="00B310A9"/>
    <w:rsid w:val="00B322AB"/>
    <w:rsid w:val="00B322B0"/>
    <w:rsid w:val="00B32753"/>
    <w:rsid w:val="00B327E0"/>
    <w:rsid w:val="00B334D1"/>
    <w:rsid w:val="00B334EE"/>
    <w:rsid w:val="00B3384E"/>
    <w:rsid w:val="00B33E14"/>
    <w:rsid w:val="00B33EAA"/>
    <w:rsid w:val="00B34044"/>
    <w:rsid w:val="00B351C3"/>
    <w:rsid w:val="00B3574F"/>
    <w:rsid w:val="00B35DC3"/>
    <w:rsid w:val="00B3654E"/>
    <w:rsid w:val="00B36E8B"/>
    <w:rsid w:val="00B375B0"/>
    <w:rsid w:val="00B37D29"/>
    <w:rsid w:val="00B40006"/>
    <w:rsid w:val="00B4041D"/>
    <w:rsid w:val="00B40983"/>
    <w:rsid w:val="00B416D2"/>
    <w:rsid w:val="00B41B32"/>
    <w:rsid w:val="00B41B3A"/>
    <w:rsid w:val="00B42029"/>
    <w:rsid w:val="00B421C5"/>
    <w:rsid w:val="00B4266B"/>
    <w:rsid w:val="00B43AAC"/>
    <w:rsid w:val="00B43AEB"/>
    <w:rsid w:val="00B43B49"/>
    <w:rsid w:val="00B44950"/>
    <w:rsid w:val="00B44A28"/>
    <w:rsid w:val="00B44FBE"/>
    <w:rsid w:val="00B453D8"/>
    <w:rsid w:val="00B45503"/>
    <w:rsid w:val="00B45AF1"/>
    <w:rsid w:val="00B45C7E"/>
    <w:rsid w:val="00B4614B"/>
    <w:rsid w:val="00B4713F"/>
    <w:rsid w:val="00B47458"/>
    <w:rsid w:val="00B47A2A"/>
    <w:rsid w:val="00B47D95"/>
    <w:rsid w:val="00B50561"/>
    <w:rsid w:val="00B507AC"/>
    <w:rsid w:val="00B50BAE"/>
    <w:rsid w:val="00B5140D"/>
    <w:rsid w:val="00B51697"/>
    <w:rsid w:val="00B5186A"/>
    <w:rsid w:val="00B51EA4"/>
    <w:rsid w:val="00B5251C"/>
    <w:rsid w:val="00B526E9"/>
    <w:rsid w:val="00B52C7F"/>
    <w:rsid w:val="00B52E20"/>
    <w:rsid w:val="00B53043"/>
    <w:rsid w:val="00B54A39"/>
    <w:rsid w:val="00B54B83"/>
    <w:rsid w:val="00B54BD9"/>
    <w:rsid w:val="00B54F93"/>
    <w:rsid w:val="00B55F6C"/>
    <w:rsid w:val="00B56048"/>
    <w:rsid w:val="00B56A5F"/>
    <w:rsid w:val="00B57679"/>
    <w:rsid w:val="00B57945"/>
    <w:rsid w:val="00B602DD"/>
    <w:rsid w:val="00B617DA"/>
    <w:rsid w:val="00B61A1B"/>
    <w:rsid w:val="00B61DA5"/>
    <w:rsid w:val="00B62D5E"/>
    <w:rsid w:val="00B63324"/>
    <w:rsid w:val="00B6339C"/>
    <w:rsid w:val="00B63BED"/>
    <w:rsid w:val="00B63FE0"/>
    <w:rsid w:val="00B642F8"/>
    <w:rsid w:val="00B64704"/>
    <w:rsid w:val="00B64C5F"/>
    <w:rsid w:val="00B64CD6"/>
    <w:rsid w:val="00B64DA5"/>
    <w:rsid w:val="00B64DE0"/>
    <w:rsid w:val="00B65527"/>
    <w:rsid w:val="00B657F7"/>
    <w:rsid w:val="00B65B0B"/>
    <w:rsid w:val="00B65E95"/>
    <w:rsid w:val="00B66604"/>
    <w:rsid w:val="00B67E09"/>
    <w:rsid w:val="00B700D5"/>
    <w:rsid w:val="00B70FF9"/>
    <w:rsid w:val="00B7154C"/>
    <w:rsid w:val="00B71B5A"/>
    <w:rsid w:val="00B71C41"/>
    <w:rsid w:val="00B723F2"/>
    <w:rsid w:val="00B733A0"/>
    <w:rsid w:val="00B73416"/>
    <w:rsid w:val="00B737F5"/>
    <w:rsid w:val="00B74549"/>
    <w:rsid w:val="00B746D3"/>
    <w:rsid w:val="00B74CD8"/>
    <w:rsid w:val="00B753BE"/>
    <w:rsid w:val="00B75483"/>
    <w:rsid w:val="00B75ACB"/>
    <w:rsid w:val="00B75FF0"/>
    <w:rsid w:val="00B7623D"/>
    <w:rsid w:val="00B76AE9"/>
    <w:rsid w:val="00B76E58"/>
    <w:rsid w:val="00B77259"/>
    <w:rsid w:val="00B77450"/>
    <w:rsid w:val="00B7790C"/>
    <w:rsid w:val="00B80018"/>
    <w:rsid w:val="00B80863"/>
    <w:rsid w:val="00B80906"/>
    <w:rsid w:val="00B80BFF"/>
    <w:rsid w:val="00B80ED2"/>
    <w:rsid w:val="00B813FF"/>
    <w:rsid w:val="00B8157E"/>
    <w:rsid w:val="00B81765"/>
    <w:rsid w:val="00B81821"/>
    <w:rsid w:val="00B823E7"/>
    <w:rsid w:val="00B82EA4"/>
    <w:rsid w:val="00B85508"/>
    <w:rsid w:val="00B8568D"/>
    <w:rsid w:val="00B85CF7"/>
    <w:rsid w:val="00B8605B"/>
    <w:rsid w:val="00B87383"/>
    <w:rsid w:val="00B875EF"/>
    <w:rsid w:val="00B87C7F"/>
    <w:rsid w:val="00B87DD2"/>
    <w:rsid w:val="00B9000A"/>
    <w:rsid w:val="00B90E51"/>
    <w:rsid w:val="00B91133"/>
    <w:rsid w:val="00B9197C"/>
    <w:rsid w:val="00B921AA"/>
    <w:rsid w:val="00B925F5"/>
    <w:rsid w:val="00B92AEE"/>
    <w:rsid w:val="00B92F4F"/>
    <w:rsid w:val="00B93983"/>
    <w:rsid w:val="00B93B36"/>
    <w:rsid w:val="00B942E7"/>
    <w:rsid w:val="00B9454C"/>
    <w:rsid w:val="00B94F0A"/>
    <w:rsid w:val="00B95372"/>
    <w:rsid w:val="00B959B5"/>
    <w:rsid w:val="00B95A7D"/>
    <w:rsid w:val="00B95C09"/>
    <w:rsid w:val="00B960F2"/>
    <w:rsid w:val="00B9638C"/>
    <w:rsid w:val="00B96AEE"/>
    <w:rsid w:val="00B96EC1"/>
    <w:rsid w:val="00B97D6E"/>
    <w:rsid w:val="00BA0087"/>
    <w:rsid w:val="00BA094F"/>
    <w:rsid w:val="00BA15D6"/>
    <w:rsid w:val="00BA166E"/>
    <w:rsid w:val="00BA17C4"/>
    <w:rsid w:val="00BA1FCD"/>
    <w:rsid w:val="00BA2679"/>
    <w:rsid w:val="00BA323A"/>
    <w:rsid w:val="00BA3411"/>
    <w:rsid w:val="00BA3414"/>
    <w:rsid w:val="00BA3657"/>
    <w:rsid w:val="00BA41C6"/>
    <w:rsid w:val="00BA473D"/>
    <w:rsid w:val="00BA528F"/>
    <w:rsid w:val="00BA5694"/>
    <w:rsid w:val="00BA5CFB"/>
    <w:rsid w:val="00BA6295"/>
    <w:rsid w:val="00BA69D6"/>
    <w:rsid w:val="00BA6A82"/>
    <w:rsid w:val="00BA7E9B"/>
    <w:rsid w:val="00BA7FC4"/>
    <w:rsid w:val="00BB0088"/>
    <w:rsid w:val="00BB04CD"/>
    <w:rsid w:val="00BB0522"/>
    <w:rsid w:val="00BB082D"/>
    <w:rsid w:val="00BB0E77"/>
    <w:rsid w:val="00BB11D9"/>
    <w:rsid w:val="00BB13F1"/>
    <w:rsid w:val="00BB1CB9"/>
    <w:rsid w:val="00BB1F2E"/>
    <w:rsid w:val="00BB2005"/>
    <w:rsid w:val="00BB222E"/>
    <w:rsid w:val="00BB230B"/>
    <w:rsid w:val="00BB246F"/>
    <w:rsid w:val="00BB26D8"/>
    <w:rsid w:val="00BB2C0E"/>
    <w:rsid w:val="00BB345F"/>
    <w:rsid w:val="00BB394E"/>
    <w:rsid w:val="00BB42E3"/>
    <w:rsid w:val="00BB4815"/>
    <w:rsid w:val="00BB4B97"/>
    <w:rsid w:val="00BB54B6"/>
    <w:rsid w:val="00BB5592"/>
    <w:rsid w:val="00BB56DE"/>
    <w:rsid w:val="00BB5F6C"/>
    <w:rsid w:val="00BB6582"/>
    <w:rsid w:val="00BB6F33"/>
    <w:rsid w:val="00BB73DE"/>
    <w:rsid w:val="00BB760B"/>
    <w:rsid w:val="00BB7816"/>
    <w:rsid w:val="00BB7E9B"/>
    <w:rsid w:val="00BC07FF"/>
    <w:rsid w:val="00BC1268"/>
    <w:rsid w:val="00BC1902"/>
    <w:rsid w:val="00BC245A"/>
    <w:rsid w:val="00BC255E"/>
    <w:rsid w:val="00BC3180"/>
    <w:rsid w:val="00BC3348"/>
    <w:rsid w:val="00BC345A"/>
    <w:rsid w:val="00BC3647"/>
    <w:rsid w:val="00BC3922"/>
    <w:rsid w:val="00BC3A9D"/>
    <w:rsid w:val="00BC3D1A"/>
    <w:rsid w:val="00BC3E0B"/>
    <w:rsid w:val="00BC414C"/>
    <w:rsid w:val="00BC4388"/>
    <w:rsid w:val="00BC4491"/>
    <w:rsid w:val="00BC4EF2"/>
    <w:rsid w:val="00BC5041"/>
    <w:rsid w:val="00BC590B"/>
    <w:rsid w:val="00BC5F4F"/>
    <w:rsid w:val="00BC66E6"/>
    <w:rsid w:val="00BC6F21"/>
    <w:rsid w:val="00BC7739"/>
    <w:rsid w:val="00BD1574"/>
    <w:rsid w:val="00BD1872"/>
    <w:rsid w:val="00BD1AF8"/>
    <w:rsid w:val="00BD1D49"/>
    <w:rsid w:val="00BD2ACB"/>
    <w:rsid w:val="00BD2C72"/>
    <w:rsid w:val="00BD3EA7"/>
    <w:rsid w:val="00BD40B6"/>
    <w:rsid w:val="00BD5043"/>
    <w:rsid w:val="00BD5069"/>
    <w:rsid w:val="00BD549A"/>
    <w:rsid w:val="00BD5753"/>
    <w:rsid w:val="00BD5BBA"/>
    <w:rsid w:val="00BD605F"/>
    <w:rsid w:val="00BD6063"/>
    <w:rsid w:val="00BD6AB8"/>
    <w:rsid w:val="00BD6B0B"/>
    <w:rsid w:val="00BD6E04"/>
    <w:rsid w:val="00BD7039"/>
    <w:rsid w:val="00BD7A2B"/>
    <w:rsid w:val="00BE01C1"/>
    <w:rsid w:val="00BE02E4"/>
    <w:rsid w:val="00BE0C77"/>
    <w:rsid w:val="00BE12CF"/>
    <w:rsid w:val="00BE13CB"/>
    <w:rsid w:val="00BE1D62"/>
    <w:rsid w:val="00BE2DF5"/>
    <w:rsid w:val="00BE3257"/>
    <w:rsid w:val="00BE3577"/>
    <w:rsid w:val="00BE3DF4"/>
    <w:rsid w:val="00BE3E56"/>
    <w:rsid w:val="00BE48F5"/>
    <w:rsid w:val="00BE4947"/>
    <w:rsid w:val="00BE4DB3"/>
    <w:rsid w:val="00BE52BA"/>
    <w:rsid w:val="00BE59F5"/>
    <w:rsid w:val="00BE5FD9"/>
    <w:rsid w:val="00BE6048"/>
    <w:rsid w:val="00BE6FC2"/>
    <w:rsid w:val="00BE72D6"/>
    <w:rsid w:val="00BE7514"/>
    <w:rsid w:val="00BE7E69"/>
    <w:rsid w:val="00BE7FA1"/>
    <w:rsid w:val="00BF00DC"/>
    <w:rsid w:val="00BF00F0"/>
    <w:rsid w:val="00BF1283"/>
    <w:rsid w:val="00BF15D1"/>
    <w:rsid w:val="00BF16F0"/>
    <w:rsid w:val="00BF184A"/>
    <w:rsid w:val="00BF1AC6"/>
    <w:rsid w:val="00BF1E69"/>
    <w:rsid w:val="00BF2219"/>
    <w:rsid w:val="00BF28E5"/>
    <w:rsid w:val="00BF2C21"/>
    <w:rsid w:val="00BF3410"/>
    <w:rsid w:val="00BF37BA"/>
    <w:rsid w:val="00BF3B3B"/>
    <w:rsid w:val="00BF4244"/>
    <w:rsid w:val="00BF4B8D"/>
    <w:rsid w:val="00BF5BFD"/>
    <w:rsid w:val="00BF608E"/>
    <w:rsid w:val="00BF70AA"/>
    <w:rsid w:val="00BF72A0"/>
    <w:rsid w:val="00BF73E6"/>
    <w:rsid w:val="00BF7741"/>
    <w:rsid w:val="00BF7905"/>
    <w:rsid w:val="00C00153"/>
    <w:rsid w:val="00C00F6E"/>
    <w:rsid w:val="00C012B8"/>
    <w:rsid w:val="00C01313"/>
    <w:rsid w:val="00C014DE"/>
    <w:rsid w:val="00C02757"/>
    <w:rsid w:val="00C027B2"/>
    <w:rsid w:val="00C04445"/>
    <w:rsid w:val="00C04494"/>
    <w:rsid w:val="00C04B5F"/>
    <w:rsid w:val="00C04F35"/>
    <w:rsid w:val="00C05553"/>
    <w:rsid w:val="00C059D1"/>
    <w:rsid w:val="00C06B6C"/>
    <w:rsid w:val="00C06C12"/>
    <w:rsid w:val="00C07541"/>
    <w:rsid w:val="00C07C64"/>
    <w:rsid w:val="00C10113"/>
    <w:rsid w:val="00C1052F"/>
    <w:rsid w:val="00C1076F"/>
    <w:rsid w:val="00C10F44"/>
    <w:rsid w:val="00C10FA8"/>
    <w:rsid w:val="00C12252"/>
    <w:rsid w:val="00C1239B"/>
    <w:rsid w:val="00C1249B"/>
    <w:rsid w:val="00C1279B"/>
    <w:rsid w:val="00C129D2"/>
    <w:rsid w:val="00C12A79"/>
    <w:rsid w:val="00C12CDA"/>
    <w:rsid w:val="00C12E43"/>
    <w:rsid w:val="00C13A95"/>
    <w:rsid w:val="00C141B6"/>
    <w:rsid w:val="00C1506E"/>
    <w:rsid w:val="00C15121"/>
    <w:rsid w:val="00C15617"/>
    <w:rsid w:val="00C15FFA"/>
    <w:rsid w:val="00C16511"/>
    <w:rsid w:val="00C16524"/>
    <w:rsid w:val="00C1708C"/>
    <w:rsid w:val="00C1720D"/>
    <w:rsid w:val="00C17339"/>
    <w:rsid w:val="00C17471"/>
    <w:rsid w:val="00C17DAF"/>
    <w:rsid w:val="00C17EE0"/>
    <w:rsid w:val="00C2009C"/>
    <w:rsid w:val="00C20E56"/>
    <w:rsid w:val="00C20EB0"/>
    <w:rsid w:val="00C20FC1"/>
    <w:rsid w:val="00C214CC"/>
    <w:rsid w:val="00C21749"/>
    <w:rsid w:val="00C225D0"/>
    <w:rsid w:val="00C22B7A"/>
    <w:rsid w:val="00C239B5"/>
    <w:rsid w:val="00C23C6F"/>
    <w:rsid w:val="00C245FB"/>
    <w:rsid w:val="00C24F3F"/>
    <w:rsid w:val="00C250F3"/>
    <w:rsid w:val="00C25508"/>
    <w:rsid w:val="00C255D6"/>
    <w:rsid w:val="00C2688E"/>
    <w:rsid w:val="00C26F13"/>
    <w:rsid w:val="00C27454"/>
    <w:rsid w:val="00C30256"/>
    <w:rsid w:val="00C3041E"/>
    <w:rsid w:val="00C3135C"/>
    <w:rsid w:val="00C319DC"/>
    <w:rsid w:val="00C31E88"/>
    <w:rsid w:val="00C32345"/>
    <w:rsid w:val="00C32392"/>
    <w:rsid w:val="00C32426"/>
    <w:rsid w:val="00C32E05"/>
    <w:rsid w:val="00C33344"/>
    <w:rsid w:val="00C33C36"/>
    <w:rsid w:val="00C34B24"/>
    <w:rsid w:val="00C35449"/>
    <w:rsid w:val="00C354CC"/>
    <w:rsid w:val="00C35AE5"/>
    <w:rsid w:val="00C3627C"/>
    <w:rsid w:val="00C362D6"/>
    <w:rsid w:val="00C3661A"/>
    <w:rsid w:val="00C369EC"/>
    <w:rsid w:val="00C36A8B"/>
    <w:rsid w:val="00C370F1"/>
    <w:rsid w:val="00C37B22"/>
    <w:rsid w:val="00C37DFF"/>
    <w:rsid w:val="00C406DC"/>
    <w:rsid w:val="00C41307"/>
    <w:rsid w:val="00C415D1"/>
    <w:rsid w:val="00C417D6"/>
    <w:rsid w:val="00C41848"/>
    <w:rsid w:val="00C421E9"/>
    <w:rsid w:val="00C42860"/>
    <w:rsid w:val="00C428B6"/>
    <w:rsid w:val="00C42A4B"/>
    <w:rsid w:val="00C42C52"/>
    <w:rsid w:val="00C42D6C"/>
    <w:rsid w:val="00C43330"/>
    <w:rsid w:val="00C4364B"/>
    <w:rsid w:val="00C43AA3"/>
    <w:rsid w:val="00C43BFB"/>
    <w:rsid w:val="00C4449A"/>
    <w:rsid w:val="00C44A05"/>
    <w:rsid w:val="00C44BAE"/>
    <w:rsid w:val="00C4506B"/>
    <w:rsid w:val="00C45AC7"/>
    <w:rsid w:val="00C45B22"/>
    <w:rsid w:val="00C45C5C"/>
    <w:rsid w:val="00C46449"/>
    <w:rsid w:val="00C467FA"/>
    <w:rsid w:val="00C46E5F"/>
    <w:rsid w:val="00C470BD"/>
    <w:rsid w:val="00C47137"/>
    <w:rsid w:val="00C47349"/>
    <w:rsid w:val="00C47A8A"/>
    <w:rsid w:val="00C500BC"/>
    <w:rsid w:val="00C507BC"/>
    <w:rsid w:val="00C51D5C"/>
    <w:rsid w:val="00C532E5"/>
    <w:rsid w:val="00C541CA"/>
    <w:rsid w:val="00C5524C"/>
    <w:rsid w:val="00C55C44"/>
    <w:rsid w:val="00C55CE6"/>
    <w:rsid w:val="00C56BF4"/>
    <w:rsid w:val="00C570C8"/>
    <w:rsid w:val="00C57CB3"/>
    <w:rsid w:val="00C60306"/>
    <w:rsid w:val="00C6062E"/>
    <w:rsid w:val="00C60D0F"/>
    <w:rsid w:val="00C61024"/>
    <w:rsid w:val="00C61520"/>
    <w:rsid w:val="00C6183A"/>
    <w:rsid w:val="00C61D7C"/>
    <w:rsid w:val="00C62329"/>
    <w:rsid w:val="00C628C9"/>
    <w:rsid w:val="00C63E82"/>
    <w:rsid w:val="00C63F70"/>
    <w:rsid w:val="00C6424F"/>
    <w:rsid w:val="00C64846"/>
    <w:rsid w:val="00C64AE0"/>
    <w:rsid w:val="00C653D9"/>
    <w:rsid w:val="00C658D8"/>
    <w:rsid w:val="00C66964"/>
    <w:rsid w:val="00C66AB3"/>
    <w:rsid w:val="00C67212"/>
    <w:rsid w:val="00C675FF"/>
    <w:rsid w:val="00C67BE7"/>
    <w:rsid w:val="00C7015D"/>
    <w:rsid w:val="00C70897"/>
    <w:rsid w:val="00C7228B"/>
    <w:rsid w:val="00C72740"/>
    <w:rsid w:val="00C7274C"/>
    <w:rsid w:val="00C72882"/>
    <w:rsid w:val="00C728B1"/>
    <w:rsid w:val="00C7295A"/>
    <w:rsid w:val="00C739B5"/>
    <w:rsid w:val="00C73BE3"/>
    <w:rsid w:val="00C74525"/>
    <w:rsid w:val="00C74659"/>
    <w:rsid w:val="00C75391"/>
    <w:rsid w:val="00C7544E"/>
    <w:rsid w:val="00C7620A"/>
    <w:rsid w:val="00C7624E"/>
    <w:rsid w:val="00C768A1"/>
    <w:rsid w:val="00C76B44"/>
    <w:rsid w:val="00C76C2B"/>
    <w:rsid w:val="00C770ED"/>
    <w:rsid w:val="00C808BB"/>
    <w:rsid w:val="00C80FC8"/>
    <w:rsid w:val="00C81422"/>
    <w:rsid w:val="00C8171F"/>
    <w:rsid w:val="00C81CF9"/>
    <w:rsid w:val="00C820F0"/>
    <w:rsid w:val="00C821A8"/>
    <w:rsid w:val="00C8312A"/>
    <w:rsid w:val="00C83E3C"/>
    <w:rsid w:val="00C8457B"/>
    <w:rsid w:val="00C84670"/>
    <w:rsid w:val="00C85873"/>
    <w:rsid w:val="00C85B32"/>
    <w:rsid w:val="00C85DFE"/>
    <w:rsid w:val="00C86431"/>
    <w:rsid w:val="00C86B43"/>
    <w:rsid w:val="00C87439"/>
    <w:rsid w:val="00C87475"/>
    <w:rsid w:val="00C905A5"/>
    <w:rsid w:val="00C9062A"/>
    <w:rsid w:val="00C9067D"/>
    <w:rsid w:val="00C90E09"/>
    <w:rsid w:val="00C910AC"/>
    <w:rsid w:val="00C91774"/>
    <w:rsid w:val="00C91C30"/>
    <w:rsid w:val="00C91DF6"/>
    <w:rsid w:val="00C922B1"/>
    <w:rsid w:val="00C928DD"/>
    <w:rsid w:val="00C92999"/>
    <w:rsid w:val="00C92D9B"/>
    <w:rsid w:val="00C9306E"/>
    <w:rsid w:val="00C932D0"/>
    <w:rsid w:val="00C93978"/>
    <w:rsid w:val="00C93BD2"/>
    <w:rsid w:val="00C94419"/>
    <w:rsid w:val="00C94698"/>
    <w:rsid w:val="00C94830"/>
    <w:rsid w:val="00C94A62"/>
    <w:rsid w:val="00C95D48"/>
    <w:rsid w:val="00C960D8"/>
    <w:rsid w:val="00C960EE"/>
    <w:rsid w:val="00C965AC"/>
    <w:rsid w:val="00C96E9A"/>
    <w:rsid w:val="00C9756D"/>
    <w:rsid w:val="00C97913"/>
    <w:rsid w:val="00CA0D99"/>
    <w:rsid w:val="00CA0FF8"/>
    <w:rsid w:val="00CA1B6B"/>
    <w:rsid w:val="00CA1FF7"/>
    <w:rsid w:val="00CA2A0F"/>
    <w:rsid w:val="00CA323D"/>
    <w:rsid w:val="00CA34CD"/>
    <w:rsid w:val="00CA3523"/>
    <w:rsid w:val="00CA39AE"/>
    <w:rsid w:val="00CA407E"/>
    <w:rsid w:val="00CA420D"/>
    <w:rsid w:val="00CA421D"/>
    <w:rsid w:val="00CA4253"/>
    <w:rsid w:val="00CA46DC"/>
    <w:rsid w:val="00CA5804"/>
    <w:rsid w:val="00CA5F25"/>
    <w:rsid w:val="00CA6378"/>
    <w:rsid w:val="00CA651C"/>
    <w:rsid w:val="00CA6E5A"/>
    <w:rsid w:val="00CA7509"/>
    <w:rsid w:val="00CA777A"/>
    <w:rsid w:val="00CB044B"/>
    <w:rsid w:val="00CB07F1"/>
    <w:rsid w:val="00CB0990"/>
    <w:rsid w:val="00CB199B"/>
    <w:rsid w:val="00CB3CBF"/>
    <w:rsid w:val="00CB3D42"/>
    <w:rsid w:val="00CB4101"/>
    <w:rsid w:val="00CB42E1"/>
    <w:rsid w:val="00CB4855"/>
    <w:rsid w:val="00CB4D08"/>
    <w:rsid w:val="00CB4F4F"/>
    <w:rsid w:val="00CB5605"/>
    <w:rsid w:val="00CB561D"/>
    <w:rsid w:val="00CB576D"/>
    <w:rsid w:val="00CB589D"/>
    <w:rsid w:val="00CB6AFE"/>
    <w:rsid w:val="00CB6C00"/>
    <w:rsid w:val="00CB704B"/>
    <w:rsid w:val="00CB792D"/>
    <w:rsid w:val="00CB7CF5"/>
    <w:rsid w:val="00CB7DC9"/>
    <w:rsid w:val="00CC03C4"/>
    <w:rsid w:val="00CC0550"/>
    <w:rsid w:val="00CC1412"/>
    <w:rsid w:val="00CC1957"/>
    <w:rsid w:val="00CC1BE7"/>
    <w:rsid w:val="00CC2454"/>
    <w:rsid w:val="00CC30D4"/>
    <w:rsid w:val="00CC3C1F"/>
    <w:rsid w:val="00CC3D85"/>
    <w:rsid w:val="00CC3EDA"/>
    <w:rsid w:val="00CC4082"/>
    <w:rsid w:val="00CC4B1F"/>
    <w:rsid w:val="00CC5041"/>
    <w:rsid w:val="00CC67AB"/>
    <w:rsid w:val="00CC697C"/>
    <w:rsid w:val="00CC6A9A"/>
    <w:rsid w:val="00CC70A5"/>
    <w:rsid w:val="00CC72AE"/>
    <w:rsid w:val="00CC784D"/>
    <w:rsid w:val="00CD09BA"/>
    <w:rsid w:val="00CD0C6F"/>
    <w:rsid w:val="00CD11BF"/>
    <w:rsid w:val="00CD1559"/>
    <w:rsid w:val="00CD1D94"/>
    <w:rsid w:val="00CD1E89"/>
    <w:rsid w:val="00CD2150"/>
    <w:rsid w:val="00CD221F"/>
    <w:rsid w:val="00CD3280"/>
    <w:rsid w:val="00CD350F"/>
    <w:rsid w:val="00CD42F0"/>
    <w:rsid w:val="00CD48D1"/>
    <w:rsid w:val="00CD4EA7"/>
    <w:rsid w:val="00CD4FB6"/>
    <w:rsid w:val="00CD670B"/>
    <w:rsid w:val="00CD731A"/>
    <w:rsid w:val="00CE0B44"/>
    <w:rsid w:val="00CE0B58"/>
    <w:rsid w:val="00CE0C09"/>
    <w:rsid w:val="00CE0CF9"/>
    <w:rsid w:val="00CE104C"/>
    <w:rsid w:val="00CE170F"/>
    <w:rsid w:val="00CE20B4"/>
    <w:rsid w:val="00CE2849"/>
    <w:rsid w:val="00CE2FAF"/>
    <w:rsid w:val="00CE3037"/>
    <w:rsid w:val="00CE3FBC"/>
    <w:rsid w:val="00CE502A"/>
    <w:rsid w:val="00CE59EB"/>
    <w:rsid w:val="00CE6C6D"/>
    <w:rsid w:val="00CE6C96"/>
    <w:rsid w:val="00CE71EB"/>
    <w:rsid w:val="00CE71FF"/>
    <w:rsid w:val="00CE7A5C"/>
    <w:rsid w:val="00CE7A76"/>
    <w:rsid w:val="00CF04A8"/>
    <w:rsid w:val="00CF0C03"/>
    <w:rsid w:val="00CF1010"/>
    <w:rsid w:val="00CF1E14"/>
    <w:rsid w:val="00CF246D"/>
    <w:rsid w:val="00CF266E"/>
    <w:rsid w:val="00CF2705"/>
    <w:rsid w:val="00CF3A6E"/>
    <w:rsid w:val="00CF48CC"/>
    <w:rsid w:val="00CF53B6"/>
    <w:rsid w:val="00CF5F44"/>
    <w:rsid w:val="00CF609C"/>
    <w:rsid w:val="00CF64AF"/>
    <w:rsid w:val="00CF664E"/>
    <w:rsid w:val="00CF6F76"/>
    <w:rsid w:val="00CF7058"/>
    <w:rsid w:val="00CF71D1"/>
    <w:rsid w:val="00CF7474"/>
    <w:rsid w:val="00CF7677"/>
    <w:rsid w:val="00CF7C7A"/>
    <w:rsid w:val="00D00293"/>
    <w:rsid w:val="00D004B6"/>
    <w:rsid w:val="00D00BDE"/>
    <w:rsid w:val="00D01325"/>
    <w:rsid w:val="00D01534"/>
    <w:rsid w:val="00D0196B"/>
    <w:rsid w:val="00D01A9D"/>
    <w:rsid w:val="00D02BE9"/>
    <w:rsid w:val="00D02E9C"/>
    <w:rsid w:val="00D03278"/>
    <w:rsid w:val="00D03FE1"/>
    <w:rsid w:val="00D040BB"/>
    <w:rsid w:val="00D04303"/>
    <w:rsid w:val="00D04F02"/>
    <w:rsid w:val="00D05316"/>
    <w:rsid w:val="00D0543C"/>
    <w:rsid w:val="00D054ED"/>
    <w:rsid w:val="00D05B80"/>
    <w:rsid w:val="00D060F3"/>
    <w:rsid w:val="00D067CB"/>
    <w:rsid w:val="00D06BC5"/>
    <w:rsid w:val="00D0737E"/>
    <w:rsid w:val="00D073B2"/>
    <w:rsid w:val="00D07480"/>
    <w:rsid w:val="00D0786E"/>
    <w:rsid w:val="00D07917"/>
    <w:rsid w:val="00D07AFA"/>
    <w:rsid w:val="00D07D1E"/>
    <w:rsid w:val="00D1013C"/>
    <w:rsid w:val="00D10326"/>
    <w:rsid w:val="00D104C2"/>
    <w:rsid w:val="00D108CB"/>
    <w:rsid w:val="00D10CD7"/>
    <w:rsid w:val="00D10D30"/>
    <w:rsid w:val="00D10D7A"/>
    <w:rsid w:val="00D11511"/>
    <w:rsid w:val="00D119E8"/>
    <w:rsid w:val="00D124C6"/>
    <w:rsid w:val="00D129DA"/>
    <w:rsid w:val="00D12D3B"/>
    <w:rsid w:val="00D131C2"/>
    <w:rsid w:val="00D13490"/>
    <w:rsid w:val="00D142E1"/>
    <w:rsid w:val="00D14334"/>
    <w:rsid w:val="00D15191"/>
    <w:rsid w:val="00D15215"/>
    <w:rsid w:val="00D156EC"/>
    <w:rsid w:val="00D179A2"/>
    <w:rsid w:val="00D17C26"/>
    <w:rsid w:val="00D17C30"/>
    <w:rsid w:val="00D17FEC"/>
    <w:rsid w:val="00D208A3"/>
    <w:rsid w:val="00D20969"/>
    <w:rsid w:val="00D20A51"/>
    <w:rsid w:val="00D20DEF"/>
    <w:rsid w:val="00D20F2D"/>
    <w:rsid w:val="00D211A8"/>
    <w:rsid w:val="00D219D8"/>
    <w:rsid w:val="00D22E30"/>
    <w:rsid w:val="00D23C5B"/>
    <w:rsid w:val="00D24645"/>
    <w:rsid w:val="00D24CA0"/>
    <w:rsid w:val="00D24F7F"/>
    <w:rsid w:val="00D256FE"/>
    <w:rsid w:val="00D25F38"/>
    <w:rsid w:val="00D26080"/>
    <w:rsid w:val="00D26AA6"/>
    <w:rsid w:val="00D2766C"/>
    <w:rsid w:val="00D27C4A"/>
    <w:rsid w:val="00D27D44"/>
    <w:rsid w:val="00D304D7"/>
    <w:rsid w:val="00D309D4"/>
    <w:rsid w:val="00D30B17"/>
    <w:rsid w:val="00D310AE"/>
    <w:rsid w:val="00D3110D"/>
    <w:rsid w:val="00D31346"/>
    <w:rsid w:val="00D31575"/>
    <w:rsid w:val="00D318C1"/>
    <w:rsid w:val="00D323D2"/>
    <w:rsid w:val="00D324A7"/>
    <w:rsid w:val="00D32F82"/>
    <w:rsid w:val="00D33079"/>
    <w:rsid w:val="00D3379E"/>
    <w:rsid w:val="00D33C16"/>
    <w:rsid w:val="00D3475E"/>
    <w:rsid w:val="00D3566C"/>
    <w:rsid w:val="00D35E6D"/>
    <w:rsid w:val="00D36094"/>
    <w:rsid w:val="00D36151"/>
    <w:rsid w:val="00D363D1"/>
    <w:rsid w:val="00D371D9"/>
    <w:rsid w:val="00D3770A"/>
    <w:rsid w:val="00D37833"/>
    <w:rsid w:val="00D37BCF"/>
    <w:rsid w:val="00D37D96"/>
    <w:rsid w:val="00D403CA"/>
    <w:rsid w:val="00D40870"/>
    <w:rsid w:val="00D40DEF"/>
    <w:rsid w:val="00D41096"/>
    <w:rsid w:val="00D41282"/>
    <w:rsid w:val="00D414D5"/>
    <w:rsid w:val="00D41630"/>
    <w:rsid w:val="00D41639"/>
    <w:rsid w:val="00D41A79"/>
    <w:rsid w:val="00D41B8B"/>
    <w:rsid w:val="00D424A4"/>
    <w:rsid w:val="00D42B39"/>
    <w:rsid w:val="00D42D8A"/>
    <w:rsid w:val="00D434F0"/>
    <w:rsid w:val="00D43C4D"/>
    <w:rsid w:val="00D44D11"/>
    <w:rsid w:val="00D44FC3"/>
    <w:rsid w:val="00D45159"/>
    <w:rsid w:val="00D45458"/>
    <w:rsid w:val="00D46B39"/>
    <w:rsid w:val="00D47336"/>
    <w:rsid w:val="00D47446"/>
    <w:rsid w:val="00D47E37"/>
    <w:rsid w:val="00D52406"/>
    <w:rsid w:val="00D5255E"/>
    <w:rsid w:val="00D5259F"/>
    <w:rsid w:val="00D52E2D"/>
    <w:rsid w:val="00D52F1D"/>
    <w:rsid w:val="00D534F4"/>
    <w:rsid w:val="00D53BE3"/>
    <w:rsid w:val="00D54AAB"/>
    <w:rsid w:val="00D55FB6"/>
    <w:rsid w:val="00D56400"/>
    <w:rsid w:val="00D56B65"/>
    <w:rsid w:val="00D56DBE"/>
    <w:rsid w:val="00D56E68"/>
    <w:rsid w:val="00D57EBB"/>
    <w:rsid w:val="00D60743"/>
    <w:rsid w:val="00D607D2"/>
    <w:rsid w:val="00D6158D"/>
    <w:rsid w:val="00D61983"/>
    <w:rsid w:val="00D61A97"/>
    <w:rsid w:val="00D6207E"/>
    <w:rsid w:val="00D624B7"/>
    <w:rsid w:val="00D62875"/>
    <w:rsid w:val="00D629A5"/>
    <w:rsid w:val="00D62A8E"/>
    <w:rsid w:val="00D62FF7"/>
    <w:rsid w:val="00D639B9"/>
    <w:rsid w:val="00D64540"/>
    <w:rsid w:val="00D65351"/>
    <w:rsid w:val="00D654D4"/>
    <w:rsid w:val="00D65735"/>
    <w:rsid w:val="00D65F6E"/>
    <w:rsid w:val="00D672EC"/>
    <w:rsid w:val="00D67461"/>
    <w:rsid w:val="00D67734"/>
    <w:rsid w:val="00D677E2"/>
    <w:rsid w:val="00D6797A"/>
    <w:rsid w:val="00D67B83"/>
    <w:rsid w:val="00D67DE1"/>
    <w:rsid w:val="00D71235"/>
    <w:rsid w:val="00D71B97"/>
    <w:rsid w:val="00D71E12"/>
    <w:rsid w:val="00D72308"/>
    <w:rsid w:val="00D73AED"/>
    <w:rsid w:val="00D74416"/>
    <w:rsid w:val="00D74965"/>
    <w:rsid w:val="00D74F5D"/>
    <w:rsid w:val="00D7573E"/>
    <w:rsid w:val="00D76B96"/>
    <w:rsid w:val="00D775E2"/>
    <w:rsid w:val="00D77DF0"/>
    <w:rsid w:val="00D77ECD"/>
    <w:rsid w:val="00D806B6"/>
    <w:rsid w:val="00D80A98"/>
    <w:rsid w:val="00D81A40"/>
    <w:rsid w:val="00D81BEB"/>
    <w:rsid w:val="00D82965"/>
    <w:rsid w:val="00D82CE9"/>
    <w:rsid w:val="00D8308B"/>
    <w:rsid w:val="00D830B8"/>
    <w:rsid w:val="00D83127"/>
    <w:rsid w:val="00D83870"/>
    <w:rsid w:val="00D83929"/>
    <w:rsid w:val="00D854C9"/>
    <w:rsid w:val="00D85713"/>
    <w:rsid w:val="00D85AC5"/>
    <w:rsid w:val="00D8638E"/>
    <w:rsid w:val="00D8644D"/>
    <w:rsid w:val="00D86FD5"/>
    <w:rsid w:val="00D87653"/>
    <w:rsid w:val="00D87F6C"/>
    <w:rsid w:val="00D912A3"/>
    <w:rsid w:val="00D9142A"/>
    <w:rsid w:val="00D915A1"/>
    <w:rsid w:val="00D9184C"/>
    <w:rsid w:val="00D926BD"/>
    <w:rsid w:val="00D92935"/>
    <w:rsid w:val="00D92F4A"/>
    <w:rsid w:val="00D92FEB"/>
    <w:rsid w:val="00D93C2A"/>
    <w:rsid w:val="00D93E21"/>
    <w:rsid w:val="00D9467E"/>
    <w:rsid w:val="00D94B1D"/>
    <w:rsid w:val="00D94FAD"/>
    <w:rsid w:val="00D95754"/>
    <w:rsid w:val="00D95919"/>
    <w:rsid w:val="00D95A45"/>
    <w:rsid w:val="00D970FA"/>
    <w:rsid w:val="00D9764F"/>
    <w:rsid w:val="00D97E37"/>
    <w:rsid w:val="00D97E4C"/>
    <w:rsid w:val="00DA00B9"/>
    <w:rsid w:val="00DA061B"/>
    <w:rsid w:val="00DA177B"/>
    <w:rsid w:val="00DA23B7"/>
    <w:rsid w:val="00DA278F"/>
    <w:rsid w:val="00DA2992"/>
    <w:rsid w:val="00DA2D70"/>
    <w:rsid w:val="00DA2E0C"/>
    <w:rsid w:val="00DA3451"/>
    <w:rsid w:val="00DA3A4E"/>
    <w:rsid w:val="00DA3C59"/>
    <w:rsid w:val="00DA4312"/>
    <w:rsid w:val="00DA44D9"/>
    <w:rsid w:val="00DA46AA"/>
    <w:rsid w:val="00DA4B4A"/>
    <w:rsid w:val="00DA4F0D"/>
    <w:rsid w:val="00DA52E4"/>
    <w:rsid w:val="00DA583B"/>
    <w:rsid w:val="00DA5B19"/>
    <w:rsid w:val="00DA5CE4"/>
    <w:rsid w:val="00DA5E0B"/>
    <w:rsid w:val="00DA6085"/>
    <w:rsid w:val="00DA61E1"/>
    <w:rsid w:val="00DA6231"/>
    <w:rsid w:val="00DA6B93"/>
    <w:rsid w:val="00DA78C8"/>
    <w:rsid w:val="00DB1334"/>
    <w:rsid w:val="00DB1C79"/>
    <w:rsid w:val="00DB1D0F"/>
    <w:rsid w:val="00DB1E6A"/>
    <w:rsid w:val="00DB2813"/>
    <w:rsid w:val="00DB2A04"/>
    <w:rsid w:val="00DB2DB2"/>
    <w:rsid w:val="00DB3161"/>
    <w:rsid w:val="00DB3E91"/>
    <w:rsid w:val="00DB470F"/>
    <w:rsid w:val="00DB5976"/>
    <w:rsid w:val="00DB5A01"/>
    <w:rsid w:val="00DB5D1C"/>
    <w:rsid w:val="00DB615C"/>
    <w:rsid w:val="00DB6246"/>
    <w:rsid w:val="00DB6955"/>
    <w:rsid w:val="00DB69FE"/>
    <w:rsid w:val="00DB6AC2"/>
    <w:rsid w:val="00DB6C29"/>
    <w:rsid w:val="00DB70F5"/>
    <w:rsid w:val="00DB7996"/>
    <w:rsid w:val="00DB7CBB"/>
    <w:rsid w:val="00DC0C19"/>
    <w:rsid w:val="00DC1581"/>
    <w:rsid w:val="00DC1B9C"/>
    <w:rsid w:val="00DC1CD0"/>
    <w:rsid w:val="00DC1EE5"/>
    <w:rsid w:val="00DC1F5F"/>
    <w:rsid w:val="00DC29CC"/>
    <w:rsid w:val="00DC34E1"/>
    <w:rsid w:val="00DC40DC"/>
    <w:rsid w:val="00DC47D8"/>
    <w:rsid w:val="00DC4B90"/>
    <w:rsid w:val="00DC4CD1"/>
    <w:rsid w:val="00DC56C7"/>
    <w:rsid w:val="00DC59B0"/>
    <w:rsid w:val="00DC5F0D"/>
    <w:rsid w:val="00DC5F19"/>
    <w:rsid w:val="00DC633E"/>
    <w:rsid w:val="00DC6486"/>
    <w:rsid w:val="00DC65A1"/>
    <w:rsid w:val="00DC66F8"/>
    <w:rsid w:val="00DC6CE2"/>
    <w:rsid w:val="00DC6F57"/>
    <w:rsid w:val="00DC7904"/>
    <w:rsid w:val="00DD0098"/>
    <w:rsid w:val="00DD052C"/>
    <w:rsid w:val="00DD0939"/>
    <w:rsid w:val="00DD13E4"/>
    <w:rsid w:val="00DD163D"/>
    <w:rsid w:val="00DD1C07"/>
    <w:rsid w:val="00DD2100"/>
    <w:rsid w:val="00DD2565"/>
    <w:rsid w:val="00DD2782"/>
    <w:rsid w:val="00DD2F3A"/>
    <w:rsid w:val="00DD3DFF"/>
    <w:rsid w:val="00DD4125"/>
    <w:rsid w:val="00DD492A"/>
    <w:rsid w:val="00DD5327"/>
    <w:rsid w:val="00DD5664"/>
    <w:rsid w:val="00DD582F"/>
    <w:rsid w:val="00DD5853"/>
    <w:rsid w:val="00DD62AB"/>
    <w:rsid w:val="00DD68F3"/>
    <w:rsid w:val="00DD6C35"/>
    <w:rsid w:val="00DD706D"/>
    <w:rsid w:val="00DD71BA"/>
    <w:rsid w:val="00DE0287"/>
    <w:rsid w:val="00DE1076"/>
    <w:rsid w:val="00DE1BD2"/>
    <w:rsid w:val="00DE1D06"/>
    <w:rsid w:val="00DE1DAB"/>
    <w:rsid w:val="00DE2099"/>
    <w:rsid w:val="00DE2771"/>
    <w:rsid w:val="00DE2A23"/>
    <w:rsid w:val="00DE31A5"/>
    <w:rsid w:val="00DE3636"/>
    <w:rsid w:val="00DE3CC1"/>
    <w:rsid w:val="00DE3E4E"/>
    <w:rsid w:val="00DE3EE2"/>
    <w:rsid w:val="00DE43BB"/>
    <w:rsid w:val="00DE45BA"/>
    <w:rsid w:val="00DE4D2E"/>
    <w:rsid w:val="00DE524B"/>
    <w:rsid w:val="00DE5ACB"/>
    <w:rsid w:val="00DE5C50"/>
    <w:rsid w:val="00DE62EE"/>
    <w:rsid w:val="00DE6E0D"/>
    <w:rsid w:val="00DE75C9"/>
    <w:rsid w:val="00DE7DD1"/>
    <w:rsid w:val="00DF073F"/>
    <w:rsid w:val="00DF0B75"/>
    <w:rsid w:val="00DF15A1"/>
    <w:rsid w:val="00DF1CA0"/>
    <w:rsid w:val="00DF1D4B"/>
    <w:rsid w:val="00DF29CE"/>
    <w:rsid w:val="00DF2D68"/>
    <w:rsid w:val="00DF302E"/>
    <w:rsid w:val="00DF4493"/>
    <w:rsid w:val="00DF4BD3"/>
    <w:rsid w:val="00DF4F34"/>
    <w:rsid w:val="00DF51D5"/>
    <w:rsid w:val="00DF529E"/>
    <w:rsid w:val="00DF53CF"/>
    <w:rsid w:val="00DF5824"/>
    <w:rsid w:val="00DF67BF"/>
    <w:rsid w:val="00DF6920"/>
    <w:rsid w:val="00DF7822"/>
    <w:rsid w:val="00DF78D3"/>
    <w:rsid w:val="00DF78E2"/>
    <w:rsid w:val="00E0027C"/>
    <w:rsid w:val="00E0076B"/>
    <w:rsid w:val="00E02546"/>
    <w:rsid w:val="00E0286C"/>
    <w:rsid w:val="00E02A6C"/>
    <w:rsid w:val="00E02C4A"/>
    <w:rsid w:val="00E03230"/>
    <w:rsid w:val="00E032BB"/>
    <w:rsid w:val="00E0349A"/>
    <w:rsid w:val="00E034C1"/>
    <w:rsid w:val="00E0425D"/>
    <w:rsid w:val="00E0494F"/>
    <w:rsid w:val="00E04A8F"/>
    <w:rsid w:val="00E05142"/>
    <w:rsid w:val="00E05455"/>
    <w:rsid w:val="00E05679"/>
    <w:rsid w:val="00E057A8"/>
    <w:rsid w:val="00E05B97"/>
    <w:rsid w:val="00E05C9A"/>
    <w:rsid w:val="00E063BA"/>
    <w:rsid w:val="00E0650C"/>
    <w:rsid w:val="00E06862"/>
    <w:rsid w:val="00E0701D"/>
    <w:rsid w:val="00E07499"/>
    <w:rsid w:val="00E0768F"/>
    <w:rsid w:val="00E10016"/>
    <w:rsid w:val="00E11820"/>
    <w:rsid w:val="00E11B21"/>
    <w:rsid w:val="00E12091"/>
    <w:rsid w:val="00E12227"/>
    <w:rsid w:val="00E12BB2"/>
    <w:rsid w:val="00E12F91"/>
    <w:rsid w:val="00E1347C"/>
    <w:rsid w:val="00E1348D"/>
    <w:rsid w:val="00E135B6"/>
    <w:rsid w:val="00E13B51"/>
    <w:rsid w:val="00E146DB"/>
    <w:rsid w:val="00E14B2C"/>
    <w:rsid w:val="00E14D40"/>
    <w:rsid w:val="00E17388"/>
    <w:rsid w:val="00E17BDF"/>
    <w:rsid w:val="00E202F3"/>
    <w:rsid w:val="00E20356"/>
    <w:rsid w:val="00E20513"/>
    <w:rsid w:val="00E20722"/>
    <w:rsid w:val="00E20A39"/>
    <w:rsid w:val="00E214AC"/>
    <w:rsid w:val="00E216DC"/>
    <w:rsid w:val="00E21CC6"/>
    <w:rsid w:val="00E21F2B"/>
    <w:rsid w:val="00E226BD"/>
    <w:rsid w:val="00E2284F"/>
    <w:rsid w:val="00E23454"/>
    <w:rsid w:val="00E2402C"/>
    <w:rsid w:val="00E24552"/>
    <w:rsid w:val="00E24757"/>
    <w:rsid w:val="00E24DB9"/>
    <w:rsid w:val="00E2527E"/>
    <w:rsid w:val="00E264F2"/>
    <w:rsid w:val="00E2660A"/>
    <w:rsid w:val="00E2688D"/>
    <w:rsid w:val="00E26B57"/>
    <w:rsid w:val="00E26D5A"/>
    <w:rsid w:val="00E2759B"/>
    <w:rsid w:val="00E27C79"/>
    <w:rsid w:val="00E3091A"/>
    <w:rsid w:val="00E30AED"/>
    <w:rsid w:val="00E30B85"/>
    <w:rsid w:val="00E31044"/>
    <w:rsid w:val="00E3113C"/>
    <w:rsid w:val="00E31859"/>
    <w:rsid w:val="00E31C65"/>
    <w:rsid w:val="00E32017"/>
    <w:rsid w:val="00E32665"/>
    <w:rsid w:val="00E32CBD"/>
    <w:rsid w:val="00E33B12"/>
    <w:rsid w:val="00E346AD"/>
    <w:rsid w:val="00E34A28"/>
    <w:rsid w:val="00E35009"/>
    <w:rsid w:val="00E35E9D"/>
    <w:rsid w:val="00E36420"/>
    <w:rsid w:val="00E36A10"/>
    <w:rsid w:val="00E36A13"/>
    <w:rsid w:val="00E36F84"/>
    <w:rsid w:val="00E3792E"/>
    <w:rsid w:val="00E37C97"/>
    <w:rsid w:val="00E40125"/>
    <w:rsid w:val="00E40398"/>
    <w:rsid w:val="00E408A0"/>
    <w:rsid w:val="00E40E3F"/>
    <w:rsid w:val="00E41752"/>
    <w:rsid w:val="00E418BD"/>
    <w:rsid w:val="00E41B35"/>
    <w:rsid w:val="00E41C9D"/>
    <w:rsid w:val="00E41D11"/>
    <w:rsid w:val="00E4201E"/>
    <w:rsid w:val="00E4213F"/>
    <w:rsid w:val="00E425BD"/>
    <w:rsid w:val="00E43244"/>
    <w:rsid w:val="00E43B1E"/>
    <w:rsid w:val="00E446F4"/>
    <w:rsid w:val="00E4474B"/>
    <w:rsid w:val="00E45388"/>
    <w:rsid w:val="00E4609B"/>
    <w:rsid w:val="00E46467"/>
    <w:rsid w:val="00E46988"/>
    <w:rsid w:val="00E46D5F"/>
    <w:rsid w:val="00E474E6"/>
    <w:rsid w:val="00E47D16"/>
    <w:rsid w:val="00E504FC"/>
    <w:rsid w:val="00E50AD7"/>
    <w:rsid w:val="00E50C59"/>
    <w:rsid w:val="00E50CF3"/>
    <w:rsid w:val="00E50FF6"/>
    <w:rsid w:val="00E512B0"/>
    <w:rsid w:val="00E51AE4"/>
    <w:rsid w:val="00E51D77"/>
    <w:rsid w:val="00E52594"/>
    <w:rsid w:val="00E52ABD"/>
    <w:rsid w:val="00E52CDD"/>
    <w:rsid w:val="00E53CBE"/>
    <w:rsid w:val="00E54CBB"/>
    <w:rsid w:val="00E553B9"/>
    <w:rsid w:val="00E5590C"/>
    <w:rsid w:val="00E55D09"/>
    <w:rsid w:val="00E55F7B"/>
    <w:rsid w:val="00E56802"/>
    <w:rsid w:val="00E568A7"/>
    <w:rsid w:val="00E569CE"/>
    <w:rsid w:val="00E56ACA"/>
    <w:rsid w:val="00E56D38"/>
    <w:rsid w:val="00E57027"/>
    <w:rsid w:val="00E576BC"/>
    <w:rsid w:val="00E5786E"/>
    <w:rsid w:val="00E6057E"/>
    <w:rsid w:val="00E60646"/>
    <w:rsid w:val="00E613A6"/>
    <w:rsid w:val="00E61ABA"/>
    <w:rsid w:val="00E61B25"/>
    <w:rsid w:val="00E61EAE"/>
    <w:rsid w:val="00E62829"/>
    <w:rsid w:val="00E62D66"/>
    <w:rsid w:val="00E62FC5"/>
    <w:rsid w:val="00E63562"/>
    <w:rsid w:val="00E63C9D"/>
    <w:rsid w:val="00E6410B"/>
    <w:rsid w:val="00E642B1"/>
    <w:rsid w:val="00E64499"/>
    <w:rsid w:val="00E6490D"/>
    <w:rsid w:val="00E64E2F"/>
    <w:rsid w:val="00E64EE8"/>
    <w:rsid w:val="00E650EE"/>
    <w:rsid w:val="00E656E8"/>
    <w:rsid w:val="00E65A59"/>
    <w:rsid w:val="00E665DF"/>
    <w:rsid w:val="00E667B5"/>
    <w:rsid w:val="00E66C22"/>
    <w:rsid w:val="00E66C30"/>
    <w:rsid w:val="00E67B3F"/>
    <w:rsid w:val="00E67DCE"/>
    <w:rsid w:val="00E67EE8"/>
    <w:rsid w:val="00E70016"/>
    <w:rsid w:val="00E710EC"/>
    <w:rsid w:val="00E71FBD"/>
    <w:rsid w:val="00E7215D"/>
    <w:rsid w:val="00E722DE"/>
    <w:rsid w:val="00E724F1"/>
    <w:rsid w:val="00E728F5"/>
    <w:rsid w:val="00E73026"/>
    <w:rsid w:val="00E7379A"/>
    <w:rsid w:val="00E73B30"/>
    <w:rsid w:val="00E74163"/>
    <w:rsid w:val="00E74503"/>
    <w:rsid w:val="00E74DBC"/>
    <w:rsid w:val="00E7515C"/>
    <w:rsid w:val="00E753AD"/>
    <w:rsid w:val="00E75F77"/>
    <w:rsid w:val="00E76BC3"/>
    <w:rsid w:val="00E77052"/>
    <w:rsid w:val="00E77145"/>
    <w:rsid w:val="00E77375"/>
    <w:rsid w:val="00E7783F"/>
    <w:rsid w:val="00E77AB1"/>
    <w:rsid w:val="00E823A2"/>
    <w:rsid w:val="00E82556"/>
    <w:rsid w:val="00E83B21"/>
    <w:rsid w:val="00E83C2D"/>
    <w:rsid w:val="00E83E3D"/>
    <w:rsid w:val="00E84D0E"/>
    <w:rsid w:val="00E85EF6"/>
    <w:rsid w:val="00E86B3E"/>
    <w:rsid w:val="00E86E36"/>
    <w:rsid w:val="00E905C3"/>
    <w:rsid w:val="00E90906"/>
    <w:rsid w:val="00E911DA"/>
    <w:rsid w:val="00E91211"/>
    <w:rsid w:val="00E92707"/>
    <w:rsid w:val="00E93863"/>
    <w:rsid w:val="00E93B19"/>
    <w:rsid w:val="00E93C1A"/>
    <w:rsid w:val="00E94AE0"/>
    <w:rsid w:val="00E94DB2"/>
    <w:rsid w:val="00E953AF"/>
    <w:rsid w:val="00E95746"/>
    <w:rsid w:val="00E95838"/>
    <w:rsid w:val="00E95B5A"/>
    <w:rsid w:val="00E96142"/>
    <w:rsid w:val="00E96F03"/>
    <w:rsid w:val="00E9739A"/>
    <w:rsid w:val="00E97446"/>
    <w:rsid w:val="00EA00B3"/>
    <w:rsid w:val="00EA0F32"/>
    <w:rsid w:val="00EA15FD"/>
    <w:rsid w:val="00EA2392"/>
    <w:rsid w:val="00EA2B16"/>
    <w:rsid w:val="00EA2B4B"/>
    <w:rsid w:val="00EA30E3"/>
    <w:rsid w:val="00EA3431"/>
    <w:rsid w:val="00EA3984"/>
    <w:rsid w:val="00EA3DB1"/>
    <w:rsid w:val="00EA488A"/>
    <w:rsid w:val="00EA4EF6"/>
    <w:rsid w:val="00EA6051"/>
    <w:rsid w:val="00EA7128"/>
    <w:rsid w:val="00EA73ED"/>
    <w:rsid w:val="00EB0137"/>
    <w:rsid w:val="00EB0672"/>
    <w:rsid w:val="00EB07A4"/>
    <w:rsid w:val="00EB0A5E"/>
    <w:rsid w:val="00EB0FCF"/>
    <w:rsid w:val="00EB1698"/>
    <w:rsid w:val="00EB1710"/>
    <w:rsid w:val="00EB1EEC"/>
    <w:rsid w:val="00EB1F67"/>
    <w:rsid w:val="00EB251F"/>
    <w:rsid w:val="00EB2893"/>
    <w:rsid w:val="00EB2D95"/>
    <w:rsid w:val="00EB3074"/>
    <w:rsid w:val="00EB3557"/>
    <w:rsid w:val="00EB38B6"/>
    <w:rsid w:val="00EB3CD2"/>
    <w:rsid w:val="00EB3D1B"/>
    <w:rsid w:val="00EB4148"/>
    <w:rsid w:val="00EB44D7"/>
    <w:rsid w:val="00EB48D4"/>
    <w:rsid w:val="00EB4D82"/>
    <w:rsid w:val="00EB5414"/>
    <w:rsid w:val="00EB5E8D"/>
    <w:rsid w:val="00EB6260"/>
    <w:rsid w:val="00EB6F2F"/>
    <w:rsid w:val="00EB7033"/>
    <w:rsid w:val="00EB78AB"/>
    <w:rsid w:val="00EB78EF"/>
    <w:rsid w:val="00EC0129"/>
    <w:rsid w:val="00EC029B"/>
    <w:rsid w:val="00EC03EE"/>
    <w:rsid w:val="00EC0454"/>
    <w:rsid w:val="00EC082A"/>
    <w:rsid w:val="00EC116F"/>
    <w:rsid w:val="00EC1442"/>
    <w:rsid w:val="00EC15AC"/>
    <w:rsid w:val="00EC2204"/>
    <w:rsid w:val="00EC2384"/>
    <w:rsid w:val="00EC2570"/>
    <w:rsid w:val="00EC334E"/>
    <w:rsid w:val="00EC3422"/>
    <w:rsid w:val="00EC3496"/>
    <w:rsid w:val="00EC3808"/>
    <w:rsid w:val="00EC3C1B"/>
    <w:rsid w:val="00EC3E43"/>
    <w:rsid w:val="00EC43E7"/>
    <w:rsid w:val="00EC525B"/>
    <w:rsid w:val="00EC52F0"/>
    <w:rsid w:val="00EC5AD7"/>
    <w:rsid w:val="00EC72C4"/>
    <w:rsid w:val="00ED180F"/>
    <w:rsid w:val="00ED1A54"/>
    <w:rsid w:val="00ED1EDD"/>
    <w:rsid w:val="00ED25EC"/>
    <w:rsid w:val="00ED2779"/>
    <w:rsid w:val="00ED2864"/>
    <w:rsid w:val="00ED2A08"/>
    <w:rsid w:val="00ED2BAD"/>
    <w:rsid w:val="00ED30BB"/>
    <w:rsid w:val="00ED3443"/>
    <w:rsid w:val="00ED3E3B"/>
    <w:rsid w:val="00ED4224"/>
    <w:rsid w:val="00ED44D0"/>
    <w:rsid w:val="00ED4588"/>
    <w:rsid w:val="00ED45C4"/>
    <w:rsid w:val="00ED4852"/>
    <w:rsid w:val="00ED4BA1"/>
    <w:rsid w:val="00ED5699"/>
    <w:rsid w:val="00ED5990"/>
    <w:rsid w:val="00ED6C02"/>
    <w:rsid w:val="00EE087B"/>
    <w:rsid w:val="00EE0F02"/>
    <w:rsid w:val="00EE1CAC"/>
    <w:rsid w:val="00EE1E1C"/>
    <w:rsid w:val="00EE21D4"/>
    <w:rsid w:val="00EE2A84"/>
    <w:rsid w:val="00EE3476"/>
    <w:rsid w:val="00EE3548"/>
    <w:rsid w:val="00EE3785"/>
    <w:rsid w:val="00EE38CD"/>
    <w:rsid w:val="00EE395B"/>
    <w:rsid w:val="00EE3BE1"/>
    <w:rsid w:val="00EE3DDE"/>
    <w:rsid w:val="00EE4005"/>
    <w:rsid w:val="00EE4089"/>
    <w:rsid w:val="00EE4268"/>
    <w:rsid w:val="00EE4DB7"/>
    <w:rsid w:val="00EE60B6"/>
    <w:rsid w:val="00EE6B44"/>
    <w:rsid w:val="00EE73FA"/>
    <w:rsid w:val="00EE77F2"/>
    <w:rsid w:val="00EE7928"/>
    <w:rsid w:val="00EE792D"/>
    <w:rsid w:val="00EF07F9"/>
    <w:rsid w:val="00EF08CB"/>
    <w:rsid w:val="00EF0926"/>
    <w:rsid w:val="00EF0D25"/>
    <w:rsid w:val="00EF0E20"/>
    <w:rsid w:val="00EF1234"/>
    <w:rsid w:val="00EF16F5"/>
    <w:rsid w:val="00EF174D"/>
    <w:rsid w:val="00EF208A"/>
    <w:rsid w:val="00EF278E"/>
    <w:rsid w:val="00EF2E69"/>
    <w:rsid w:val="00EF372E"/>
    <w:rsid w:val="00EF3DF9"/>
    <w:rsid w:val="00EF3E5B"/>
    <w:rsid w:val="00EF424F"/>
    <w:rsid w:val="00EF42E8"/>
    <w:rsid w:val="00EF44A6"/>
    <w:rsid w:val="00EF4A30"/>
    <w:rsid w:val="00EF506D"/>
    <w:rsid w:val="00EF53C5"/>
    <w:rsid w:val="00EF6259"/>
    <w:rsid w:val="00EF632D"/>
    <w:rsid w:val="00EF67F0"/>
    <w:rsid w:val="00EF6E75"/>
    <w:rsid w:val="00EF7689"/>
    <w:rsid w:val="00F000C8"/>
    <w:rsid w:val="00F002EA"/>
    <w:rsid w:val="00F00B5E"/>
    <w:rsid w:val="00F00BD5"/>
    <w:rsid w:val="00F00E29"/>
    <w:rsid w:val="00F00E2F"/>
    <w:rsid w:val="00F015AA"/>
    <w:rsid w:val="00F018CF"/>
    <w:rsid w:val="00F01A93"/>
    <w:rsid w:val="00F02343"/>
    <w:rsid w:val="00F023C6"/>
    <w:rsid w:val="00F02B8C"/>
    <w:rsid w:val="00F02E2B"/>
    <w:rsid w:val="00F02EC2"/>
    <w:rsid w:val="00F03340"/>
    <w:rsid w:val="00F04C25"/>
    <w:rsid w:val="00F0510B"/>
    <w:rsid w:val="00F05230"/>
    <w:rsid w:val="00F057CD"/>
    <w:rsid w:val="00F06299"/>
    <w:rsid w:val="00F072FF"/>
    <w:rsid w:val="00F10342"/>
    <w:rsid w:val="00F10635"/>
    <w:rsid w:val="00F119B4"/>
    <w:rsid w:val="00F11D4B"/>
    <w:rsid w:val="00F124A5"/>
    <w:rsid w:val="00F12802"/>
    <w:rsid w:val="00F131C2"/>
    <w:rsid w:val="00F13665"/>
    <w:rsid w:val="00F13FC8"/>
    <w:rsid w:val="00F145E8"/>
    <w:rsid w:val="00F14E1E"/>
    <w:rsid w:val="00F1503F"/>
    <w:rsid w:val="00F157AA"/>
    <w:rsid w:val="00F15C83"/>
    <w:rsid w:val="00F15DBF"/>
    <w:rsid w:val="00F15ED7"/>
    <w:rsid w:val="00F16571"/>
    <w:rsid w:val="00F169A6"/>
    <w:rsid w:val="00F16B32"/>
    <w:rsid w:val="00F17496"/>
    <w:rsid w:val="00F175FF"/>
    <w:rsid w:val="00F17DFA"/>
    <w:rsid w:val="00F200F1"/>
    <w:rsid w:val="00F2057F"/>
    <w:rsid w:val="00F21452"/>
    <w:rsid w:val="00F217D0"/>
    <w:rsid w:val="00F22D40"/>
    <w:rsid w:val="00F22D9D"/>
    <w:rsid w:val="00F22DF7"/>
    <w:rsid w:val="00F2307A"/>
    <w:rsid w:val="00F234B7"/>
    <w:rsid w:val="00F24200"/>
    <w:rsid w:val="00F24FFC"/>
    <w:rsid w:val="00F253D2"/>
    <w:rsid w:val="00F25678"/>
    <w:rsid w:val="00F26920"/>
    <w:rsid w:val="00F2704B"/>
    <w:rsid w:val="00F30D0E"/>
    <w:rsid w:val="00F3108D"/>
    <w:rsid w:val="00F314BE"/>
    <w:rsid w:val="00F31851"/>
    <w:rsid w:val="00F319D3"/>
    <w:rsid w:val="00F32038"/>
    <w:rsid w:val="00F323C3"/>
    <w:rsid w:val="00F3270C"/>
    <w:rsid w:val="00F32CC8"/>
    <w:rsid w:val="00F32D92"/>
    <w:rsid w:val="00F33495"/>
    <w:rsid w:val="00F334FA"/>
    <w:rsid w:val="00F3363D"/>
    <w:rsid w:val="00F339B5"/>
    <w:rsid w:val="00F3400D"/>
    <w:rsid w:val="00F3405F"/>
    <w:rsid w:val="00F34F87"/>
    <w:rsid w:val="00F35658"/>
    <w:rsid w:val="00F359C9"/>
    <w:rsid w:val="00F35E8D"/>
    <w:rsid w:val="00F36012"/>
    <w:rsid w:val="00F36617"/>
    <w:rsid w:val="00F36863"/>
    <w:rsid w:val="00F37A8E"/>
    <w:rsid w:val="00F41301"/>
    <w:rsid w:val="00F41A10"/>
    <w:rsid w:val="00F41C34"/>
    <w:rsid w:val="00F42457"/>
    <w:rsid w:val="00F426D2"/>
    <w:rsid w:val="00F42E12"/>
    <w:rsid w:val="00F43470"/>
    <w:rsid w:val="00F43582"/>
    <w:rsid w:val="00F4369A"/>
    <w:rsid w:val="00F4376B"/>
    <w:rsid w:val="00F439CC"/>
    <w:rsid w:val="00F43A85"/>
    <w:rsid w:val="00F441C6"/>
    <w:rsid w:val="00F4430B"/>
    <w:rsid w:val="00F44395"/>
    <w:rsid w:val="00F445BC"/>
    <w:rsid w:val="00F445C2"/>
    <w:rsid w:val="00F446C4"/>
    <w:rsid w:val="00F44F76"/>
    <w:rsid w:val="00F4554C"/>
    <w:rsid w:val="00F4742B"/>
    <w:rsid w:val="00F47AC2"/>
    <w:rsid w:val="00F50519"/>
    <w:rsid w:val="00F50953"/>
    <w:rsid w:val="00F50AB8"/>
    <w:rsid w:val="00F50AE5"/>
    <w:rsid w:val="00F51545"/>
    <w:rsid w:val="00F51961"/>
    <w:rsid w:val="00F51B45"/>
    <w:rsid w:val="00F52439"/>
    <w:rsid w:val="00F5247C"/>
    <w:rsid w:val="00F5288A"/>
    <w:rsid w:val="00F52E12"/>
    <w:rsid w:val="00F53623"/>
    <w:rsid w:val="00F54795"/>
    <w:rsid w:val="00F54B58"/>
    <w:rsid w:val="00F55367"/>
    <w:rsid w:val="00F55534"/>
    <w:rsid w:val="00F561DB"/>
    <w:rsid w:val="00F57A79"/>
    <w:rsid w:val="00F603C1"/>
    <w:rsid w:val="00F60B54"/>
    <w:rsid w:val="00F612C1"/>
    <w:rsid w:val="00F617F3"/>
    <w:rsid w:val="00F61983"/>
    <w:rsid w:val="00F61D69"/>
    <w:rsid w:val="00F63D60"/>
    <w:rsid w:val="00F645EA"/>
    <w:rsid w:val="00F646BC"/>
    <w:rsid w:val="00F64726"/>
    <w:rsid w:val="00F64F47"/>
    <w:rsid w:val="00F65156"/>
    <w:rsid w:val="00F656C4"/>
    <w:rsid w:val="00F657E5"/>
    <w:rsid w:val="00F65D74"/>
    <w:rsid w:val="00F65D75"/>
    <w:rsid w:val="00F65EE9"/>
    <w:rsid w:val="00F65F33"/>
    <w:rsid w:val="00F65FED"/>
    <w:rsid w:val="00F66002"/>
    <w:rsid w:val="00F669B0"/>
    <w:rsid w:val="00F66F76"/>
    <w:rsid w:val="00F70598"/>
    <w:rsid w:val="00F7084B"/>
    <w:rsid w:val="00F71A17"/>
    <w:rsid w:val="00F72759"/>
    <w:rsid w:val="00F72B6A"/>
    <w:rsid w:val="00F72D29"/>
    <w:rsid w:val="00F72FB8"/>
    <w:rsid w:val="00F73018"/>
    <w:rsid w:val="00F73297"/>
    <w:rsid w:val="00F7341F"/>
    <w:rsid w:val="00F735C0"/>
    <w:rsid w:val="00F73BD4"/>
    <w:rsid w:val="00F73BDF"/>
    <w:rsid w:val="00F74738"/>
    <w:rsid w:val="00F75BD8"/>
    <w:rsid w:val="00F765D2"/>
    <w:rsid w:val="00F76C88"/>
    <w:rsid w:val="00F76CBE"/>
    <w:rsid w:val="00F76F39"/>
    <w:rsid w:val="00F77111"/>
    <w:rsid w:val="00F771D5"/>
    <w:rsid w:val="00F80CFB"/>
    <w:rsid w:val="00F81503"/>
    <w:rsid w:val="00F81715"/>
    <w:rsid w:val="00F818AD"/>
    <w:rsid w:val="00F81A6B"/>
    <w:rsid w:val="00F82605"/>
    <w:rsid w:val="00F82687"/>
    <w:rsid w:val="00F837D3"/>
    <w:rsid w:val="00F83BAC"/>
    <w:rsid w:val="00F83D8F"/>
    <w:rsid w:val="00F85D13"/>
    <w:rsid w:val="00F85E27"/>
    <w:rsid w:val="00F861C8"/>
    <w:rsid w:val="00F867C7"/>
    <w:rsid w:val="00F8705F"/>
    <w:rsid w:val="00F870A0"/>
    <w:rsid w:val="00F87C15"/>
    <w:rsid w:val="00F87DA8"/>
    <w:rsid w:val="00F90265"/>
    <w:rsid w:val="00F90AD2"/>
    <w:rsid w:val="00F90BAC"/>
    <w:rsid w:val="00F910E9"/>
    <w:rsid w:val="00F915CF"/>
    <w:rsid w:val="00F91956"/>
    <w:rsid w:val="00F92599"/>
    <w:rsid w:val="00F9279C"/>
    <w:rsid w:val="00F9291E"/>
    <w:rsid w:val="00F92BD6"/>
    <w:rsid w:val="00F92E8B"/>
    <w:rsid w:val="00F937CB"/>
    <w:rsid w:val="00F93850"/>
    <w:rsid w:val="00F938BD"/>
    <w:rsid w:val="00F93FA9"/>
    <w:rsid w:val="00F94738"/>
    <w:rsid w:val="00F9608F"/>
    <w:rsid w:val="00F96633"/>
    <w:rsid w:val="00F96790"/>
    <w:rsid w:val="00F97A85"/>
    <w:rsid w:val="00F97D5E"/>
    <w:rsid w:val="00FA008D"/>
    <w:rsid w:val="00FA010E"/>
    <w:rsid w:val="00FA016C"/>
    <w:rsid w:val="00FA033C"/>
    <w:rsid w:val="00FA099D"/>
    <w:rsid w:val="00FA1041"/>
    <w:rsid w:val="00FA1642"/>
    <w:rsid w:val="00FA17EC"/>
    <w:rsid w:val="00FA18E6"/>
    <w:rsid w:val="00FA1B2B"/>
    <w:rsid w:val="00FA1F1F"/>
    <w:rsid w:val="00FA227A"/>
    <w:rsid w:val="00FA28FE"/>
    <w:rsid w:val="00FA32CB"/>
    <w:rsid w:val="00FA4A81"/>
    <w:rsid w:val="00FA5DB9"/>
    <w:rsid w:val="00FA5F5E"/>
    <w:rsid w:val="00FA6B4B"/>
    <w:rsid w:val="00FA757F"/>
    <w:rsid w:val="00FA75E5"/>
    <w:rsid w:val="00FA7618"/>
    <w:rsid w:val="00FA78E9"/>
    <w:rsid w:val="00FA7D69"/>
    <w:rsid w:val="00FB0964"/>
    <w:rsid w:val="00FB1C62"/>
    <w:rsid w:val="00FB22BC"/>
    <w:rsid w:val="00FB2839"/>
    <w:rsid w:val="00FB34FB"/>
    <w:rsid w:val="00FB3598"/>
    <w:rsid w:val="00FB3838"/>
    <w:rsid w:val="00FB3E45"/>
    <w:rsid w:val="00FB4720"/>
    <w:rsid w:val="00FB4FC9"/>
    <w:rsid w:val="00FB5290"/>
    <w:rsid w:val="00FB55E3"/>
    <w:rsid w:val="00FB5FED"/>
    <w:rsid w:val="00FB621A"/>
    <w:rsid w:val="00FB63A1"/>
    <w:rsid w:val="00FB6537"/>
    <w:rsid w:val="00FB698C"/>
    <w:rsid w:val="00FB6A36"/>
    <w:rsid w:val="00FB6E40"/>
    <w:rsid w:val="00FB731F"/>
    <w:rsid w:val="00FB7D3A"/>
    <w:rsid w:val="00FC05FF"/>
    <w:rsid w:val="00FC086C"/>
    <w:rsid w:val="00FC08EE"/>
    <w:rsid w:val="00FC2CED"/>
    <w:rsid w:val="00FC377E"/>
    <w:rsid w:val="00FC4135"/>
    <w:rsid w:val="00FC4153"/>
    <w:rsid w:val="00FC4282"/>
    <w:rsid w:val="00FC44D8"/>
    <w:rsid w:val="00FC55B8"/>
    <w:rsid w:val="00FC5D18"/>
    <w:rsid w:val="00FC5E39"/>
    <w:rsid w:val="00FC648C"/>
    <w:rsid w:val="00FC6ABC"/>
    <w:rsid w:val="00FC6AFC"/>
    <w:rsid w:val="00FC6D6C"/>
    <w:rsid w:val="00FC76FA"/>
    <w:rsid w:val="00FC78C7"/>
    <w:rsid w:val="00FC7A6F"/>
    <w:rsid w:val="00FD0397"/>
    <w:rsid w:val="00FD0680"/>
    <w:rsid w:val="00FD0E36"/>
    <w:rsid w:val="00FD13D5"/>
    <w:rsid w:val="00FD1C5D"/>
    <w:rsid w:val="00FD1FF8"/>
    <w:rsid w:val="00FD22CD"/>
    <w:rsid w:val="00FD230D"/>
    <w:rsid w:val="00FD2474"/>
    <w:rsid w:val="00FD2AE8"/>
    <w:rsid w:val="00FD2E2D"/>
    <w:rsid w:val="00FD2F2E"/>
    <w:rsid w:val="00FD3633"/>
    <w:rsid w:val="00FD449E"/>
    <w:rsid w:val="00FD4805"/>
    <w:rsid w:val="00FD490E"/>
    <w:rsid w:val="00FD4FE9"/>
    <w:rsid w:val="00FD54E5"/>
    <w:rsid w:val="00FD56AD"/>
    <w:rsid w:val="00FD5EBA"/>
    <w:rsid w:val="00FD6488"/>
    <w:rsid w:val="00FD67E0"/>
    <w:rsid w:val="00FD67F3"/>
    <w:rsid w:val="00FD7848"/>
    <w:rsid w:val="00FD7A01"/>
    <w:rsid w:val="00FD7F4C"/>
    <w:rsid w:val="00FE0460"/>
    <w:rsid w:val="00FE08B3"/>
    <w:rsid w:val="00FE12B9"/>
    <w:rsid w:val="00FE294A"/>
    <w:rsid w:val="00FE3137"/>
    <w:rsid w:val="00FE3338"/>
    <w:rsid w:val="00FE342D"/>
    <w:rsid w:val="00FE4B1B"/>
    <w:rsid w:val="00FE4D9A"/>
    <w:rsid w:val="00FE5076"/>
    <w:rsid w:val="00FE5079"/>
    <w:rsid w:val="00FE5608"/>
    <w:rsid w:val="00FE5C04"/>
    <w:rsid w:val="00FE66D3"/>
    <w:rsid w:val="00FE6887"/>
    <w:rsid w:val="00FE697A"/>
    <w:rsid w:val="00FE6A8A"/>
    <w:rsid w:val="00FE6A9B"/>
    <w:rsid w:val="00FE723A"/>
    <w:rsid w:val="00FE7302"/>
    <w:rsid w:val="00FE734B"/>
    <w:rsid w:val="00FE786A"/>
    <w:rsid w:val="00FE7E27"/>
    <w:rsid w:val="00FF007A"/>
    <w:rsid w:val="00FF0374"/>
    <w:rsid w:val="00FF0E13"/>
    <w:rsid w:val="00FF0E5B"/>
    <w:rsid w:val="00FF11DD"/>
    <w:rsid w:val="00FF1D15"/>
    <w:rsid w:val="00FF1D4F"/>
    <w:rsid w:val="00FF2330"/>
    <w:rsid w:val="00FF23C5"/>
    <w:rsid w:val="00FF2534"/>
    <w:rsid w:val="00FF297C"/>
    <w:rsid w:val="00FF370A"/>
    <w:rsid w:val="00FF47F1"/>
    <w:rsid w:val="00FF4885"/>
    <w:rsid w:val="00FF49D4"/>
    <w:rsid w:val="00FF50FA"/>
    <w:rsid w:val="00FF543A"/>
    <w:rsid w:val="00FF5A05"/>
    <w:rsid w:val="00FF60AA"/>
    <w:rsid w:val="00FF61EC"/>
    <w:rsid w:val="00FF64E6"/>
    <w:rsid w:val="00FF6A91"/>
    <w:rsid w:val="00FF6AFB"/>
    <w:rsid w:val="00FF6BE7"/>
    <w:rsid w:val="00FF6ED5"/>
    <w:rsid w:val="00FF6F28"/>
    <w:rsid w:val="00FF7EF4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F06400-FE89-4BF5-BD59-BC66C30C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8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8E112A4</Template>
  <TotalTime>1</TotalTime>
  <Pages>5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Charlotte Johnston</cp:lastModifiedBy>
  <cp:revision>2</cp:revision>
  <dcterms:created xsi:type="dcterms:W3CDTF">2015-05-29T11:33:00Z</dcterms:created>
  <dcterms:modified xsi:type="dcterms:W3CDTF">2015-05-29T11:33:00Z</dcterms:modified>
</cp:coreProperties>
</file>