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82"/>
        <w:gridCol w:w="3081"/>
        <w:gridCol w:w="3079"/>
      </w:tblGrid>
      <w:tr w:rsidR="002016E3" w:rsidTr="002016E3">
        <w:tc>
          <w:tcPr>
            <w:tcW w:w="1667" w:type="pct"/>
            <w:vAlign w:val="bottom"/>
          </w:tcPr>
          <w:p w:rsidR="002016E3" w:rsidRDefault="002016E3" w:rsidP="002016E3">
            <w:pPr>
              <w:jc w:val="center"/>
            </w:pPr>
            <w:bookmarkStart w:id="0" w:name="_GoBack"/>
            <w:bookmarkEnd w:id="0"/>
          </w:p>
          <w:p w:rsidR="002016E3" w:rsidRDefault="002016E3" w:rsidP="002016E3">
            <w:pPr>
              <w:jc w:val="center"/>
            </w:pPr>
          </w:p>
          <w:p w:rsidR="002016E3" w:rsidRDefault="002016E3" w:rsidP="002016E3">
            <w:pPr>
              <w:jc w:val="center"/>
            </w:pPr>
          </w:p>
          <w:p w:rsidR="002016E3" w:rsidRDefault="002016E3" w:rsidP="002016E3">
            <w:pPr>
              <w:jc w:val="center"/>
            </w:pPr>
            <w:r>
              <w:t>Fort-de-France</w:t>
            </w:r>
          </w:p>
          <w:p w:rsidR="002016E3" w:rsidRDefault="002016E3" w:rsidP="002016E3">
            <w:pPr>
              <w:jc w:val="center"/>
            </w:pPr>
          </w:p>
          <w:p w:rsidR="002016E3" w:rsidRDefault="002016E3" w:rsidP="002016E3">
            <w:pPr>
              <w:jc w:val="center"/>
            </w:pPr>
          </w:p>
          <w:p w:rsidR="002016E3" w:rsidRDefault="002016E3" w:rsidP="002016E3">
            <w:pPr>
              <w:jc w:val="center"/>
            </w:pPr>
          </w:p>
        </w:tc>
        <w:tc>
          <w:tcPr>
            <w:tcW w:w="1667" w:type="pct"/>
            <w:vAlign w:val="center"/>
          </w:tcPr>
          <w:p w:rsidR="002016E3" w:rsidRDefault="002016E3" w:rsidP="002016E3">
            <w:pPr>
              <w:jc w:val="center"/>
            </w:pPr>
          </w:p>
          <w:p w:rsidR="002016E3" w:rsidRDefault="002016E3" w:rsidP="002016E3">
            <w:pPr>
              <w:jc w:val="center"/>
            </w:pPr>
            <w:r>
              <w:t xml:space="preserve">La Montagne </w:t>
            </w:r>
            <w:proofErr w:type="spellStart"/>
            <w:r>
              <w:t>Pelée</w:t>
            </w:r>
            <w:proofErr w:type="spellEnd"/>
          </w:p>
          <w:p w:rsidR="002016E3" w:rsidRDefault="002016E3" w:rsidP="002016E3">
            <w:pPr>
              <w:jc w:val="center"/>
            </w:pPr>
          </w:p>
        </w:tc>
        <w:tc>
          <w:tcPr>
            <w:tcW w:w="1666" w:type="pct"/>
            <w:vAlign w:val="center"/>
          </w:tcPr>
          <w:p w:rsidR="002016E3" w:rsidRDefault="002016E3" w:rsidP="002016E3">
            <w:pPr>
              <w:jc w:val="center"/>
            </w:pPr>
            <w:r>
              <w:t xml:space="preserve">Le </w:t>
            </w:r>
            <w:proofErr w:type="spellStart"/>
            <w:r>
              <w:t>Rocher</w:t>
            </w:r>
            <w:proofErr w:type="spellEnd"/>
            <w:r>
              <w:t xml:space="preserve"> du </w:t>
            </w:r>
            <w:proofErr w:type="spellStart"/>
            <w:r>
              <w:t>Diamant</w:t>
            </w:r>
            <w:proofErr w:type="spellEnd"/>
          </w:p>
        </w:tc>
      </w:tr>
      <w:tr w:rsidR="002016E3" w:rsidTr="002016E3">
        <w:tc>
          <w:tcPr>
            <w:tcW w:w="1667" w:type="pct"/>
          </w:tcPr>
          <w:p w:rsidR="002016E3" w:rsidRDefault="002016E3"/>
          <w:p w:rsidR="002016E3" w:rsidRDefault="002016E3"/>
          <w:p w:rsidR="002016E3" w:rsidRDefault="002016E3"/>
          <w:p w:rsidR="002016E3" w:rsidRDefault="002016E3" w:rsidP="002016E3">
            <w:pPr>
              <w:jc w:val="center"/>
            </w:pP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situé</w:t>
            </w:r>
            <w:proofErr w:type="spellEnd"/>
            <w:r>
              <w:t>(e)</w:t>
            </w:r>
          </w:p>
          <w:p w:rsidR="002016E3" w:rsidRDefault="002016E3"/>
          <w:p w:rsidR="002016E3" w:rsidRDefault="002016E3"/>
          <w:p w:rsidR="002016E3" w:rsidRDefault="002016E3"/>
        </w:tc>
        <w:tc>
          <w:tcPr>
            <w:tcW w:w="1667" w:type="pct"/>
          </w:tcPr>
          <w:p w:rsidR="002016E3" w:rsidRDefault="002016E3" w:rsidP="002016E3">
            <w:pPr>
              <w:jc w:val="center"/>
            </w:pPr>
          </w:p>
          <w:p w:rsidR="002016E3" w:rsidRDefault="002016E3" w:rsidP="002016E3">
            <w:pPr>
              <w:jc w:val="center"/>
            </w:pPr>
          </w:p>
          <w:p w:rsidR="002016E3" w:rsidRDefault="002016E3" w:rsidP="002016E3">
            <w:pPr>
              <w:jc w:val="center"/>
            </w:pPr>
          </w:p>
          <w:p w:rsidR="002016E3" w:rsidRDefault="002016E3" w:rsidP="002016E3">
            <w:pPr>
              <w:jc w:val="center"/>
            </w:pPr>
            <w:r>
              <w:t xml:space="preserve">se </w:t>
            </w:r>
            <w:proofErr w:type="spellStart"/>
            <w:r>
              <w:t>trouve</w:t>
            </w:r>
            <w:proofErr w:type="spellEnd"/>
          </w:p>
        </w:tc>
        <w:tc>
          <w:tcPr>
            <w:tcW w:w="1666" w:type="pct"/>
          </w:tcPr>
          <w:p w:rsidR="002016E3" w:rsidRDefault="002016E3"/>
          <w:p w:rsidR="002016E3" w:rsidRDefault="002016E3"/>
          <w:p w:rsidR="002016E3" w:rsidRDefault="002016E3"/>
          <w:p w:rsidR="002016E3" w:rsidRDefault="002016E3" w:rsidP="002016E3">
            <w:pPr>
              <w:jc w:val="center"/>
            </w:pPr>
            <w:proofErr w:type="spellStart"/>
            <w:r>
              <w:t>est</w:t>
            </w:r>
            <w:proofErr w:type="spellEnd"/>
          </w:p>
        </w:tc>
      </w:tr>
      <w:tr w:rsidR="002016E3" w:rsidRPr="002016E3" w:rsidTr="002016E3">
        <w:tc>
          <w:tcPr>
            <w:tcW w:w="1667" w:type="pct"/>
          </w:tcPr>
          <w:p w:rsidR="002016E3" w:rsidRDefault="002016E3"/>
          <w:p w:rsidR="002016E3" w:rsidRDefault="002016E3"/>
          <w:p w:rsidR="002016E3" w:rsidRDefault="002016E3"/>
          <w:p w:rsidR="002016E3" w:rsidRDefault="002016E3" w:rsidP="002016E3">
            <w:pPr>
              <w:jc w:val="center"/>
            </w:pPr>
            <w:proofErr w:type="spellStart"/>
            <w:r>
              <w:t>sont</w:t>
            </w:r>
            <w:proofErr w:type="spellEnd"/>
          </w:p>
          <w:p w:rsidR="002016E3" w:rsidRDefault="002016E3"/>
          <w:p w:rsidR="002016E3" w:rsidRDefault="002016E3"/>
          <w:p w:rsidR="002016E3" w:rsidRDefault="002016E3"/>
        </w:tc>
        <w:tc>
          <w:tcPr>
            <w:tcW w:w="1667" w:type="pct"/>
          </w:tcPr>
          <w:p w:rsidR="002016E3" w:rsidRDefault="002016E3"/>
          <w:p w:rsidR="002016E3" w:rsidRDefault="002016E3"/>
          <w:p w:rsidR="002016E3" w:rsidRDefault="002016E3"/>
          <w:p w:rsidR="002016E3" w:rsidRDefault="002016E3" w:rsidP="002016E3">
            <w:pPr>
              <w:jc w:val="center"/>
            </w:pPr>
            <w:r>
              <w:t xml:space="preserve">la </w:t>
            </w:r>
            <w:proofErr w:type="spellStart"/>
            <w:r>
              <w:t>forêt</w:t>
            </w:r>
            <w:proofErr w:type="spellEnd"/>
            <w:r>
              <w:t xml:space="preserve"> </w:t>
            </w:r>
            <w:proofErr w:type="spellStart"/>
            <w:r>
              <w:t>tropicale</w:t>
            </w:r>
            <w:proofErr w:type="spellEnd"/>
          </w:p>
        </w:tc>
        <w:tc>
          <w:tcPr>
            <w:tcW w:w="1666" w:type="pct"/>
          </w:tcPr>
          <w:p w:rsidR="002016E3" w:rsidRDefault="002016E3" w:rsidP="002016E3">
            <w:pPr>
              <w:jc w:val="center"/>
            </w:pPr>
          </w:p>
          <w:p w:rsidR="002016E3" w:rsidRDefault="002016E3" w:rsidP="002016E3">
            <w:pPr>
              <w:jc w:val="center"/>
            </w:pPr>
          </w:p>
          <w:p w:rsidR="002016E3" w:rsidRDefault="002016E3" w:rsidP="002016E3">
            <w:pPr>
              <w:jc w:val="center"/>
            </w:pPr>
          </w:p>
          <w:p w:rsidR="002016E3" w:rsidRPr="002016E3" w:rsidRDefault="002016E3" w:rsidP="002016E3">
            <w:pPr>
              <w:jc w:val="center"/>
              <w:rPr>
                <w:lang w:val="fr-FR"/>
              </w:rPr>
            </w:pPr>
            <w:r w:rsidRPr="002016E3">
              <w:rPr>
                <w:lang w:val="fr-FR"/>
              </w:rPr>
              <w:t>les plages de sable blanc</w:t>
            </w:r>
          </w:p>
        </w:tc>
      </w:tr>
      <w:tr w:rsidR="002016E3" w:rsidRPr="002016E3" w:rsidTr="002016E3">
        <w:tc>
          <w:tcPr>
            <w:tcW w:w="1667" w:type="pct"/>
          </w:tcPr>
          <w:p w:rsidR="002016E3" w:rsidRPr="002016E3" w:rsidRDefault="002016E3">
            <w:pPr>
              <w:rPr>
                <w:lang w:val="fr-FR"/>
              </w:rPr>
            </w:pPr>
          </w:p>
          <w:p w:rsidR="002016E3" w:rsidRPr="002016E3" w:rsidRDefault="002016E3">
            <w:pPr>
              <w:rPr>
                <w:lang w:val="fr-FR"/>
              </w:rPr>
            </w:pPr>
          </w:p>
          <w:p w:rsidR="002016E3" w:rsidRDefault="002016E3">
            <w:pPr>
              <w:rPr>
                <w:lang w:val="fr-FR"/>
              </w:rPr>
            </w:pPr>
          </w:p>
          <w:p w:rsidR="002016E3" w:rsidRPr="002016E3" w:rsidRDefault="002016E3" w:rsidP="002016E3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les plages de sable noir</w:t>
            </w:r>
          </w:p>
          <w:p w:rsidR="002016E3" w:rsidRPr="002016E3" w:rsidRDefault="002016E3">
            <w:pPr>
              <w:rPr>
                <w:lang w:val="fr-FR"/>
              </w:rPr>
            </w:pPr>
          </w:p>
          <w:p w:rsidR="002016E3" w:rsidRPr="002016E3" w:rsidRDefault="002016E3">
            <w:pPr>
              <w:rPr>
                <w:lang w:val="fr-FR"/>
              </w:rPr>
            </w:pPr>
          </w:p>
          <w:p w:rsidR="002016E3" w:rsidRPr="002016E3" w:rsidRDefault="002016E3">
            <w:pPr>
              <w:rPr>
                <w:lang w:val="fr-FR"/>
              </w:rPr>
            </w:pPr>
          </w:p>
          <w:p w:rsidR="002016E3" w:rsidRPr="002016E3" w:rsidRDefault="002016E3">
            <w:pPr>
              <w:rPr>
                <w:lang w:val="fr-FR"/>
              </w:rPr>
            </w:pPr>
          </w:p>
        </w:tc>
        <w:tc>
          <w:tcPr>
            <w:tcW w:w="1667" w:type="pct"/>
          </w:tcPr>
          <w:p w:rsidR="002016E3" w:rsidRDefault="002016E3">
            <w:pPr>
              <w:rPr>
                <w:lang w:val="fr-FR"/>
              </w:rPr>
            </w:pPr>
          </w:p>
          <w:p w:rsidR="002016E3" w:rsidRDefault="002016E3">
            <w:pPr>
              <w:rPr>
                <w:lang w:val="fr-FR"/>
              </w:rPr>
            </w:pPr>
          </w:p>
          <w:p w:rsidR="002016E3" w:rsidRDefault="002016E3">
            <w:pPr>
              <w:rPr>
                <w:lang w:val="fr-FR"/>
              </w:rPr>
            </w:pPr>
          </w:p>
          <w:p w:rsidR="002016E3" w:rsidRPr="002016E3" w:rsidRDefault="002016E3" w:rsidP="002016E3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la capitale</w:t>
            </w:r>
          </w:p>
        </w:tc>
        <w:tc>
          <w:tcPr>
            <w:tcW w:w="1666" w:type="pct"/>
          </w:tcPr>
          <w:p w:rsidR="002016E3" w:rsidRDefault="002016E3">
            <w:pPr>
              <w:rPr>
                <w:lang w:val="fr-FR"/>
              </w:rPr>
            </w:pPr>
          </w:p>
          <w:p w:rsidR="002016E3" w:rsidRDefault="002016E3">
            <w:pPr>
              <w:rPr>
                <w:lang w:val="fr-FR"/>
              </w:rPr>
            </w:pPr>
          </w:p>
          <w:p w:rsidR="002016E3" w:rsidRDefault="002016E3">
            <w:pPr>
              <w:rPr>
                <w:lang w:val="fr-FR"/>
              </w:rPr>
            </w:pPr>
          </w:p>
          <w:p w:rsidR="002016E3" w:rsidRPr="002016E3" w:rsidRDefault="002016E3" w:rsidP="002016E3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les plages</w:t>
            </w:r>
          </w:p>
        </w:tc>
      </w:tr>
      <w:tr w:rsidR="002016E3" w:rsidRPr="002016E3" w:rsidTr="002016E3">
        <w:tc>
          <w:tcPr>
            <w:tcW w:w="1667" w:type="pct"/>
          </w:tcPr>
          <w:p w:rsidR="002016E3" w:rsidRPr="002016E3" w:rsidRDefault="002016E3">
            <w:pPr>
              <w:rPr>
                <w:lang w:val="fr-FR"/>
              </w:rPr>
            </w:pPr>
          </w:p>
          <w:p w:rsidR="002016E3" w:rsidRPr="002016E3" w:rsidRDefault="002016E3">
            <w:pPr>
              <w:rPr>
                <w:lang w:val="fr-FR"/>
              </w:rPr>
            </w:pPr>
          </w:p>
          <w:p w:rsidR="002016E3" w:rsidRPr="002016E3" w:rsidRDefault="002016E3">
            <w:pPr>
              <w:rPr>
                <w:lang w:val="fr-FR"/>
              </w:rPr>
            </w:pPr>
          </w:p>
          <w:p w:rsidR="002016E3" w:rsidRPr="002016E3" w:rsidRDefault="002016E3" w:rsidP="002016E3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sur la côte</w:t>
            </w:r>
          </w:p>
          <w:p w:rsidR="002016E3" w:rsidRPr="002016E3" w:rsidRDefault="002016E3">
            <w:pPr>
              <w:rPr>
                <w:lang w:val="fr-FR"/>
              </w:rPr>
            </w:pPr>
          </w:p>
          <w:p w:rsidR="002016E3" w:rsidRPr="002016E3" w:rsidRDefault="002016E3">
            <w:pPr>
              <w:rPr>
                <w:lang w:val="fr-FR"/>
              </w:rPr>
            </w:pPr>
          </w:p>
          <w:p w:rsidR="002016E3" w:rsidRPr="002016E3" w:rsidRDefault="002016E3">
            <w:pPr>
              <w:rPr>
                <w:lang w:val="fr-FR"/>
              </w:rPr>
            </w:pPr>
          </w:p>
        </w:tc>
        <w:tc>
          <w:tcPr>
            <w:tcW w:w="1667" w:type="pct"/>
          </w:tcPr>
          <w:p w:rsidR="002016E3" w:rsidRDefault="002016E3" w:rsidP="00725D8C">
            <w:pPr>
              <w:jc w:val="center"/>
              <w:rPr>
                <w:lang w:val="fr-FR"/>
              </w:rPr>
            </w:pPr>
          </w:p>
          <w:p w:rsidR="00725D8C" w:rsidRDefault="00725D8C" w:rsidP="00725D8C">
            <w:pPr>
              <w:jc w:val="center"/>
              <w:rPr>
                <w:lang w:val="fr-FR"/>
              </w:rPr>
            </w:pPr>
          </w:p>
          <w:p w:rsidR="00725D8C" w:rsidRDefault="00725D8C" w:rsidP="00725D8C">
            <w:pPr>
              <w:jc w:val="center"/>
              <w:rPr>
                <w:lang w:val="fr-FR"/>
              </w:rPr>
            </w:pPr>
          </w:p>
          <w:p w:rsidR="00725D8C" w:rsidRPr="002016E3" w:rsidRDefault="00725D8C" w:rsidP="00725D8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au nord</w:t>
            </w:r>
          </w:p>
        </w:tc>
        <w:tc>
          <w:tcPr>
            <w:tcW w:w="1666" w:type="pct"/>
          </w:tcPr>
          <w:p w:rsidR="002016E3" w:rsidRDefault="002016E3">
            <w:pPr>
              <w:rPr>
                <w:lang w:val="fr-FR"/>
              </w:rPr>
            </w:pPr>
          </w:p>
          <w:p w:rsidR="00725D8C" w:rsidRDefault="00725D8C">
            <w:pPr>
              <w:rPr>
                <w:lang w:val="fr-FR"/>
              </w:rPr>
            </w:pPr>
          </w:p>
          <w:p w:rsidR="00725D8C" w:rsidRDefault="00725D8C">
            <w:pPr>
              <w:rPr>
                <w:lang w:val="fr-FR"/>
              </w:rPr>
            </w:pPr>
          </w:p>
          <w:p w:rsidR="00725D8C" w:rsidRPr="002016E3" w:rsidRDefault="00725D8C" w:rsidP="00725D8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au sud</w:t>
            </w:r>
          </w:p>
        </w:tc>
      </w:tr>
      <w:tr w:rsidR="002016E3" w:rsidRPr="002016E3" w:rsidTr="002016E3">
        <w:tc>
          <w:tcPr>
            <w:tcW w:w="1667" w:type="pct"/>
          </w:tcPr>
          <w:p w:rsidR="002016E3" w:rsidRPr="002016E3" w:rsidRDefault="002016E3">
            <w:pPr>
              <w:rPr>
                <w:lang w:val="fr-FR"/>
              </w:rPr>
            </w:pPr>
          </w:p>
          <w:p w:rsidR="002016E3" w:rsidRPr="002016E3" w:rsidRDefault="002016E3">
            <w:pPr>
              <w:rPr>
                <w:lang w:val="fr-FR"/>
              </w:rPr>
            </w:pPr>
          </w:p>
          <w:p w:rsidR="002016E3" w:rsidRPr="002016E3" w:rsidRDefault="002016E3">
            <w:pPr>
              <w:rPr>
                <w:lang w:val="fr-FR"/>
              </w:rPr>
            </w:pPr>
          </w:p>
          <w:p w:rsidR="002016E3" w:rsidRPr="002016E3" w:rsidRDefault="00725D8C" w:rsidP="00725D8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à l’ouest</w:t>
            </w:r>
          </w:p>
          <w:p w:rsidR="002016E3" w:rsidRPr="002016E3" w:rsidRDefault="002016E3">
            <w:pPr>
              <w:rPr>
                <w:lang w:val="fr-FR"/>
              </w:rPr>
            </w:pPr>
          </w:p>
          <w:p w:rsidR="002016E3" w:rsidRPr="002016E3" w:rsidRDefault="002016E3">
            <w:pPr>
              <w:rPr>
                <w:lang w:val="fr-FR"/>
              </w:rPr>
            </w:pPr>
          </w:p>
          <w:p w:rsidR="002016E3" w:rsidRPr="002016E3" w:rsidRDefault="002016E3">
            <w:pPr>
              <w:rPr>
                <w:lang w:val="fr-FR"/>
              </w:rPr>
            </w:pPr>
          </w:p>
        </w:tc>
        <w:tc>
          <w:tcPr>
            <w:tcW w:w="1667" w:type="pct"/>
          </w:tcPr>
          <w:p w:rsidR="002016E3" w:rsidRDefault="002016E3" w:rsidP="00725D8C">
            <w:pPr>
              <w:jc w:val="center"/>
              <w:rPr>
                <w:lang w:val="fr-FR"/>
              </w:rPr>
            </w:pPr>
          </w:p>
          <w:p w:rsidR="00725D8C" w:rsidRDefault="00725D8C" w:rsidP="00725D8C">
            <w:pPr>
              <w:jc w:val="center"/>
              <w:rPr>
                <w:lang w:val="fr-FR"/>
              </w:rPr>
            </w:pPr>
          </w:p>
          <w:p w:rsidR="00725D8C" w:rsidRDefault="00725D8C" w:rsidP="00725D8C">
            <w:pPr>
              <w:jc w:val="center"/>
              <w:rPr>
                <w:lang w:val="fr-FR"/>
              </w:rPr>
            </w:pPr>
          </w:p>
          <w:p w:rsidR="00725D8C" w:rsidRPr="002016E3" w:rsidRDefault="00725D8C" w:rsidP="00725D8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à l’est</w:t>
            </w:r>
          </w:p>
        </w:tc>
        <w:tc>
          <w:tcPr>
            <w:tcW w:w="1666" w:type="pct"/>
          </w:tcPr>
          <w:p w:rsidR="002016E3" w:rsidRDefault="002016E3">
            <w:pPr>
              <w:rPr>
                <w:lang w:val="fr-FR"/>
              </w:rPr>
            </w:pPr>
          </w:p>
          <w:p w:rsidR="00725D8C" w:rsidRDefault="00725D8C">
            <w:pPr>
              <w:rPr>
                <w:lang w:val="fr-FR"/>
              </w:rPr>
            </w:pPr>
          </w:p>
          <w:p w:rsidR="00725D8C" w:rsidRDefault="00725D8C">
            <w:pPr>
              <w:rPr>
                <w:lang w:val="fr-FR"/>
              </w:rPr>
            </w:pPr>
          </w:p>
          <w:p w:rsidR="00725D8C" w:rsidRPr="002016E3" w:rsidRDefault="00725D8C" w:rsidP="00725D8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de la Martinique</w:t>
            </w:r>
          </w:p>
        </w:tc>
      </w:tr>
      <w:tr w:rsidR="002016E3" w:rsidRPr="002016E3" w:rsidTr="002016E3">
        <w:tc>
          <w:tcPr>
            <w:tcW w:w="1667" w:type="pct"/>
          </w:tcPr>
          <w:p w:rsidR="002016E3" w:rsidRPr="002016E3" w:rsidRDefault="002016E3">
            <w:pPr>
              <w:rPr>
                <w:lang w:val="fr-FR"/>
              </w:rPr>
            </w:pPr>
          </w:p>
          <w:p w:rsidR="002016E3" w:rsidRPr="002016E3" w:rsidRDefault="002016E3">
            <w:pPr>
              <w:rPr>
                <w:lang w:val="fr-FR"/>
              </w:rPr>
            </w:pPr>
          </w:p>
          <w:p w:rsidR="002016E3" w:rsidRPr="002016E3" w:rsidRDefault="002016E3">
            <w:pPr>
              <w:rPr>
                <w:lang w:val="fr-FR"/>
              </w:rPr>
            </w:pPr>
          </w:p>
          <w:p w:rsidR="002016E3" w:rsidRPr="002016E3" w:rsidRDefault="00725D8C" w:rsidP="00725D8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à l’intérieur</w:t>
            </w:r>
          </w:p>
          <w:p w:rsidR="002016E3" w:rsidRPr="002016E3" w:rsidRDefault="002016E3">
            <w:pPr>
              <w:rPr>
                <w:lang w:val="fr-FR"/>
              </w:rPr>
            </w:pPr>
          </w:p>
          <w:p w:rsidR="002016E3" w:rsidRPr="002016E3" w:rsidRDefault="002016E3">
            <w:pPr>
              <w:rPr>
                <w:lang w:val="fr-FR"/>
              </w:rPr>
            </w:pPr>
          </w:p>
          <w:p w:rsidR="002016E3" w:rsidRPr="002016E3" w:rsidRDefault="002016E3">
            <w:pPr>
              <w:rPr>
                <w:lang w:val="fr-FR"/>
              </w:rPr>
            </w:pPr>
          </w:p>
        </w:tc>
        <w:tc>
          <w:tcPr>
            <w:tcW w:w="1667" w:type="pct"/>
          </w:tcPr>
          <w:p w:rsidR="002016E3" w:rsidRDefault="002016E3">
            <w:pPr>
              <w:rPr>
                <w:lang w:val="fr-FR"/>
              </w:rPr>
            </w:pPr>
          </w:p>
          <w:p w:rsidR="00725D8C" w:rsidRDefault="00725D8C">
            <w:pPr>
              <w:rPr>
                <w:lang w:val="fr-FR"/>
              </w:rPr>
            </w:pPr>
          </w:p>
          <w:p w:rsidR="00725D8C" w:rsidRDefault="00725D8C">
            <w:pPr>
              <w:rPr>
                <w:lang w:val="fr-FR"/>
              </w:rPr>
            </w:pPr>
          </w:p>
          <w:p w:rsidR="00725D8C" w:rsidRPr="002016E3" w:rsidRDefault="00725D8C" w:rsidP="00725D8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de l’île</w:t>
            </w:r>
          </w:p>
        </w:tc>
        <w:tc>
          <w:tcPr>
            <w:tcW w:w="1666" w:type="pct"/>
          </w:tcPr>
          <w:p w:rsidR="002016E3" w:rsidRDefault="002016E3">
            <w:pPr>
              <w:rPr>
                <w:lang w:val="fr-FR"/>
              </w:rPr>
            </w:pPr>
          </w:p>
          <w:p w:rsidR="00725D8C" w:rsidRDefault="00725D8C">
            <w:pPr>
              <w:rPr>
                <w:lang w:val="fr-FR"/>
              </w:rPr>
            </w:pPr>
          </w:p>
          <w:p w:rsidR="00725D8C" w:rsidRDefault="00725D8C">
            <w:pPr>
              <w:rPr>
                <w:lang w:val="fr-FR"/>
              </w:rPr>
            </w:pPr>
          </w:p>
          <w:p w:rsidR="00725D8C" w:rsidRPr="002016E3" w:rsidRDefault="00725D8C" w:rsidP="00725D8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la Mer des Caraïbes</w:t>
            </w:r>
          </w:p>
        </w:tc>
      </w:tr>
    </w:tbl>
    <w:p w:rsidR="002016E3" w:rsidRPr="002016E3" w:rsidRDefault="002016E3">
      <w:pPr>
        <w:rPr>
          <w:lang w:val="fr-FR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82"/>
        <w:gridCol w:w="3081"/>
        <w:gridCol w:w="3079"/>
      </w:tblGrid>
      <w:tr w:rsidR="002016E3" w:rsidRPr="002016E3" w:rsidTr="002016E3">
        <w:tc>
          <w:tcPr>
            <w:tcW w:w="1667" w:type="pct"/>
          </w:tcPr>
          <w:p w:rsidR="002016E3" w:rsidRDefault="002016E3">
            <w:pPr>
              <w:rPr>
                <w:lang w:val="fr-FR"/>
              </w:rPr>
            </w:pPr>
          </w:p>
          <w:p w:rsidR="00725D8C" w:rsidRDefault="00725D8C">
            <w:pPr>
              <w:rPr>
                <w:lang w:val="fr-FR"/>
              </w:rPr>
            </w:pPr>
          </w:p>
          <w:p w:rsidR="00725D8C" w:rsidRDefault="00725D8C">
            <w:pPr>
              <w:rPr>
                <w:lang w:val="fr-FR"/>
              </w:rPr>
            </w:pPr>
          </w:p>
          <w:p w:rsidR="00725D8C" w:rsidRDefault="00725D8C" w:rsidP="00725D8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l’Océan Atlantique</w:t>
            </w:r>
          </w:p>
          <w:p w:rsidR="00725D8C" w:rsidRDefault="00725D8C">
            <w:pPr>
              <w:rPr>
                <w:lang w:val="fr-FR"/>
              </w:rPr>
            </w:pPr>
          </w:p>
          <w:p w:rsidR="00725D8C" w:rsidRDefault="00725D8C">
            <w:pPr>
              <w:rPr>
                <w:lang w:val="fr-FR"/>
              </w:rPr>
            </w:pPr>
          </w:p>
          <w:p w:rsidR="00725D8C" w:rsidRPr="002016E3" w:rsidRDefault="00725D8C">
            <w:pPr>
              <w:rPr>
                <w:lang w:val="fr-FR"/>
              </w:rPr>
            </w:pPr>
          </w:p>
        </w:tc>
        <w:tc>
          <w:tcPr>
            <w:tcW w:w="1667" w:type="pct"/>
          </w:tcPr>
          <w:p w:rsidR="002016E3" w:rsidRDefault="002016E3">
            <w:pPr>
              <w:rPr>
                <w:lang w:val="fr-FR"/>
              </w:rPr>
            </w:pPr>
          </w:p>
          <w:p w:rsidR="00725D8C" w:rsidRDefault="00725D8C">
            <w:pPr>
              <w:rPr>
                <w:lang w:val="fr-FR"/>
              </w:rPr>
            </w:pPr>
          </w:p>
          <w:p w:rsidR="00725D8C" w:rsidRDefault="00725D8C">
            <w:pPr>
              <w:rPr>
                <w:lang w:val="fr-FR"/>
              </w:rPr>
            </w:pPr>
          </w:p>
          <w:p w:rsidR="00725D8C" w:rsidRPr="002016E3" w:rsidRDefault="00725D8C" w:rsidP="00725D8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se trouvent</w:t>
            </w:r>
          </w:p>
        </w:tc>
        <w:tc>
          <w:tcPr>
            <w:tcW w:w="1666" w:type="pct"/>
          </w:tcPr>
          <w:p w:rsidR="002016E3" w:rsidRDefault="002016E3">
            <w:pPr>
              <w:rPr>
                <w:lang w:val="fr-FR"/>
              </w:rPr>
            </w:pPr>
          </w:p>
          <w:p w:rsidR="00725D8C" w:rsidRDefault="00725D8C">
            <w:pPr>
              <w:rPr>
                <w:lang w:val="fr-FR"/>
              </w:rPr>
            </w:pPr>
          </w:p>
          <w:p w:rsidR="00725D8C" w:rsidRDefault="00725D8C">
            <w:pPr>
              <w:rPr>
                <w:lang w:val="fr-FR"/>
              </w:rPr>
            </w:pPr>
          </w:p>
          <w:p w:rsidR="00725D8C" w:rsidRPr="002016E3" w:rsidRDefault="00725D8C" w:rsidP="00725D8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sont situé(e)s</w:t>
            </w:r>
          </w:p>
        </w:tc>
      </w:tr>
      <w:tr w:rsidR="00987312" w:rsidRPr="002016E3" w:rsidTr="002016E3">
        <w:tc>
          <w:tcPr>
            <w:tcW w:w="1667" w:type="pct"/>
          </w:tcPr>
          <w:p w:rsidR="00987312" w:rsidRDefault="00987312">
            <w:pPr>
              <w:rPr>
                <w:lang w:val="fr-FR"/>
              </w:rPr>
            </w:pPr>
          </w:p>
          <w:p w:rsidR="00987312" w:rsidRDefault="00987312">
            <w:pPr>
              <w:rPr>
                <w:lang w:val="fr-FR"/>
              </w:rPr>
            </w:pPr>
          </w:p>
          <w:p w:rsidR="00987312" w:rsidRDefault="00987312">
            <w:pPr>
              <w:rPr>
                <w:lang w:val="fr-FR"/>
              </w:rPr>
            </w:pPr>
          </w:p>
          <w:p w:rsidR="00987312" w:rsidRDefault="00987312">
            <w:pPr>
              <w:rPr>
                <w:lang w:val="fr-FR"/>
              </w:rPr>
            </w:pPr>
          </w:p>
          <w:p w:rsidR="00987312" w:rsidRDefault="00987312">
            <w:pPr>
              <w:rPr>
                <w:lang w:val="fr-FR"/>
              </w:rPr>
            </w:pPr>
          </w:p>
          <w:p w:rsidR="00987312" w:rsidRDefault="00987312">
            <w:pPr>
              <w:rPr>
                <w:lang w:val="fr-FR"/>
              </w:rPr>
            </w:pPr>
          </w:p>
          <w:p w:rsidR="00987312" w:rsidRDefault="00987312">
            <w:pPr>
              <w:rPr>
                <w:lang w:val="fr-FR"/>
              </w:rPr>
            </w:pPr>
          </w:p>
        </w:tc>
        <w:tc>
          <w:tcPr>
            <w:tcW w:w="1667" w:type="pct"/>
          </w:tcPr>
          <w:p w:rsidR="00987312" w:rsidRDefault="00987312">
            <w:pPr>
              <w:rPr>
                <w:lang w:val="fr-FR"/>
              </w:rPr>
            </w:pPr>
          </w:p>
        </w:tc>
        <w:tc>
          <w:tcPr>
            <w:tcW w:w="1666" w:type="pct"/>
          </w:tcPr>
          <w:p w:rsidR="00987312" w:rsidRDefault="00987312">
            <w:pPr>
              <w:rPr>
                <w:lang w:val="fr-FR"/>
              </w:rPr>
            </w:pPr>
          </w:p>
        </w:tc>
      </w:tr>
      <w:tr w:rsidR="00987312" w:rsidRPr="002016E3" w:rsidTr="002016E3">
        <w:tc>
          <w:tcPr>
            <w:tcW w:w="1667" w:type="pct"/>
          </w:tcPr>
          <w:p w:rsidR="00987312" w:rsidRDefault="00987312">
            <w:pPr>
              <w:rPr>
                <w:lang w:val="fr-FR"/>
              </w:rPr>
            </w:pPr>
          </w:p>
          <w:p w:rsidR="00987312" w:rsidRDefault="00987312">
            <w:pPr>
              <w:rPr>
                <w:lang w:val="fr-FR"/>
              </w:rPr>
            </w:pPr>
          </w:p>
          <w:p w:rsidR="00987312" w:rsidRDefault="00987312">
            <w:pPr>
              <w:rPr>
                <w:lang w:val="fr-FR"/>
              </w:rPr>
            </w:pPr>
          </w:p>
          <w:p w:rsidR="00987312" w:rsidRDefault="00987312">
            <w:pPr>
              <w:rPr>
                <w:lang w:val="fr-FR"/>
              </w:rPr>
            </w:pPr>
          </w:p>
          <w:p w:rsidR="00987312" w:rsidRDefault="00987312">
            <w:pPr>
              <w:rPr>
                <w:lang w:val="fr-FR"/>
              </w:rPr>
            </w:pPr>
          </w:p>
          <w:p w:rsidR="00987312" w:rsidRDefault="00987312">
            <w:pPr>
              <w:rPr>
                <w:lang w:val="fr-FR"/>
              </w:rPr>
            </w:pPr>
          </w:p>
          <w:p w:rsidR="00987312" w:rsidRDefault="00987312">
            <w:pPr>
              <w:rPr>
                <w:lang w:val="fr-FR"/>
              </w:rPr>
            </w:pPr>
          </w:p>
        </w:tc>
        <w:tc>
          <w:tcPr>
            <w:tcW w:w="1667" w:type="pct"/>
          </w:tcPr>
          <w:p w:rsidR="00987312" w:rsidRDefault="00987312">
            <w:pPr>
              <w:rPr>
                <w:lang w:val="fr-FR"/>
              </w:rPr>
            </w:pPr>
          </w:p>
        </w:tc>
        <w:tc>
          <w:tcPr>
            <w:tcW w:w="1666" w:type="pct"/>
          </w:tcPr>
          <w:p w:rsidR="00987312" w:rsidRDefault="00987312">
            <w:pPr>
              <w:rPr>
                <w:lang w:val="fr-FR"/>
              </w:rPr>
            </w:pPr>
          </w:p>
        </w:tc>
      </w:tr>
    </w:tbl>
    <w:p w:rsidR="00E46988" w:rsidRPr="002016E3" w:rsidRDefault="00E46988">
      <w:pPr>
        <w:rPr>
          <w:lang w:val="fr-FR"/>
        </w:rPr>
      </w:pPr>
    </w:p>
    <w:sectPr w:rsidR="00E46988" w:rsidRPr="002016E3" w:rsidSect="003738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6E3"/>
    <w:rsid w:val="00000252"/>
    <w:rsid w:val="0000025E"/>
    <w:rsid w:val="00000776"/>
    <w:rsid w:val="00000A9E"/>
    <w:rsid w:val="00000CCB"/>
    <w:rsid w:val="00000D5F"/>
    <w:rsid w:val="00001059"/>
    <w:rsid w:val="000012BC"/>
    <w:rsid w:val="00001A76"/>
    <w:rsid w:val="000022B8"/>
    <w:rsid w:val="000022D8"/>
    <w:rsid w:val="0000305D"/>
    <w:rsid w:val="00003434"/>
    <w:rsid w:val="00005802"/>
    <w:rsid w:val="000063DD"/>
    <w:rsid w:val="00006A78"/>
    <w:rsid w:val="00007E61"/>
    <w:rsid w:val="000104B5"/>
    <w:rsid w:val="000104FC"/>
    <w:rsid w:val="00011CDF"/>
    <w:rsid w:val="00011F21"/>
    <w:rsid w:val="0001206C"/>
    <w:rsid w:val="0001255A"/>
    <w:rsid w:val="00012B8D"/>
    <w:rsid w:val="00013991"/>
    <w:rsid w:val="00013B4D"/>
    <w:rsid w:val="00013D30"/>
    <w:rsid w:val="00013E39"/>
    <w:rsid w:val="00014492"/>
    <w:rsid w:val="00014E82"/>
    <w:rsid w:val="00015A8F"/>
    <w:rsid w:val="00016C69"/>
    <w:rsid w:val="00016E33"/>
    <w:rsid w:val="0001725F"/>
    <w:rsid w:val="00017703"/>
    <w:rsid w:val="00017E45"/>
    <w:rsid w:val="00017F70"/>
    <w:rsid w:val="0002006A"/>
    <w:rsid w:val="000203A4"/>
    <w:rsid w:val="000208B4"/>
    <w:rsid w:val="00020BDB"/>
    <w:rsid w:val="0002160A"/>
    <w:rsid w:val="000219E2"/>
    <w:rsid w:val="00022195"/>
    <w:rsid w:val="00022A1B"/>
    <w:rsid w:val="00023D5D"/>
    <w:rsid w:val="0002448E"/>
    <w:rsid w:val="00024551"/>
    <w:rsid w:val="000247C9"/>
    <w:rsid w:val="000248A7"/>
    <w:rsid w:val="00024D4E"/>
    <w:rsid w:val="0002576D"/>
    <w:rsid w:val="000260D8"/>
    <w:rsid w:val="00027A1A"/>
    <w:rsid w:val="00027FFD"/>
    <w:rsid w:val="00030634"/>
    <w:rsid w:val="00030D59"/>
    <w:rsid w:val="00030F17"/>
    <w:rsid w:val="00031323"/>
    <w:rsid w:val="0003180D"/>
    <w:rsid w:val="0003201E"/>
    <w:rsid w:val="000324F3"/>
    <w:rsid w:val="000330C4"/>
    <w:rsid w:val="00033247"/>
    <w:rsid w:val="00033903"/>
    <w:rsid w:val="0003459A"/>
    <w:rsid w:val="0003473B"/>
    <w:rsid w:val="00034AA2"/>
    <w:rsid w:val="00034BEA"/>
    <w:rsid w:val="00035741"/>
    <w:rsid w:val="00036132"/>
    <w:rsid w:val="000366C7"/>
    <w:rsid w:val="000369C8"/>
    <w:rsid w:val="00036B24"/>
    <w:rsid w:val="00036B2E"/>
    <w:rsid w:val="00036C38"/>
    <w:rsid w:val="000377A2"/>
    <w:rsid w:val="00040435"/>
    <w:rsid w:val="000408CE"/>
    <w:rsid w:val="00040F14"/>
    <w:rsid w:val="00040F6B"/>
    <w:rsid w:val="000413C1"/>
    <w:rsid w:val="000417F0"/>
    <w:rsid w:val="00042081"/>
    <w:rsid w:val="00042151"/>
    <w:rsid w:val="0004245A"/>
    <w:rsid w:val="00042736"/>
    <w:rsid w:val="000427B6"/>
    <w:rsid w:val="00043030"/>
    <w:rsid w:val="00043305"/>
    <w:rsid w:val="000439D2"/>
    <w:rsid w:val="00043E8C"/>
    <w:rsid w:val="000441A9"/>
    <w:rsid w:val="00044603"/>
    <w:rsid w:val="00044966"/>
    <w:rsid w:val="00044C15"/>
    <w:rsid w:val="00044FD0"/>
    <w:rsid w:val="0004500F"/>
    <w:rsid w:val="00045E46"/>
    <w:rsid w:val="00045E98"/>
    <w:rsid w:val="0004683A"/>
    <w:rsid w:val="0004684C"/>
    <w:rsid w:val="00046DE7"/>
    <w:rsid w:val="00046F13"/>
    <w:rsid w:val="000476C8"/>
    <w:rsid w:val="00047800"/>
    <w:rsid w:val="0004795A"/>
    <w:rsid w:val="0005035C"/>
    <w:rsid w:val="00050D22"/>
    <w:rsid w:val="00050EE5"/>
    <w:rsid w:val="00051432"/>
    <w:rsid w:val="00051468"/>
    <w:rsid w:val="0005154E"/>
    <w:rsid w:val="00051AA5"/>
    <w:rsid w:val="000535AB"/>
    <w:rsid w:val="00053B69"/>
    <w:rsid w:val="00053CFF"/>
    <w:rsid w:val="00054A2E"/>
    <w:rsid w:val="0005513D"/>
    <w:rsid w:val="00055614"/>
    <w:rsid w:val="000567FC"/>
    <w:rsid w:val="00056A40"/>
    <w:rsid w:val="00056C98"/>
    <w:rsid w:val="00056E8F"/>
    <w:rsid w:val="00060C9B"/>
    <w:rsid w:val="00061955"/>
    <w:rsid w:val="00061F4C"/>
    <w:rsid w:val="000623A2"/>
    <w:rsid w:val="00062505"/>
    <w:rsid w:val="000629FD"/>
    <w:rsid w:val="00062FB7"/>
    <w:rsid w:val="0006383D"/>
    <w:rsid w:val="00063857"/>
    <w:rsid w:val="00063B87"/>
    <w:rsid w:val="00063FF1"/>
    <w:rsid w:val="00064CED"/>
    <w:rsid w:val="000650DD"/>
    <w:rsid w:val="00065A03"/>
    <w:rsid w:val="00065AC6"/>
    <w:rsid w:val="00065C47"/>
    <w:rsid w:val="00065F16"/>
    <w:rsid w:val="000662FD"/>
    <w:rsid w:val="00066556"/>
    <w:rsid w:val="000677AC"/>
    <w:rsid w:val="00070AE5"/>
    <w:rsid w:val="0007118C"/>
    <w:rsid w:val="000712C7"/>
    <w:rsid w:val="00071B9E"/>
    <w:rsid w:val="00071CE6"/>
    <w:rsid w:val="00071E87"/>
    <w:rsid w:val="00071F34"/>
    <w:rsid w:val="00072B09"/>
    <w:rsid w:val="00072C22"/>
    <w:rsid w:val="00072F10"/>
    <w:rsid w:val="0007376A"/>
    <w:rsid w:val="000738CA"/>
    <w:rsid w:val="00073961"/>
    <w:rsid w:val="000745D0"/>
    <w:rsid w:val="00075059"/>
    <w:rsid w:val="000756F2"/>
    <w:rsid w:val="00075B0A"/>
    <w:rsid w:val="000766B2"/>
    <w:rsid w:val="00076B59"/>
    <w:rsid w:val="0007743D"/>
    <w:rsid w:val="00077604"/>
    <w:rsid w:val="00077E2C"/>
    <w:rsid w:val="000800E9"/>
    <w:rsid w:val="000802CB"/>
    <w:rsid w:val="000807F3"/>
    <w:rsid w:val="000807FC"/>
    <w:rsid w:val="000809F4"/>
    <w:rsid w:val="00080C91"/>
    <w:rsid w:val="000812A8"/>
    <w:rsid w:val="00081EFE"/>
    <w:rsid w:val="00082018"/>
    <w:rsid w:val="00082044"/>
    <w:rsid w:val="000820A4"/>
    <w:rsid w:val="00082763"/>
    <w:rsid w:val="00082898"/>
    <w:rsid w:val="00082CA5"/>
    <w:rsid w:val="0008333F"/>
    <w:rsid w:val="000834EA"/>
    <w:rsid w:val="000835CC"/>
    <w:rsid w:val="00083ADF"/>
    <w:rsid w:val="00083FF1"/>
    <w:rsid w:val="00084169"/>
    <w:rsid w:val="00084242"/>
    <w:rsid w:val="0008468E"/>
    <w:rsid w:val="000846F0"/>
    <w:rsid w:val="00084ACE"/>
    <w:rsid w:val="00084CF8"/>
    <w:rsid w:val="00085573"/>
    <w:rsid w:val="00085862"/>
    <w:rsid w:val="00085ACF"/>
    <w:rsid w:val="00085F38"/>
    <w:rsid w:val="00086243"/>
    <w:rsid w:val="0008670E"/>
    <w:rsid w:val="00086D72"/>
    <w:rsid w:val="00087983"/>
    <w:rsid w:val="00087E91"/>
    <w:rsid w:val="0009029C"/>
    <w:rsid w:val="000902BE"/>
    <w:rsid w:val="000904A0"/>
    <w:rsid w:val="00090C3C"/>
    <w:rsid w:val="00092206"/>
    <w:rsid w:val="00092EDF"/>
    <w:rsid w:val="00093163"/>
    <w:rsid w:val="00093EB9"/>
    <w:rsid w:val="000941EC"/>
    <w:rsid w:val="00094429"/>
    <w:rsid w:val="00094A29"/>
    <w:rsid w:val="00094A9D"/>
    <w:rsid w:val="00094B43"/>
    <w:rsid w:val="00094DBE"/>
    <w:rsid w:val="00095383"/>
    <w:rsid w:val="0009583A"/>
    <w:rsid w:val="00095846"/>
    <w:rsid w:val="00096492"/>
    <w:rsid w:val="00096A00"/>
    <w:rsid w:val="0009797B"/>
    <w:rsid w:val="00097E62"/>
    <w:rsid w:val="00097E90"/>
    <w:rsid w:val="000A0078"/>
    <w:rsid w:val="000A0271"/>
    <w:rsid w:val="000A037C"/>
    <w:rsid w:val="000A06E1"/>
    <w:rsid w:val="000A14A8"/>
    <w:rsid w:val="000A1A18"/>
    <w:rsid w:val="000A1D67"/>
    <w:rsid w:val="000A2DD7"/>
    <w:rsid w:val="000A2EDC"/>
    <w:rsid w:val="000A3BD2"/>
    <w:rsid w:val="000A3F73"/>
    <w:rsid w:val="000A5AC2"/>
    <w:rsid w:val="000A6B63"/>
    <w:rsid w:val="000A6DDF"/>
    <w:rsid w:val="000A6FA0"/>
    <w:rsid w:val="000A70E8"/>
    <w:rsid w:val="000A7856"/>
    <w:rsid w:val="000A7A58"/>
    <w:rsid w:val="000A7A7D"/>
    <w:rsid w:val="000A7BDF"/>
    <w:rsid w:val="000B0210"/>
    <w:rsid w:val="000B09AB"/>
    <w:rsid w:val="000B1AA4"/>
    <w:rsid w:val="000B21FD"/>
    <w:rsid w:val="000B2300"/>
    <w:rsid w:val="000B294A"/>
    <w:rsid w:val="000B2C7E"/>
    <w:rsid w:val="000B2DDE"/>
    <w:rsid w:val="000B2F54"/>
    <w:rsid w:val="000B344F"/>
    <w:rsid w:val="000B3B47"/>
    <w:rsid w:val="000B3CD0"/>
    <w:rsid w:val="000B41F3"/>
    <w:rsid w:val="000B435F"/>
    <w:rsid w:val="000B4648"/>
    <w:rsid w:val="000B4B97"/>
    <w:rsid w:val="000B4DAB"/>
    <w:rsid w:val="000B5221"/>
    <w:rsid w:val="000B5D8B"/>
    <w:rsid w:val="000B5DF0"/>
    <w:rsid w:val="000B71C4"/>
    <w:rsid w:val="000B769E"/>
    <w:rsid w:val="000B7CD2"/>
    <w:rsid w:val="000B7E9A"/>
    <w:rsid w:val="000B7EDF"/>
    <w:rsid w:val="000B7F78"/>
    <w:rsid w:val="000C0203"/>
    <w:rsid w:val="000C06E9"/>
    <w:rsid w:val="000C0723"/>
    <w:rsid w:val="000C1D99"/>
    <w:rsid w:val="000C1EEF"/>
    <w:rsid w:val="000C250D"/>
    <w:rsid w:val="000C2F89"/>
    <w:rsid w:val="000C42EA"/>
    <w:rsid w:val="000C47C7"/>
    <w:rsid w:val="000C4916"/>
    <w:rsid w:val="000C5115"/>
    <w:rsid w:val="000C56BC"/>
    <w:rsid w:val="000C5739"/>
    <w:rsid w:val="000C6764"/>
    <w:rsid w:val="000C6841"/>
    <w:rsid w:val="000C6E48"/>
    <w:rsid w:val="000C7128"/>
    <w:rsid w:val="000C74A5"/>
    <w:rsid w:val="000C773A"/>
    <w:rsid w:val="000D0817"/>
    <w:rsid w:val="000D0EB4"/>
    <w:rsid w:val="000D0F01"/>
    <w:rsid w:val="000D0FBD"/>
    <w:rsid w:val="000D1365"/>
    <w:rsid w:val="000D2442"/>
    <w:rsid w:val="000D280C"/>
    <w:rsid w:val="000D2907"/>
    <w:rsid w:val="000D36AB"/>
    <w:rsid w:val="000D3BBF"/>
    <w:rsid w:val="000D3C43"/>
    <w:rsid w:val="000D3EFC"/>
    <w:rsid w:val="000D41F8"/>
    <w:rsid w:val="000D59ED"/>
    <w:rsid w:val="000D5BDA"/>
    <w:rsid w:val="000D6338"/>
    <w:rsid w:val="000D63A7"/>
    <w:rsid w:val="000D6582"/>
    <w:rsid w:val="000D69E9"/>
    <w:rsid w:val="000D6A94"/>
    <w:rsid w:val="000D6DB0"/>
    <w:rsid w:val="000D6F3D"/>
    <w:rsid w:val="000D71CD"/>
    <w:rsid w:val="000D729D"/>
    <w:rsid w:val="000D7A83"/>
    <w:rsid w:val="000E0409"/>
    <w:rsid w:val="000E0F73"/>
    <w:rsid w:val="000E1106"/>
    <w:rsid w:val="000E1E8A"/>
    <w:rsid w:val="000E1F57"/>
    <w:rsid w:val="000E2112"/>
    <w:rsid w:val="000E22D9"/>
    <w:rsid w:val="000E24FF"/>
    <w:rsid w:val="000E2B4B"/>
    <w:rsid w:val="000E3324"/>
    <w:rsid w:val="000E3337"/>
    <w:rsid w:val="000E3372"/>
    <w:rsid w:val="000E39C9"/>
    <w:rsid w:val="000E3B96"/>
    <w:rsid w:val="000E3C18"/>
    <w:rsid w:val="000E426E"/>
    <w:rsid w:val="000E483D"/>
    <w:rsid w:val="000E4F2C"/>
    <w:rsid w:val="000E5574"/>
    <w:rsid w:val="000E5B47"/>
    <w:rsid w:val="000E6760"/>
    <w:rsid w:val="000E6CE6"/>
    <w:rsid w:val="000E6DE3"/>
    <w:rsid w:val="000E7AA0"/>
    <w:rsid w:val="000E7C02"/>
    <w:rsid w:val="000E7D51"/>
    <w:rsid w:val="000F0C05"/>
    <w:rsid w:val="000F0ECD"/>
    <w:rsid w:val="000F2AF2"/>
    <w:rsid w:val="000F3EB0"/>
    <w:rsid w:val="000F49AF"/>
    <w:rsid w:val="000F4A71"/>
    <w:rsid w:val="000F5C7D"/>
    <w:rsid w:val="000F5EFE"/>
    <w:rsid w:val="000F62C8"/>
    <w:rsid w:val="000F6732"/>
    <w:rsid w:val="000F6D55"/>
    <w:rsid w:val="000F6E4D"/>
    <w:rsid w:val="000F6F3E"/>
    <w:rsid w:val="000F7095"/>
    <w:rsid w:val="000F7144"/>
    <w:rsid w:val="000F7A8A"/>
    <w:rsid w:val="000F7EE0"/>
    <w:rsid w:val="001002D2"/>
    <w:rsid w:val="0010037D"/>
    <w:rsid w:val="0010075B"/>
    <w:rsid w:val="00101352"/>
    <w:rsid w:val="0010169B"/>
    <w:rsid w:val="001017BF"/>
    <w:rsid w:val="001023EB"/>
    <w:rsid w:val="001028BD"/>
    <w:rsid w:val="00102E04"/>
    <w:rsid w:val="0010327E"/>
    <w:rsid w:val="001034D4"/>
    <w:rsid w:val="00103528"/>
    <w:rsid w:val="00103749"/>
    <w:rsid w:val="00103B3E"/>
    <w:rsid w:val="001054A4"/>
    <w:rsid w:val="0010567F"/>
    <w:rsid w:val="001059E5"/>
    <w:rsid w:val="00105B2D"/>
    <w:rsid w:val="00105BDF"/>
    <w:rsid w:val="001063CB"/>
    <w:rsid w:val="00106C20"/>
    <w:rsid w:val="00106D1A"/>
    <w:rsid w:val="00106FBF"/>
    <w:rsid w:val="001076B9"/>
    <w:rsid w:val="00107BAE"/>
    <w:rsid w:val="00107D52"/>
    <w:rsid w:val="00107DDE"/>
    <w:rsid w:val="001109C6"/>
    <w:rsid w:val="0011145A"/>
    <w:rsid w:val="001123E5"/>
    <w:rsid w:val="001128F2"/>
    <w:rsid w:val="001134EC"/>
    <w:rsid w:val="00113966"/>
    <w:rsid w:val="001149A0"/>
    <w:rsid w:val="00114F19"/>
    <w:rsid w:val="00115338"/>
    <w:rsid w:val="00115FFA"/>
    <w:rsid w:val="00116314"/>
    <w:rsid w:val="0011706E"/>
    <w:rsid w:val="00117FD4"/>
    <w:rsid w:val="001204C0"/>
    <w:rsid w:val="001206B9"/>
    <w:rsid w:val="00120E6F"/>
    <w:rsid w:val="00120FAA"/>
    <w:rsid w:val="001210E7"/>
    <w:rsid w:val="001216B8"/>
    <w:rsid w:val="00121C54"/>
    <w:rsid w:val="001227D4"/>
    <w:rsid w:val="00122D8C"/>
    <w:rsid w:val="00122DC7"/>
    <w:rsid w:val="00122FF6"/>
    <w:rsid w:val="00123004"/>
    <w:rsid w:val="00123695"/>
    <w:rsid w:val="00123A55"/>
    <w:rsid w:val="00123B28"/>
    <w:rsid w:val="00123DA4"/>
    <w:rsid w:val="00123E27"/>
    <w:rsid w:val="001243BF"/>
    <w:rsid w:val="001246EA"/>
    <w:rsid w:val="001249A6"/>
    <w:rsid w:val="001256D1"/>
    <w:rsid w:val="00125FA7"/>
    <w:rsid w:val="001266B9"/>
    <w:rsid w:val="001277EA"/>
    <w:rsid w:val="00127A89"/>
    <w:rsid w:val="00127C43"/>
    <w:rsid w:val="001301EB"/>
    <w:rsid w:val="00130401"/>
    <w:rsid w:val="001309AC"/>
    <w:rsid w:val="001313D6"/>
    <w:rsid w:val="00132587"/>
    <w:rsid w:val="00132C89"/>
    <w:rsid w:val="001336BE"/>
    <w:rsid w:val="00133D53"/>
    <w:rsid w:val="00133FEE"/>
    <w:rsid w:val="00134844"/>
    <w:rsid w:val="00135CDE"/>
    <w:rsid w:val="00135E12"/>
    <w:rsid w:val="00136A36"/>
    <w:rsid w:val="00136C99"/>
    <w:rsid w:val="00136CBA"/>
    <w:rsid w:val="00136FCD"/>
    <w:rsid w:val="0013701B"/>
    <w:rsid w:val="001375F5"/>
    <w:rsid w:val="001376F5"/>
    <w:rsid w:val="00137B2E"/>
    <w:rsid w:val="001400B7"/>
    <w:rsid w:val="00140763"/>
    <w:rsid w:val="00140B66"/>
    <w:rsid w:val="00141F4A"/>
    <w:rsid w:val="001421CE"/>
    <w:rsid w:val="001421D3"/>
    <w:rsid w:val="00142566"/>
    <w:rsid w:val="00142A5A"/>
    <w:rsid w:val="00142AE8"/>
    <w:rsid w:val="00142BAC"/>
    <w:rsid w:val="00142DC2"/>
    <w:rsid w:val="00142F2B"/>
    <w:rsid w:val="001431E6"/>
    <w:rsid w:val="0014334B"/>
    <w:rsid w:val="001433F5"/>
    <w:rsid w:val="0014375A"/>
    <w:rsid w:val="0014381D"/>
    <w:rsid w:val="00144320"/>
    <w:rsid w:val="0014464B"/>
    <w:rsid w:val="001450D1"/>
    <w:rsid w:val="0014539F"/>
    <w:rsid w:val="00145774"/>
    <w:rsid w:val="0014689E"/>
    <w:rsid w:val="00147309"/>
    <w:rsid w:val="001502EF"/>
    <w:rsid w:val="00150491"/>
    <w:rsid w:val="0015078D"/>
    <w:rsid w:val="001516AE"/>
    <w:rsid w:val="00151816"/>
    <w:rsid w:val="00151A87"/>
    <w:rsid w:val="00151CF2"/>
    <w:rsid w:val="001523E1"/>
    <w:rsid w:val="00152552"/>
    <w:rsid w:val="00152C5C"/>
    <w:rsid w:val="00152C98"/>
    <w:rsid w:val="00153252"/>
    <w:rsid w:val="00153A53"/>
    <w:rsid w:val="0015418B"/>
    <w:rsid w:val="00154C27"/>
    <w:rsid w:val="00154F14"/>
    <w:rsid w:val="00155AE8"/>
    <w:rsid w:val="00155FE5"/>
    <w:rsid w:val="0015605E"/>
    <w:rsid w:val="001560AE"/>
    <w:rsid w:val="0015624B"/>
    <w:rsid w:val="00156B8E"/>
    <w:rsid w:val="0016007A"/>
    <w:rsid w:val="00160615"/>
    <w:rsid w:val="001606F6"/>
    <w:rsid w:val="00160C51"/>
    <w:rsid w:val="00160E6E"/>
    <w:rsid w:val="00161C00"/>
    <w:rsid w:val="00162825"/>
    <w:rsid w:val="001632EB"/>
    <w:rsid w:val="00163617"/>
    <w:rsid w:val="001639D3"/>
    <w:rsid w:val="0016423D"/>
    <w:rsid w:val="00165022"/>
    <w:rsid w:val="00165BC3"/>
    <w:rsid w:val="00165D55"/>
    <w:rsid w:val="00166079"/>
    <w:rsid w:val="00166ED9"/>
    <w:rsid w:val="001673BC"/>
    <w:rsid w:val="001675D1"/>
    <w:rsid w:val="00167693"/>
    <w:rsid w:val="00167A46"/>
    <w:rsid w:val="00170844"/>
    <w:rsid w:val="001718A8"/>
    <w:rsid w:val="001728CB"/>
    <w:rsid w:val="00172DAB"/>
    <w:rsid w:val="00172F7D"/>
    <w:rsid w:val="001731D9"/>
    <w:rsid w:val="00173354"/>
    <w:rsid w:val="00173532"/>
    <w:rsid w:val="00173B52"/>
    <w:rsid w:val="00173EBB"/>
    <w:rsid w:val="001742E1"/>
    <w:rsid w:val="0017484D"/>
    <w:rsid w:val="00175588"/>
    <w:rsid w:val="00175B18"/>
    <w:rsid w:val="00176438"/>
    <w:rsid w:val="001767FD"/>
    <w:rsid w:val="00176BA5"/>
    <w:rsid w:val="00176DF8"/>
    <w:rsid w:val="001770A1"/>
    <w:rsid w:val="001775B3"/>
    <w:rsid w:val="00177905"/>
    <w:rsid w:val="00180EB2"/>
    <w:rsid w:val="0018118C"/>
    <w:rsid w:val="00181EF1"/>
    <w:rsid w:val="001822B3"/>
    <w:rsid w:val="001824B2"/>
    <w:rsid w:val="00182F45"/>
    <w:rsid w:val="001839F8"/>
    <w:rsid w:val="001840AC"/>
    <w:rsid w:val="0018441B"/>
    <w:rsid w:val="00184CC8"/>
    <w:rsid w:val="001853B6"/>
    <w:rsid w:val="00185503"/>
    <w:rsid w:val="00185BDF"/>
    <w:rsid w:val="00185D3E"/>
    <w:rsid w:val="00185D83"/>
    <w:rsid w:val="0018674C"/>
    <w:rsid w:val="00190018"/>
    <w:rsid w:val="001903FF"/>
    <w:rsid w:val="00190687"/>
    <w:rsid w:val="001907F9"/>
    <w:rsid w:val="001909CC"/>
    <w:rsid w:val="00190D0E"/>
    <w:rsid w:val="00191517"/>
    <w:rsid w:val="00191560"/>
    <w:rsid w:val="00191AD7"/>
    <w:rsid w:val="00192558"/>
    <w:rsid w:val="00192AC2"/>
    <w:rsid w:val="00192B8B"/>
    <w:rsid w:val="00192F97"/>
    <w:rsid w:val="00193125"/>
    <w:rsid w:val="00193B80"/>
    <w:rsid w:val="0019410F"/>
    <w:rsid w:val="0019464A"/>
    <w:rsid w:val="00194B06"/>
    <w:rsid w:val="00195731"/>
    <w:rsid w:val="00195E39"/>
    <w:rsid w:val="0019606D"/>
    <w:rsid w:val="0019619A"/>
    <w:rsid w:val="0019645B"/>
    <w:rsid w:val="00196901"/>
    <w:rsid w:val="00196AC4"/>
    <w:rsid w:val="00196E9D"/>
    <w:rsid w:val="00197285"/>
    <w:rsid w:val="00197527"/>
    <w:rsid w:val="001A00FF"/>
    <w:rsid w:val="001A058D"/>
    <w:rsid w:val="001A0CC8"/>
    <w:rsid w:val="001A133E"/>
    <w:rsid w:val="001A138B"/>
    <w:rsid w:val="001A15E2"/>
    <w:rsid w:val="001A1A38"/>
    <w:rsid w:val="001A23F8"/>
    <w:rsid w:val="001A2F8E"/>
    <w:rsid w:val="001A329C"/>
    <w:rsid w:val="001A354A"/>
    <w:rsid w:val="001A3D60"/>
    <w:rsid w:val="001A470C"/>
    <w:rsid w:val="001A50ED"/>
    <w:rsid w:val="001A5440"/>
    <w:rsid w:val="001A60DF"/>
    <w:rsid w:val="001A61F0"/>
    <w:rsid w:val="001A7192"/>
    <w:rsid w:val="001A7BD5"/>
    <w:rsid w:val="001A7DCD"/>
    <w:rsid w:val="001A7E67"/>
    <w:rsid w:val="001A7FDF"/>
    <w:rsid w:val="001B07BF"/>
    <w:rsid w:val="001B0B21"/>
    <w:rsid w:val="001B1875"/>
    <w:rsid w:val="001B19AA"/>
    <w:rsid w:val="001B1DD8"/>
    <w:rsid w:val="001B1F8C"/>
    <w:rsid w:val="001B24A4"/>
    <w:rsid w:val="001B2675"/>
    <w:rsid w:val="001B2926"/>
    <w:rsid w:val="001B37AA"/>
    <w:rsid w:val="001B3A1B"/>
    <w:rsid w:val="001B3EA3"/>
    <w:rsid w:val="001B41C7"/>
    <w:rsid w:val="001B49BE"/>
    <w:rsid w:val="001B4B6E"/>
    <w:rsid w:val="001B5E3A"/>
    <w:rsid w:val="001B5F43"/>
    <w:rsid w:val="001B667D"/>
    <w:rsid w:val="001B6954"/>
    <w:rsid w:val="001B6DF0"/>
    <w:rsid w:val="001B7D33"/>
    <w:rsid w:val="001B7F35"/>
    <w:rsid w:val="001C02B0"/>
    <w:rsid w:val="001C1364"/>
    <w:rsid w:val="001C1461"/>
    <w:rsid w:val="001C1935"/>
    <w:rsid w:val="001C1CC8"/>
    <w:rsid w:val="001C26C5"/>
    <w:rsid w:val="001C2844"/>
    <w:rsid w:val="001C3AC6"/>
    <w:rsid w:val="001C3B75"/>
    <w:rsid w:val="001C41B2"/>
    <w:rsid w:val="001C5090"/>
    <w:rsid w:val="001C5498"/>
    <w:rsid w:val="001C5623"/>
    <w:rsid w:val="001C571F"/>
    <w:rsid w:val="001C5B60"/>
    <w:rsid w:val="001C6072"/>
    <w:rsid w:val="001C6B35"/>
    <w:rsid w:val="001C6E87"/>
    <w:rsid w:val="001C70BA"/>
    <w:rsid w:val="001C7223"/>
    <w:rsid w:val="001C7D11"/>
    <w:rsid w:val="001D0647"/>
    <w:rsid w:val="001D0CF1"/>
    <w:rsid w:val="001D0DD9"/>
    <w:rsid w:val="001D10ED"/>
    <w:rsid w:val="001D12E9"/>
    <w:rsid w:val="001D13A6"/>
    <w:rsid w:val="001D1860"/>
    <w:rsid w:val="001D2571"/>
    <w:rsid w:val="001D28E6"/>
    <w:rsid w:val="001D29F3"/>
    <w:rsid w:val="001D36B2"/>
    <w:rsid w:val="001D4AEA"/>
    <w:rsid w:val="001D5245"/>
    <w:rsid w:val="001D5695"/>
    <w:rsid w:val="001D6037"/>
    <w:rsid w:val="001D6228"/>
    <w:rsid w:val="001D647F"/>
    <w:rsid w:val="001D6957"/>
    <w:rsid w:val="001D6B81"/>
    <w:rsid w:val="001D73D0"/>
    <w:rsid w:val="001D76AA"/>
    <w:rsid w:val="001D7981"/>
    <w:rsid w:val="001D7F4D"/>
    <w:rsid w:val="001E0915"/>
    <w:rsid w:val="001E0B98"/>
    <w:rsid w:val="001E0E25"/>
    <w:rsid w:val="001E10A9"/>
    <w:rsid w:val="001E1249"/>
    <w:rsid w:val="001E1973"/>
    <w:rsid w:val="001E1E26"/>
    <w:rsid w:val="001E2117"/>
    <w:rsid w:val="001E214A"/>
    <w:rsid w:val="001E260A"/>
    <w:rsid w:val="001E27D5"/>
    <w:rsid w:val="001E2961"/>
    <w:rsid w:val="001E2A93"/>
    <w:rsid w:val="001E2D95"/>
    <w:rsid w:val="001E2E43"/>
    <w:rsid w:val="001E2E88"/>
    <w:rsid w:val="001E3871"/>
    <w:rsid w:val="001E3C1B"/>
    <w:rsid w:val="001E3FAC"/>
    <w:rsid w:val="001E466C"/>
    <w:rsid w:val="001E4BCC"/>
    <w:rsid w:val="001E4D5B"/>
    <w:rsid w:val="001E59B7"/>
    <w:rsid w:val="001E5B7B"/>
    <w:rsid w:val="001E61BD"/>
    <w:rsid w:val="001E6483"/>
    <w:rsid w:val="001E6B04"/>
    <w:rsid w:val="001E7059"/>
    <w:rsid w:val="001E78CD"/>
    <w:rsid w:val="001E7945"/>
    <w:rsid w:val="001E7B63"/>
    <w:rsid w:val="001F003E"/>
    <w:rsid w:val="001F0685"/>
    <w:rsid w:val="001F0AD3"/>
    <w:rsid w:val="001F0F16"/>
    <w:rsid w:val="001F0F3D"/>
    <w:rsid w:val="001F183D"/>
    <w:rsid w:val="001F1864"/>
    <w:rsid w:val="001F3339"/>
    <w:rsid w:val="001F3444"/>
    <w:rsid w:val="001F3495"/>
    <w:rsid w:val="001F38B4"/>
    <w:rsid w:val="001F45B1"/>
    <w:rsid w:val="001F4C40"/>
    <w:rsid w:val="001F4E7E"/>
    <w:rsid w:val="001F64F4"/>
    <w:rsid w:val="001F682C"/>
    <w:rsid w:val="001F6E3F"/>
    <w:rsid w:val="001F7010"/>
    <w:rsid w:val="001F7A9B"/>
    <w:rsid w:val="001F7E88"/>
    <w:rsid w:val="00200BCB"/>
    <w:rsid w:val="00200CFB"/>
    <w:rsid w:val="00201050"/>
    <w:rsid w:val="002016E3"/>
    <w:rsid w:val="00202273"/>
    <w:rsid w:val="00202826"/>
    <w:rsid w:val="002028EA"/>
    <w:rsid w:val="00202AC6"/>
    <w:rsid w:val="00203169"/>
    <w:rsid w:val="00203BB2"/>
    <w:rsid w:val="00203F10"/>
    <w:rsid w:val="002045A1"/>
    <w:rsid w:val="002045FC"/>
    <w:rsid w:val="0020494B"/>
    <w:rsid w:val="00206048"/>
    <w:rsid w:val="00206246"/>
    <w:rsid w:val="0020687B"/>
    <w:rsid w:val="0020695A"/>
    <w:rsid w:val="00207DEE"/>
    <w:rsid w:val="00207E53"/>
    <w:rsid w:val="00210414"/>
    <w:rsid w:val="00210638"/>
    <w:rsid w:val="002106D0"/>
    <w:rsid w:val="00211193"/>
    <w:rsid w:val="00211C45"/>
    <w:rsid w:val="002125D9"/>
    <w:rsid w:val="002125FD"/>
    <w:rsid w:val="00213869"/>
    <w:rsid w:val="00213C0E"/>
    <w:rsid w:val="00213F3E"/>
    <w:rsid w:val="002143F8"/>
    <w:rsid w:val="00214503"/>
    <w:rsid w:val="002145D3"/>
    <w:rsid w:val="0021478A"/>
    <w:rsid w:val="00214E3A"/>
    <w:rsid w:val="00215052"/>
    <w:rsid w:val="00215136"/>
    <w:rsid w:val="002153C4"/>
    <w:rsid w:val="00216266"/>
    <w:rsid w:val="00216AE7"/>
    <w:rsid w:val="00216F3E"/>
    <w:rsid w:val="00216F67"/>
    <w:rsid w:val="00217932"/>
    <w:rsid w:val="00217CBD"/>
    <w:rsid w:val="002212B4"/>
    <w:rsid w:val="002213C1"/>
    <w:rsid w:val="0022142A"/>
    <w:rsid w:val="002216C2"/>
    <w:rsid w:val="00221C11"/>
    <w:rsid w:val="00222C63"/>
    <w:rsid w:val="00222FE4"/>
    <w:rsid w:val="002235F0"/>
    <w:rsid w:val="00223951"/>
    <w:rsid w:val="00223D18"/>
    <w:rsid w:val="0022471E"/>
    <w:rsid w:val="0022514E"/>
    <w:rsid w:val="002253B2"/>
    <w:rsid w:val="002259D7"/>
    <w:rsid w:val="00226114"/>
    <w:rsid w:val="0022638A"/>
    <w:rsid w:val="0022649E"/>
    <w:rsid w:val="00226546"/>
    <w:rsid w:val="002267BD"/>
    <w:rsid w:val="00226D3A"/>
    <w:rsid w:val="0022732E"/>
    <w:rsid w:val="0022754E"/>
    <w:rsid w:val="0022756D"/>
    <w:rsid w:val="00227A8F"/>
    <w:rsid w:val="00230945"/>
    <w:rsid w:val="00230AA8"/>
    <w:rsid w:val="00230C28"/>
    <w:rsid w:val="002313C0"/>
    <w:rsid w:val="002326CD"/>
    <w:rsid w:val="002327BB"/>
    <w:rsid w:val="00232AFF"/>
    <w:rsid w:val="00232BAA"/>
    <w:rsid w:val="00233720"/>
    <w:rsid w:val="00233728"/>
    <w:rsid w:val="00233929"/>
    <w:rsid w:val="00233935"/>
    <w:rsid w:val="00233A87"/>
    <w:rsid w:val="00233E64"/>
    <w:rsid w:val="00233F6A"/>
    <w:rsid w:val="00234353"/>
    <w:rsid w:val="002345F0"/>
    <w:rsid w:val="002348B8"/>
    <w:rsid w:val="00234EA9"/>
    <w:rsid w:val="002352D0"/>
    <w:rsid w:val="0023622C"/>
    <w:rsid w:val="00236E14"/>
    <w:rsid w:val="00237081"/>
    <w:rsid w:val="002373BF"/>
    <w:rsid w:val="00237491"/>
    <w:rsid w:val="002400BD"/>
    <w:rsid w:val="00240638"/>
    <w:rsid w:val="00240E37"/>
    <w:rsid w:val="00241CE6"/>
    <w:rsid w:val="00241E77"/>
    <w:rsid w:val="00241F4D"/>
    <w:rsid w:val="002421E9"/>
    <w:rsid w:val="00242577"/>
    <w:rsid w:val="00242667"/>
    <w:rsid w:val="00242C14"/>
    <w:rsid w:val="002430A0"/>
    <w:rsid w:val="0024362E"/>
    <w:rsid w:val="00243A9C"/>
    <w:rsid w:val="00243C15"/>
    <w:rsid w:val="002449FB"/>
    <w:rsid w:val="00244A12"/>
    <w:rsid w:val="00244B0C"/>
    <w:rsid w:val="00245A38"/>
    <w:rsid w:val="00246032"/>
    <w:rsid w:val="002460B5"/>
    <w:rsid w:val="0024645B"/>
    <w:rsid w:val="00246E5E"/>
    <w:rsid w:val="0024712B"/>
    <w:rsid w:val="00247DA5"/>
    <w:rsid w:val="00250523"/>
    <w:rsid w:val="00250675"/>
    <w:rsid w:val="00250FA0"/>
    <w:rsid w:val="00251086"/>
    <w:rsid w:val="00251853"/>
    <w:rsid w:val="002523BB"/>
    <w:rsid w:val="00253A9F"/>
    <w:rsid w:val="0025402C"/>
    <w:rsid w:val="002544AA"/>
    <w:rsid w:val="00254636"/>
    <w:rsid w:val="002547BD"/>
    <w:rsid w:val="002548B7"/>
    <w:rsid w:val="00254CB6"/>
    <w:rsid w:val="002550C3"/>
    <w:rsid w:val="0025524B"/>
    <w:rsid w:val="002559B0"/>
    <w:rsid w:val="00255ACE"/>
    <w:rsid w:val="00255BE8"/>
    <w:rsid w:val="002560C1"/>
    <w:rsid w:val="00256A1C"/>
    <w:rsid w:val="00256DD2"/>
    <w:rsid w:val="002576D2"/>
    <w:rsid w:val="0025794E"/>
    <w:rsid w:val="00260794"/>
    <w:rsid w:val="00260CBC"/>
    <w:rsid w:val="002617A5"/>
    <w:rsid w:val="0026190E"/>
    <w:rsid w:val="00261A31"/>
    <w:rsid w:val="00261E6E"/>
    <w:rsid w:val="00262704"/>
    <w:rsid w:val="00262F23"/>
    <w:rsid w:val="002635B7"/>
    <w:rsid w:val="002637DB"/>
    <w:rsid w:val="002640CB"/>
    <w:rsid w:val="00264259"/>
    <w:rsid w:val="0026480E"/>
    <w:rsid w:val="00264DF9"/>
    <w:rsid w:val="002650EB"/>
    <w:rsid w:val="002651AA"/>
    <w:rsid w:val="00265727"/>
    <w:rsid w:val="00266149"/>
    <w:rsid w:val="00266A60"/>
    <w:rsid w:val="00266EDC"/>
    <w:rsid w:val="00267EC9"/>
    <w:rsid w:val="00270087"/>
    <w:rsid w:val="00270E62"/>
    <w:rsid w:val="0027229B"/>
    <w:rsid w:val="00272AC8"/>
    <w:rsid w:val="00272C75"/>
    <w:rsid w:val="0027335F"/>
    <w:rsid w:val="00273435"/>
    <w:rsid w:val="0027349A"/>
    <w:rsid w:val="00273708"/>
    <w:rsid w:val="00273DE1"/>
    <w:rsid w:val="00274521"/>
    <w:rsid w:val="002762F7"/>
    <w:rsid w:val="0027674F"/>
    <w:rsid w:val="002769BA"/>
    <w:rsid w:val="0027703F"/>
    <w:rsid w:val="0027745E"/>
    <w:rsid w:val="002776B8"/>
    <w:rsid w:val="002779DB"/>
    <w:rsid w:val="00277E65"/>
    <w:rsid w:val="00277E96"/>
    <w:rsid w:val="002804B6"/>
    <w:rsid w:val="002805B5"/>
    <w:rsid w:val="00280658"/>
    <w:rsid w:val="002806E6"/>
    <w:rsid w:val="00280F7B"/>
    <w:rsid w:val="00281099"/>
    <w:rsid w:val="0028197E"/>
    <w:rsid w:val="00281F2A"/>
    <w:rsid w:val="00281FB6"/>
    <w:rsid w:val="00282B89"/>
    <w:rsid w:val="002835FF"/>
    <w:rsid w:val="00284D94"/>
    <w:rsid w:val="002850C5"/>
    <w:rsid w:val="002851A9"/>
    <w:rsid w:val="00285E88"/>
    <w:rsid w:val="0028615B"/>
    <w:rsid w:val="00286271"/>
    <w:rsid w:val="00286EF3"/>
    <w:rsid w:val="00286FE7"/>
    <w:rsid w:val="00287177"/>
    <w:rsid w:val="0028777F"/>
    <w:rsid w:val="00287EB2"/>
    <w:rsid w:val="00290153"/>
    <w:rsid w:val="002903E6"/>
    <w:rsid w:val="00290566"/>
    <w:rsid w:val="00290C52"/>
    <w:rsid w:val="0029195B"/>
    <w:rsid w:val="00291B40"/>
    <w:rsid w:val="00292278"/>
    <w:rsid w:val="002929ED"/>
    <w:rsid w:val="00292B28"/>
    <w:rsid w:val="00292BEA"/>
    <w:rsid w:val="0029395B"/>
    <w:rsid w:val="00293FBF"/>
    <w:rsid w:val="00294EA0"/>
    <w:rsid w:val="0029500A"/>
    <w:rsid w:val="00295326"/>
    <w:rsid w:val="00295579"/>
    <w:rsid w:val="002955E4"/>
    <w:rsid w:val="0029692C"/>
    <w:rsid w:val="00297F7E"/>
    <w:rsid w:val="002A0065"/>
    <w:rsid w:val="002A0981"/>
    <w:rsid w:val="002A1997"/>
    <w:rsid w:val="002A1A20"/>
    <w:rsid w:val="002A1EF6"/>
    <w:rsid w:val="002A2942"/>
    <w:rsid w:val="002A2F4D"/>
    <w:rsid w:val="002A3291"/>
    <w:rsid w:val="002A3299"/>
    <w:rsid w:val="002A3C06"/>
    <w:rsid w:val="002A3C87"/>
    <w:rsid w:val="002A487D"/>
    <w:rsid w:val="002A4AAF"/>
    <w:rsid w:val="002A6500"/>
    <w:rsid w:val="002A6983"/>
    <w:rsid w:val="002A79F1"/>
    <w:rsid w:val="002A7D30"/>
    <w:rsid w:val="002B0173"/>
    <w:rsid w:val="002B098D"/>
    <w:rsid w:val="002B10C6"/>
    <w:rsid w:val="002B1CFF"/>
    <w:rsid w:val="002B2246"/>
    <w:rsid w:val="002B2C62"/>
    <w:rsid w:val="002B325F"/>
    <w:rsid w:val="002B3574"/>
    <w:rsid w:val="002B3E67"/>
    <w:rsid w:val="002B3EDA"/>
    <w:rsid w:val="002B51AA"/>
    <w:rsid w:val="002B51D6"/>
    <w:rsid w:val="002B53E3"/>
    <w:rsid w:val="002B553D"/>
    <w:rsid w:val="002B65DF"/>
    <w:rsid w:val="002B6865"/>
    <w:rsid w:val="002B6CD3"/>
    <w:rsid w:val="002B6E35"/>
    <w:rsid w:val="002B7419"/>
    <w:rsid w:val="002B7A22"/>
    <w:rsid w:val="002B7E11"/>
    <w:rsid w:val="002C0A42"/>
    <w:rsid w:val="002C210D"/>
    <w:rsid w:val="002C2588"/>
    <w:rsid w:val="002C2882"/>
    <w:rsid w:val="002C29CC"/>
    <w:rsid w:val="002C2E0F"/>
    <w:rsid w:val="002C3012"/>
    <w:rsid w:val="002C32B5"/>
    <w:rsid w:val="002C3800"/>
    <w:rsid w:val="002C382D"/>
    <w:rsid w:val="002C3BA0"/>
    <w:rsid w:val="002C3D7C"/>
    <w:rsid w:val="002C3E47"/>
    <w:rsid w:val="002C3F25"/>
    <w:rsid w:val="002C4383"/>
    <w:rsid w:val="002C4D27"/>
    <w:rsid w:val="002C4F46"/>
    <w:rsid w:val="002C6546"/>
    <w:rsid w:val="002C77BD"/>
    <w:rsid w:val="002C7CCF"/>
    <w:rsid w:val="002C7F89"/>
    <w:rsid w:val="002D07FC"/>
    <w:rsid w:val="002D0C42"/>
    <w:rsid w:val="002D0D2C"/>
    <w:rsid w:val="002D0E61"/>
    <w:rsid w:val="002D1500"/>
    <w:rsid w:val="002D23E2"/>
    <w:rsid w:val="002D2A05"/>
    <w:rsid w:val="002D34D3"/>
    <w:rsid w:val="002D387E"/>
    <w:rsid w:val="002D3C78"/>
    <w:rsid w:val="002D429C"/>
    <w:rsid w:val="002D4A66"/>
    <w:rsid w:val="002D4D41"/>
    <w:rsid w:val="002D4D6D"/>
    <w:rsid w:val="002D529B"/>
    <w:rsid w:val="002D546D"/>
    <w:rsid w:val="002D54D6"/>
    <w:rsid w:val="002D57A5"/>
    <w:rsid w:val="002D5CBA"/>
    <w:rsid w:val="002D5D54"/>
    <w:rsid w:val="002D6876"/>
    <w:rsid w:val="002D785D"/>
    <w:rsid w:val="002D78B6"/>
    <w:rsid w:val="002D7CA4"/>
    <w:rsid w:val="002D7F3B"/>
    <w:rsid w:val="002E066B"/>
    <w:rsid w:val="002E0F1F"/>
    <w:rsid w:val="002E1D6D"/>
    <w:rsid w:val="002E26B7"/>
    <w:rsid w:val="002E2F99"/>
    <w:rsid w:val="002E35F1"/>
    <w:rsid w:val="002E3DCE"/>
    <w:rsid w:val="002E43CE"/>
    <w:rsid w:val="002E5147"/>
    <w:rsid w:val="002E5570"/>
    <w:rsid w:val="002E5C1F"/>
    <w:rsid w:val="002E5C2E"/>
    <w:rsid w:val="002E5F68"/>
    <w:rsid w:val="002E6BAF"/>
    <w:rsid w:val="002E7252"/>
    <w:rsid w:val="002E7664"/>
    <w:rsid w:val="002E77A8"/>
    <w:rsid w:val="002E78CF"/>
    <w:rsid w:val="002F0104"/>
    <w:rsid w:val="002F078E"/>
    <w:rsid w:val="002F0803"/>
    <w:rsid w:val="002F09A4"/>
    <w:rsid w:val="002F1D1A"/>
    <w:rsid w:val="002F206B"/>
    <w:rsid w:val="002F22A0"/>
    <w:rsid w:val="002F24D0"/>
    <w:rsid w:val="002F2976"/>
    <w:rsid w:val="002F3348"/>
    <w:rsid w:val="002F34CB"/>
    <w:rsid w:val="002F351C"/>
    <w:rsid w:val="002F360D"/>
    <w:rsid w:val="002F3CE3"/>
    <w:rsid w:val="002F4156"/>
    <w:rsid w:val="002F443A"/>
    <w:rsid w:val="002F47C4"/>
    <w:rsid w:val="002F4E54"/>
    <w:rsid w:val="002F4EC9"/>
    <w:rsid w:val="002F5077"/>
    <w:rsid w:val="002F51AF"/>
    <w:rsid w:val="002F5EE9"/>
    <w:rsid w:val="002F5FD9"/>
    <w:rsid w:val="002F6D27"/>
    <w:rsid w:val="002F765C"/>
    <w:rsid w:val="002F765D"/>
    <w:rsid w:val="002F7B43"/>
    <w:rsid w:val="002F7D26"/>
    <w:rsid w:val="00300667"/>
    <w:rsid w:val="00300A43"/>
    <w:rsid w:val="00300B68"/>
    <w:rsid w:val="00300C70"/>
    <w:rsid w:val="003010D8"/>
    <w:rsid w:val="003015D6"/>
    <w:rsid w:val="0030224C"/>
    <w:rsid w:val="00302619"/>
    <w:rsid w:val="00302B47"/>
    <w:rsid w:val="00303428"/>
    <w:rsid w:val="003034CA"/>
    <w:rsid w:val="003037F4"/>
    <w:rsid w:val="00303A52"/>
    <w:rsid w:val="00304178"/>
    <w:rsid w:val="00304418"/>
    <w:rsid w:val="00304B91"/>
    <w:rsid w:val="0030523F"/>
    <w:rsid w:val="00305921"/>
    <w:rsid w:val="0030675A"/>
    <w:rsid w:val="00306775"/>
    <w:rsid w:val="003068F9"/>
    <w:rsid w:val="00307EA8"/>
    <w:rsid w:val="00307F99"/>
    <w:rsid w:val="003105F2"/>
    <w:rsid w:val="00310974"/>
    <w:rsid w:val="003113EE"/>
    <w:rsid w:val="003114D8"/>
    <w:rsid w:val="003119B1"/>
    <w:rsid w:val="00311AD9"/>
    <w:rsid w:val="00311CD9"/>
    <w:rsid w:val="00311DD7"/>
    <w:rsid w:val="0031223C"/>
    <w:rsid w:val="00312298"/>
    <w:rsid w:val="00312327"/>
    <w:rsid w:val="003123A2"/>
    <w:rsid w:val="003126BF"/>
    <w:rsid w:val="00313E02"/>
    <w:rsid w:val="0031455E"/>
    <w:rsid w:val="003150A7"/>
    <w:rsid w:val="0031533A"/>
    <w:rsid w:val="0031553A"/>
    <w:rsid w:val="00315585"/>
    <w:rsid w:val="00315D1E"/>
    <w:rsid w:val="003160D9"/>
    <w:rsid w:val="00316FAF"/>
    <w:rsid w:val="00317176"/>
    <w:rsid w:val="00317B61"/>
    <w:rsid w:val="00317C18"/>
    <w:rsid w:val="00317C68"/>
    <w:rsid w:val="00320DBE"/>
    <w:rsid w:val="003211FE"/>
    <w:rsid w:val="00321638"/>
    <w:rsid w:val="00322795"/>
    <w:rsid w:val="00322C9A"/>
    <w:rsid w:val="00323326"/>
    <w:rsid w:val="003238A4"/>
    <w:rsid w:val="00325013"/>
    <w:rsid w:val="003255D7"/>
    <w:rsid w:val="00325894"/>
    <w:rsid w:val="00326597"/>
    <w:rsid w:val="003266BB"/>
    <w:rsid w:val="00326B60"/>
    <w:rsid w:val="00326F46"/>
    <w:rsid w:val="003275BD"/>
    <w:rsid w:val="00327A3E"/>
    <w:rsid w:val="00327AE5"/>
    <w:rsid w:val="003316E8"/>
    <w:rsid w:val="00331DB7"/>
    <w:rsid w:val="0033258C"/>
    <w:rsid w:val="003327C6"/>
    <w:rsid w:val="0033339D"/>
    <w:rsid w:val="003344D3"/>
    <w:rsid w:val="0033462D"/>
    <w:rsid w:val="00334706"/>
    <w:rsid w:val="003348CE"/>
    <w:rsid w:val="00334F61"/>
    <w:rsid w:val="0033514B"/>
    <w:rsid w:val="00335A20"/>
    <w:rsid w:val="00335B4D"/>
    <w:rsid w:val="00335E36"/>
    <w:rsid w:val="003360B7"/>
    <w:rsid w:val="003361C7"/>
    <w:rsid w:val="003362A3"/>
    <w:rsid w:val="00336CA3"/>
    <w:rsid w:val="00336CA8"/>
    <w:rsid w:val="0033726B"/>
    <w:rsid w:val="00337E66"/>
    <w:rsid w:val="003400A6"/>
    <w:rsid w:val="00340258"/>
    <w:rsid w:val="00340524"/>
    <w:rsid w:val="00340CAC"/>
    <w:rsid w:val="00341109"/>
    <w:rsid w:val="003416E4"/>
    <w:rsid w:val="0034176E"/>
    <w:rsid w:val="003417F6"/>
    <w:rsid w:val="00341F89"/>
    <w:rsid w:val="003422D5"/>
    <w:rsid w:val="003427A6"/>
    <w:rsid w:val="00342FDC"/>
    <w:rsid w:val="0034311E"/>
    <w:rsid w:val="003432E5"/>
    <w:rsid w:val="00343A4D"/>
    <w:rsid w:val="00343F97"/>
    <w:rsid w:val="003440B6"/>
    <w:rsid w:val="003441A4"/>
    <w:rsid w:val="00344266"/>
    <w:rsid w:val="00344998"/>
    <w:rsid w:val="00344D2F"/>
    <w:rsid w:val="003450F5"/>
    <w:rsid w:val="00345143"/>
    <w:rsid w:val="003459B6"/>
    <w:rsid w:val="00346D79"/>
    <w:rsid w:val="0034748D"/>
    <w:rsid w:val="0034755A"/>
    <w:rsid w:val="00347B2E"/>
    <w:rsid w:val="00350425"/>
    <w:rsid w:val="00350500"/>
    <w:rsid w:val="0035053A"/>
    <w:rsid w:val="003511EE"/>
    <w:rsid w:val="00351496"/>
    <w:rsid w:val="00351583"/>
    <w:rsid w:val="00351A3C"/>
    <w:rsid w:val="0035214B"/>
    <w:rsid w:val="00352269"/>
    <w:rsid w:val="00352460"/>
    <w:rsid w:val="00352856"/>
    <w:rsid w:val="00352DB5"/>
    <w:rsid w:val="00353888"/>
    <w:rsid w:val="003544E6"/>
    <w:rsid w:val="0035450F"/>
    <w:rsid w:val="00354D31"/>
    <w:rsid w:val="00354F17"/>
    <w:rsid w:val="0035574D"/>
    <w:rsid w:val="00356022"/>
    <w:rsid w:val="003565BB"/>
    <w:rsid w:val="00356600"/>
    <w:rsid w:val="00356C70"/>
    <w:rsid w:val="00356CBB"/>
    <w:rsid w:val="00356DD7"/>
    <w:rsid w:val="00356FF8"/>
    <w:rsid w:val="003576D0"/>
    <w:rsid w:val="003577C5"/>
    <w:rsid w:val="00357905"/>
    <w:rsid w:val="0035798C"/>
    <w:rsid w:val="003600EF"/>
    <w:rsid w:val="00360148"/>
    <w:rsid w:val="00360681"/>
    <w:rsid w:val="00360CBE"/>
    <w:rsid w:val="0036197F"/>
    <w:rsid w:val="00362097"/>
    <w:rsid w:val="00362302"/>
    <w:rsid w:val="003636AA"/>
    <w:rsid w:val="00363A49"/>
    <w:rsid w:val="00363BA6"/>
    <w:rsid w:val="00363DEE"/>
    <w:rsid w:val="00363EC8"/>
    <w:rsid w:val="00364ED5"/>
    <w:rsid w:val="00365EE3"/>
    <w:rsid w:val="00366855"/>
    <w:rsid w:val="00366C7F"/>
    <w:rsid w:val="00366CC3"/>
    <w:rsid w:val="00370DFB"/>
    <w:rsid w:val="0037137C"/>
    <w:rsid w:val="003715E7"/>
    <w:rsid w:val="00371FB2"/>
    <w:rsid w:val="0037237D"/>
    <w:rsid w:val="003727EE"/>
    <w:rsid w:val="00372B04"/>
    <w:rsid w:val="003735F3"/>
    <w:rsid w:val="0037380C"/>
    <w:rsid w:val="0037389B"/>
    <w:rsid w:val="00373A68"/>
    <w:rsid w:val="00373A8E"/>
    <w:rsid w:val="00374D1F"/>
    <w:rsid w:val="003750B2"/>
    <w:rsid w:val="003752F6"/>
    <w:rsid w:val="0037536B"/>
    <w:rsid w:val="00375D1B"/>
    <w:rsid w:val="00375D24"/>
    <w:rsid w:val="00376620"/>
    <w:rsid w:val="00376ABC"/>
    <w:rsid w:val="00377026"/>
    <w:rsid w:val="00377930"/>
    <w:rsid w:val="003800FB"/>
    <w:rsid w:val="003805D8"/>
    <w:rsid w:val="00380C11"/>
    <w:rsid w:val="00380D8A"/>
    <w:rsid w:val="00381946"/>
    <w:rsid w:val="00381BE9"/>
    <w:rsid w:val="00382BB1"/>
    <w:rsid w:val="00382CA5"/>
    <w:rsid w:val="00382D55"/>
    <w:rsid w:val="0038498F"/>
    <w:rsid w:val="003850FD"/>
    <w:rsid w:val="00385290"/>
    <w:rsid w:val="00385369"/>
    <w:rsid w:val="00385DEB"/>
    <w:rsid w:val="00385E8B"/>
    <w:rsid w:val="003863CB"/>
    <w:rsid w:val="00386598"/>
    <w:rsid w:val="00386A48"/>
    <w:rsid w:val="00386C2A"/>
    <w:rsid w:val="00386DDC"/>
    <w:rsid w:val="003900F0"/>
    <w:rsid w:val="00390B4C"/>
    <w:rsid w:val="00390D08"/>
    <w:rsid w:val="003919E3"/>
    <w:rsid w:val="003925EE"/>
    <w:rsid w:val="00392755"/>
    <w:rsid w:val="00392857"/>
    <w:rsid w:val="00392C57"/>
    <w:rsid w:val="00393465"/>
    <w:rsid w:val="003938F9"/>
    <w:rsid w:val="00393EF3"/>
    <w:rsid w:val="003940F1"/>
    <w:rsid w:val="0039426F"/>
    <w:rsid w:val="00394EDE"/>
    <w:rsid w:val="0039518A"/>
    <w:rsid w:val="003953D4"/>
    <w:rsid w:val="0039570A"/>
    <w:rsid w:val="00396368"/>
    <w:rsid w:val="003965F4"/>
    <w:rsid w:val="00396807"/>
    <w:rsid w:val="00396F62"/>
    <w:rsid w:val="0039701E"/>
    <w:rsid w:val="0039727E"/>
    <w:rsid w:val="00397E8B"/>
    <w:rsid w:val="003A01FB"/>
    <w:rsid w:val="003A068A"/>
    <w:rsid w:val="003A0BB3"/>
    <w:rsid w:val="003A1192"/>
    <w:rsid w:val="003A13E2"/>
    <w:rsid w:val="003A1CA6"/>
    <w:rsid w:val="003A22A9"/>
    <w:rsid w:val="003A2677"/>
    <w:rsid w:val="003A26AD"/>
    <w:rsid w:val="003A273C"/>
    <w:rsid w:val="003A2880"/>
    <w:rsid w:val="003A2F2C"/>
    <w:rsid w:val="003A2F5D"/>
    <w:rsid w:val="003A3352"/>
    <w:rsid w:val="003A363F"/>
    <w:rsid w:val="003A3BCA"/>
    <w:rsid w:val="003A3D39"/>
    <w:rsid w:val="003A3DE2"/>
    <w:rsid w:val="003A40A7"/>
    <w:rsid w:val="003A40E9"/>
    <w:rsid w:val="003A4479"/>
    <w:rsid w:val="003A4905"/>
    <w:rsid w:val="003A568D"/>
    <w:rsid w:val="003A5747"/>
    <w:rsid w:val="003A5C4D"/>
    <w:rsid w:val="003A5CB9"/>
    <w:rsid w:val="003A6818"/>
    <w:rsid w:val="003A68A4"/>
    <w:rsid w:val="003A6973"/>
    <w:rsid w:val="003A6ED3"/>
    <w:rsid w:val="003A76AC"/>
    <w:rsid w:val="003A7C2B"/>
    <w:rsid w:val="003A7EBD"/>
    <w:rsid w:val="003A7F8D"/>
    <w:rsid w:val="003B0281"/>
    <w:rsid w:val="003B133B"/>
    <w:rsid w:val="003B159F"/>
    <w:rsid w:val="003B2566"/>
    <w:rsid w:val="003B2815"/>
    <w:rsid w:val="003B2BF4"/>
    <w:rsid w:val="003B384D"/>
    <w:rsid w:val="003B3AF3"/>
    <w:rsid w:val="003B434B"/>
    <w:rsid w:val="003B4374"/>
    <w:rsid w:val="003B535F"/>
    <w:rsid w:val="003B5DC6"/>
    <w:rsid w:val="003B6B12"/>
    <w:rsid w:val="003B74C2"/>
    <w:rsid w:val="003B7A41"/>
    <w:rsid w:val="003C010E"/>
    <w:rsid w:val="003C1066"/>
    <w:rsid w:val="003C15DB"/>
    <w:rsid w:val="003C1D8B"/>
    <w:rsid w:val="003C2582"/>
    <w:rsid w:val="003C25AE"/>
    <w:rsid w:val="003C269F"/>
    <w:rsid w:val="003C2B78"/>
    <w:rsid w:val="003C2FC0"/>
    <w:rsid w:val="003C31BC"/>
    <w:rsid w:val="003C3DE7"/>
    <w:rsid w:val="003C4672"/>
    <w:rsid w:val="003C4A81"/>
    <w:rsid w:val="003C52BD"/>
    <w:rsid w:val="003C54E5"/>
    <w:rsid w:val="003C5631"/>
    <w:rsid w:val="003C5D70"/>
    <w:rsid w:val="003C65EE"/>
    <w:rsid w:val="003C6864"/>
    <w:rsid w:val="003C6979"/>
    <w:rsid w:val="003C6A06"/>
    <w:rsid w:val="003C6B3F"/>
    <w:rsid w:val="003C6C85"/>
    <w:rsid w:val="003C6CFA"/>
    <w:rsid w:val="003C77A6"/>
    <w:rsid w:val="003C7E6F"/>
    <w:rsid w:val="003D0468"/>
    <w:rsid w:val="003D0976"/>
    <w:rsid w:val="003D0F52"/>
    <w:rsid w:val="003D1F57"/>
    <w:rsid w:val="003D227B"/>
    <w:rsid w:val="003D2B73"/>
    <w:rsid w:val="003D2E46"/>
    <w:rsid w:val="003D31AA"/>
    <w:rsid w:val="003D3830"/>
    <w:rsid w:val="003D3B00"/>
    <w:rsid w:val="003D3FE7"/>
    <w:rsid w:val="003D404F"/>
    <w:rsid w:val="003D43C7"/>
    <w:rsid w:val="003D4992"/>
    <w:rsid w:val="003D5474"/>
    <w:rsid w:val="003D554B"/>
    <w:rsid w:val="003D6F8E"/>
    <w:rsid w:val="003D6FB8"/>
    <w:rsid w:val="003E07B2"/>
    <w:rsid w:val="003E11E7"/>
    <w:rsid w:val="003E1CCD"/>
    <w:rsid w:val="003E25EE"/>
    <w:rsid w:val="003E2BAE"/>
    <w:rsid w:val="003E2BCB"/>
    <w:rsid w:val="003E3570"/>
    <w:rsid w:val="003E35BF"/>
    <w:rsid w:val="003E3D62"/>
    <w:rsid w:val="003E3F6C"/>
    <w:rsid w:val="003E4979"/>
    <w:rsid w:val="003E4CE4"/>
    <w:rsid w:val="003E502C"/>
    <w:rsid w:val="003E5A5E"/>
    <w:rsid w:val="003E65B1"/>
    <w:rsid w:val="003E684A"/>
    <w:rsid w:val="003E7395"/>
    <w:rsid w:val="003E7D23"/>
    <w:rsid w:val="003F006F"/>
    <w:rsid w:val="003F0281"/>
    <w:rsid w:val="003F060F"/>
    <w:rsid w:val="003F150A"/>
    <w:rsid w:val="003F1AB0"/>
    <w:rsid w:val="003F1AEE"/>
    <w:rsid w:val="003F1F7D"/>
    <w:rsid w:val="003F25EA"/>
    <w:rsid w:val="003F29F5"/>
    <w:rsid w:val="003F2B9B"/>
    <w:rsid w:val="003F3489"/>
    <w:rsid w:val="003F3DC6"/>
    <w:rsid w:val="003F3EFB"/>
    <w:rsid w:val="003F4687"/>
    <w:rsid w:val="003F488F"/>
    <w:rsid w:val="003F4C8A"/>
    <w:rsid w:val="003F5BA4"/>
    <w:rsid w:val="003F6743"/>
    <w:rsid w:val="003F75C6"/>
    <w:rsid w:val="003F771B"/>
    <w:rsid w:val="003F7811"/>
    <w:rsid w:val="003F7ADF"/>
    <w:rsid w:val="003F7C0F"/>
    <w:rsid w:val="0040066C"/>
    <w:rsid w:val="004017BB"/>
    <w:rsid w:val="00401963"/>
    <w:rsid w:val="00401C0D"/>
    <w:rsid w:val="00401C80"/>
    <w:rsid w:val="00402DD9"/>
    <w:rsid w:val="004030F7"/>
    <w:rsid w:val="00403314"/>
    <w:rsid w:val="00403470"/>
    <w:rsid w:val="00403B5B"/>
    <w:rsid w:val="0040441B"/>
    <w:rsid w:val="00404581"/>
    <w:rsid w:val="00404860"/>
    <w:rsid w:val="004050B5"/>
    <w:rsid w:val="004055AC"/>
    <w:rsid w:val="004055DC"/>
    <w:rsid w:val="004056F1"/>
    <w:rsid w:val="00406092"/>
    <w:rsid w:val="004068E6"/>
    <w:rsid w:val="00406BE8"/>
    <w:rsid w:val="0040787B"/>
    <w:rsid w:val="00407E47"/>
    <w:rsid w:val="004102A1"/>
    <w:rsid w:val="004105A7"/>
    <w:rsid w:val="004106EA"/>
    <w:rsid w:val="00410CDB"/>
    <w:rsid w:val="00410DBD"/>
    <w:rsid w:val="004110B6"/>
    <w:rsid w:val="00411713"/>
    <w:rsid w:val="004117DE"/>
    <w:rsid w:val="00411B59"/>
    <w:rsid w:val="004126DA"/>
    <w:rsid w:val="00413274"/>
    <w:rsid w:val="004135EA"/>
    <w:rsid w:val="0041391E"/>
    <w:rsid w:val="0041482D"/>
    <w:rsid w:val="004150C2"/>
    <w:rsid w:val="00415C23"/>
    <w:rsid w:val="00415C9C"/>
    <w:rsid w:val="00415DA3"/>
    <w:rsid w:val="00416601"/>
    <w:rsid w:val="004166A5"/>
    <w:rsid w:val="00416AE0"/>
    <w:rsid w:val="00416CCE"/>
    <w:rsid w:val="00416E61"/>
    <w:rsid w:val="004173BF"/>
    <w:rsid w:val="00417530"/>
    <w:rsid w:val="004176B0"/>
    <w:rsid w:val="004200A8"/>
    <w:rsid w:val="00420B8C"/>
    <w:rsid w:val="00421842"/>
    <w:rsid w:val="00421A74"/>
    <w:rsid w:val="004222DE"/>
    <w:rsid w:val="00423826"/>
    <w:rsid w:val="00423932"/>
    <w:rsid w:val="00423B42"/>
    <w:rsid w:val="00424022"/>
    <w:rsid w:val="004241BE"/>
    <w:rsid w:val="004251BE"/>
    <w:rsid w:val="00425E4F"/>
    <w:rsid w:val="004260A5"/>
    <w:rsid w:val="00426597"/>
    <w:rsid w:val="00426E4E"/>
    <w:rsid w:val="00427413"/>
    <w:rsid w:val="00427C12"/>
    <w:rsid w:val="00427E77"/>
    <w:rsid w:val="004302EF"/>
    <w:rsid w:val="0043063B"/>
    <w:rsid w:val="00430A30"/>
    <w:rsid w:val="00430E91"/>
    <w:rsid w:val="004312B7"/>
    <w:rsid w:val="00431637"/>
    <w:rsid w:val="00431663"/>
    <w:rsid w:val="004316D6"/>
    <w:rsid w:val="0043182C"/>
    <w:rsid w:val="0043188A"/>
    <w:rsid w:val="004322D3"/>
    <w:rsid w:val="00433240"/>
    <w:rsid w:val="00433AB2"/>
    <w:rsid w:val="00433D2E"/>
    <w:rsid w:val="00433F09"/>
    <w:rsid w:val="0043432C"/>
    <w:rsid w:val="00434AD6"/>
    <w:rsid w:val="00434C43"/>
    <w:rsid w:val="0043545C"/>
    <w:rsid w:val="00435B56"/>
    <w:rsid w:val="0043662F"/>
    <w:rsid w:val="004366EF"/>
    <w:rsid w:val="00436AE8"/>
    <w:rsid w:val="004377A0"/>
    <w:rsid w:val="004379D3"/>
    <w:rsid w:val="00437B29"/>
    <w:rsid w:val="00437B3F"/>
    <w:rsid w:val="00437DE1"/>
    <w:rsid w:val="00440522"/>
    <w:rsid w:val="004409FB"/>
    <w:rsid w:val="00440A49"/>
    <w:rsid w:val="00440FC9"/>
    <w:rsid w:val="00441A7C"/>
    <w:rsid w:val="00441AFA"/>
    <w:rsid w:val="00441D1B"/>
    <w:rsid w:val="0044206E"/>
    <w:rsid w:val="004423EE"/>
    <w:rsid w:val="004425DA"/>
    <w:rsid w:val="004427CC"/>
    <w:rsid w:val="004429ED"/>
    <w:rsid w:val="00443137"/>
    <w:rsid w:val="004431CF"/>
    <w:rsid w:val="00443679"/>
    <w:rsid w:val="00444186"/>
    <w:rsid w:val="004442C0"/>
    <w:rsid w:val="00445316"/>
    <w:rsid w:val="004456C5"/>
    <w:rsid w:val="0044628F"/>
    <w:rsid w:val="00446C58"/>
    <w:rsid w:val="00446E37"/>
    <w:rsid w:val="00446F75"/>
    <w:rsid w:val="0044723D"/>
    <w:rsid w:val="00447273"/>
    <w:rsid w:val="00447386"/>
    <w:rsid w:val="004479B2"/>
    <w:rsid w:val="00447A7E"/>
    <w:rsid w:val="00447FF6"/>
    <w:rsid w:val="00450DD3"/>
    <w:rsid w:val="0045151A"/>
    <w:rsid w:val="004528B3"/>
    <w:rsid w:val="00452BF2"/>
    <w:rsid w:val="00452CB3"/>
    <w:rsid w:val="00452D5C"/>
    <w:rsid w:val="00453108"/>
    <w:rsid w:val="004532D1"/>
    <w:rsid w:val="004538F5"/>
    <w:rsid w:val="00453AD8"/>
    <w:rsid w:val="00453B8C"/>
    <w:rsid w:val="00454226"/>
    <w:rsid w:val="004546AA"/>
    <w:rsid w:val="004557F3"/>
    <w:rsid w:val="00455E86"/>
    <w:rsid w:val="00456205"/>
    <w:rsid w:val="004563AE"/>
    <w:rsid w:val="00456ADA"/>
    <w:rsid w:val="00457A83"/>
    <w:rsid w:val="00457C03"/>
    <w:rsid w:val="00457FF6"/>
    <w:rsid w:val="0046000A"/>
    <w:rsid w:val="004602DD"/>
    <w:rsid w:val="00460A3A"/>
    <w:rsid w:val="00460B99"/>
    <w:rsid w:val="004610C8"/>
    <w:rsid w:val="00461578"/>
    <w:rsid w:val="0046159A"/>
    <w:rsid w:val="00461889"/>
    <w:rsid w:val="00461949"/>
    <w:rsid w:val="00461D7B"/>
    <w:rsid w:val="00461E56"/>
    <w:rsid w:val="00462D5E"/>
    <w:rsid w:val="0046357A"/>
    <w:rsid w:val="00463692"/>
    <w:rsid w:val="00463D73"/>
    <w:rsid w:val="00465A17"/>
    <w:rsid w:val="00465D05"/>
    <w:rsid w:val="00466BC0"/>
    <w:rsid w:val="0046752A"/>
    <w:rsid w:val="00467FFA"/>
    <w:rsid w:val="0047059F"/>
    <w:rsid w:val="00470CF3"/>
    <w:rsid w:val="00470E52"/>
    <w:rsid w:val="0047149C"/>
    <w:rsid w:val="004714F5"/>
    <w:rsid w:val="00471812"/>
    <w:rsid w:val="00471AB2"/>
    <w:rsid w:val="00471C79"/>
    <w:rsid w:val="00471DDE"/>
    <w:rsid w:val="004724A7"/>
    <w:rsid w:val="00472845"/>
    <w:rsid w:val="004728AA"/>
    <w:rsid w:val="00472C03"/>
    <w:rsid w:val="00472CFF"/>
    <w:rsid w:val="004732D8"/>
    <w:rsid w:val="00474586"/>
    <w:rsid w:val="004745C3"/>
    <w:rsid w:val="00474B3D"/>
    <w:rsid w:val="00474B48"/>
    <w:rsid w:val="00474E19"/>
    <w:rsid w:val="004753DF"/>
    <w:rsid w:val="0047569C"/>
    <w:rsid w:val="00475737"/>
    <w:rsid w:val="00475B8E"/>
    <w:rsid w:val="0047617C"/>
    <w:rsid w:val="004767BB"/>
    <w:rsid w:val="00476B7C"/>
    <w:rsid w:val="00477154"/>
    <w:rsid w:val="004771B2"/>
    <w:rsid w:val="00477B1F"/>
    <w:rsid w:val="00477D4A"/>
    <w:rsid w:val="00477F4A"/>
    <w:rsid w:val="004804E1"/>
    <w:rsid w:val="00480555"/>
    <w:rsid w:val="00480699"/>
    <w:rsid w:val="00481098"/>
    <w:rsid w:val="0048124C"/>
    <w:rsid w:val="00481909"/>
    <w:rsid w:val="00481DC3"/>
    <w:rsid w:val="0048221C"/>
    <w:rsid w:val="004827CD"/>
    <w:rsid w:val="00482F14"/>
    <w:rsid w:val="004830D5"/>
    <w:rsid w:val="0048350E"/>
    <w:rsid w:val="00485151"/>
    <w:rsid w:val="00485DD8"/>
    <w:rsid w:val="00486061"/>
    <w:rsid w:val="004862A6"/>
    <w:rsid w:val="004865DD"/>
    <w:rsid w:val="00486F40"/>
    <w:rsid w:val="00490265"/>
    <w:rsid w:val="00490955"/>
    <w:rsid w:val="00490FC2"/>
    <w:rsid w:val="004911C4"/>
    <w:rsid w:val="0049180B"/>
    <w:rsid w:val="00491958"/>
    <w:rsid w:val="004923F8"/>
    <w:rsid w:val="004927C0"/>
    <w:rsid w:val="00492A01"/>
    <w:rsid w:val="00492EAC"/>
    <w:rsid w:val="004932EB"/>
    <w:rsid w:val="00493716"/>
    <w:rsid w:val="004940F2"/>
    <w:rsid w:val="004947B4"/>
    <w:rsid w:val="004948E7"/>
    <w:rsid w:val="00495F4C"/>
    <w:rsid w:val="004963D1"/>
    <w:rsid w:val="004963F2"/>
    <w:rsid w:val="004976B8"/>
    <w:rsid w:val="00497C34"/>
    <w:rsid w:val="004A1B24"/>
    <w:rsid w:val="004A1C79"/>
    <w:rsid w:val="004A2604"/>
    <w:rsid w:val="004A2C51"/>
    <w:rsid w:val="004A2E97"/>
    <w:rsid w:val="004A3574"/>
    <w:rsid w:val="004A3A4F"/>
    <w:rsid w:val="004A5F9E"/>
    <w:rsid w:val="004A66D4"/>
    <w:rsid w:val="004A6EE8"/>
    <w:rsid w:val="004A72AD"/>
    <w:rsid w:val="004A7DD1"/>
    <w:rsid w:val="004B0A71"/>
    <w:rsid w:val="004B166E"/>
    <w:rsid w:val="004B213F"/>
    <w:rsid w:val="004B3A64"/>
    <w:rsid w:val="004B3BB4"/>
    <w:rsid w:val="004B4A31"/>
    <w:rsid w:val="004B4F82"/>
    <w:rsid w:val="004B52DF"/>
    <w:rsid w:val="004B5905"/>
    <w:rsid w:val="004B63AB"/>
    <w:rsid w:val="004B6494"/>
    <w:rsid w:val="004B65C8"/>
    <w:rsid w:val="004B6D3E"/>
    <w:rsid w:val="004B70CD"/>
    <w:rsid w:val="004B73F8"/>
    <w:rsid w:val="004B7DB5"/>
    <w:rsid w:val="004B7F87"/>
    <w:rsid w:val="004C0008"/>
    <w:rsid w:val="004C0222"/>
    <w:rsid w:val="004C0496"/>
    <w:rsid w:val="004C0675"/>
    <w:rsid w:val="004C06F9"/>
    <w:rsid w:val="004C0769"/>
    <w:rsid w:val="004C1186"/>
    <w:rsid w:val="004C197F"/>
    <w:rsid w:val="004C1BC3"/>
    <w:rsid w:val="004C1E8B"/>
    <w:rsid w:val="004C25B5"/>
    <w:rsid w:val="004C3A28"/>
    <w:rsid w:val="004C3AA7"/>
    <w:rsid w:val="004C45D8"/>
    <w:rsid w:val="004C4DCB"/>
    <w:rsid w:val="004C502F"/>
    <w:rsid w:val="004C5223"/>
    <w:rsid w:val="004C59C7"/>
    <w:rsid w:val="004C60D3"/>
    <w:rsid w:val="004C61A9"/>
    <w:rsid w:val="004C634F"/>
    <w:rsid w:val="004C69DC"/>
    <w:rsid w:val="004C6A17"/>
    <w:rsid w:val="004C7E3C"/>
    <w:rsid w:val="004D014F"/>
    <w:rsid w:val="004D0D80"/>
    <w:rsid w:val="004D12DB"/>
    <w:rsid w:val="004D19E1"/>
    <w:rsid w:val="004D21BC"/>
    <w:rsid w:val="004D30C7"/>
    <w:rsid w:val="004D3240"/>
    <w:rsid w:val="004D3C04"/>
    <w:rsid w:val="004D4131"/>
    <w:rsid w:val="004D41FD"/>
    <w:rsid w:val="004D43AE"/>
    <w:rsid w:val="004D4C91"/>
    <w:rsid w:val="004D5807"/>
    <w:rsid w:val="004D66B4"/>
    <w:rsid w:val="004D66D8"/>
    <w:rsid w:val="004D6BF8"/>
    <w:rsid w:val="004D7299"/>
    <w:rsid w:val="004D7931"/>
    <w:rsid w:val="004D7A27"/>
    <w:rsid w:val="004D7BF4"/>
    <w:rsid w:val="004E1D8B"/>
    <w:rsid w:val="004E21B0"/>
    <w:rsid w:val="004E24EE"/>
    <w:rsid w:val="004E258F"/>
    <w:rsid w:val="004E2990"/>
    <w:rsid w:val="004E31C5"/>
    <w:rsid w:val="004E383C"/>
    <w:rsid w:val="004E3ED6"/>
    <w:rsid w:val="004E40FB"/>
    <w:rsid w:val="004E4125"/>
    <w:rsid w:val="004E4909"/>
    <w:rsid w:val="004E5019"/>
    <w:rsid w:val="004E5BB5"/>
    <w:rsid w:val="004E62EB"/>
    <w:rsid w:val="004E667F"/>
    <w:rsid w:val="004E67FE"/>
    <w:rsid w:val="004E6B9C"/>
    <w:rsid w:val="004E73D8"/>
    <w:rsid w:val="004E7551"/>
    <w:rsid w:val="004E756C"/>
    <w:rsid w:val="004F07D2"/>
    <w:rsid w:val="004F0920"/>
    <w:rsid w:val="004F0C71"/>
    <w:rsid w:val="004F0D2D"/>
    <w:rsid w:val="004F1986"/>
    <w:rsid w:val="004F1AB8"/>
    <w:rsid w:val="004F20A9"/>
    <w:rsid w:val="004F3110"/>
    <w:rsid w:val="004F3122"/>
    <w:rsid w:val="004F3884"/>
    <w:rsid w:val="004F3892"/>
    <w:rsid w:val="004F4143"/>
    <w:rsid w:val="004F5A45"/>
    <w:rsid w:val="004F5D6D"/>
    <w:rsid w:val="004F6131"/>
    <w:rsid w:val="004F62B6"/>
    <w:rsid w:val="004F649E"/>
    <w:rsid w:val="004F767F"/>
    <w:rsid w:val="004F7AE0"/>
    <w:rsid w:val="00500611"/>
    <w:rsid w:val="00500670"/>
    <w:rsid w:val="00500A6B"/>
    <w:rsid w:val="00500FCC"/>
    <w:rsid w:val="0050196B"/>
    <w:rsid w:val="00501C3E"/>
    <w:rsid w:val="0050223C"/>
    <w:rsid w:val="00502D0D"/>
    <w:rsid w:val="00502DD0"/>
    <w:rsid w:val="0050318A"/>
    <w:rsid w:val="0050322C"/>
    <w:rsid w:val="00503C3D"/>
    <w:rsid w:val="00503E05"/>
    <w:rsid w:val="0050402A"/>
    <w:rsid w:val="0050432A"/>
    <w:rsid w:val="005047C7"/>
    <w:rsid w:val="005049A4"/>
    <w:rsid w:val="00504B63"/>
    <w:rsid w:val="00504B7B"/>
    <w:rsid w:val="005066EF"/>
    <w:rsid w:val="00506DD9"/>
    <w:rsid w:val="00506F20"/>
    <w:rsid w:val="005074E7"/>
    <w:rsid w:val="00510B21"/>
    <w:rsid w:val="00510CCF"/>
    <w:rsid w:val="00510D8A"/>
    <w:rsid w:val="00511308"/>
    <w:rsid w:val="0051148C"/>
    <w:rsid w:val="005117BE"/>
    <w:rsid w:val="005118FC"/>
    <w:rsid w:val="005119AC"/>
    <w:rsid w:val="00511C69"/>
    <w:rsid w:val="005120B8"/>
    <w:rsid w:val="0051211A"/>
    <w:rsid w:val="0051258F"/>
    <w:rsid w:val="00514804"/>
    <w:rsid w:val="0051531A"/>
    <w:rsid w:val="0051543E"/>
    <w:rsid w:val="00515CB7"/>
    <w:rsid w:val="00515E1C"/>
    <w:rsid w:val="005160FF"/>
    <w:rsid w:val="005164CA"/>
    <w:rsid w:val="005169D8"/>
    <w:rsid w:val="00516C82"/>
    <w:rsid w:val="00516DD5"/>
    <w:rsid w:val="005173C5"/>
    <w:rsid w:val="00520797"/>
    <w:rsid w:val="00520A58"/>
    <w:rsid w:val="00520BCE"/>
    <w:rsid w:val="0052157F"/>
    <w:rsid w:val="0052248F"/>
    <w:rsid w:val="005224CF"/>
    <w:rsid w:val="00522CCD"/>
    <w:rsid w:val="00523274"/>
    <w:rsid w:val="00523634"/>
    <w:rsid w:val="00523778"/>
    <w:rsid w:val="005246DF"/>
    <w:rsid w:val="00524A33"/>
    <w:rsid w:val="00524A79"/>
    <w:rsid w:val="00524B47"/>
    <w:rsid w:val="00524CC0"/>
    <w:rsid w:val="005253D1"/>
    <w:rsid w:val="00526534"/>
    <w:rsid w:val="00526690"/>
    <w:rsid w:val="00526B41"/>
    <w:rsid w:val="00527BCA"/>
    <w:rsid w:val="00527F67"/>
    <w:rsid w:val="00530099"/>
    <w:rsid w:val="005315A1"/>
    <w:rsid w:val="005318AD"/>
    <w:rsid w:val="0053231A"/>
    <w:rsid w:val="005324C5"/>
    <w:rsid w:val="0053267C"/>
    <w:rsid w:val="0053284B"/>
    <w:rsid w:val="00533F24"/>
    <w:rsid w:val="00533F8D"/>
    <w:rsid w:val="005341FB"/>
    <w:rsid w:val="00534665"/>
    <w:rsid w:val="005353BE"/>
    <w:rsid w:val="005357E0"/>
    <w:rsid w:val="00535987"/>
    <w:rsid w:val="00535CF1"/>
    <w:rsid w:val="00536DAF"/>
    <w:rsid w:val="005372C8"/>
    <w:rsid w:val="00537396"/>
    <w:rsid w:val="00537546"/>
    <w:rsid w:val="0053768A"/>
    <w:rsid w:val="005379CD"/>
    <w:rsid w:val="00540232"/>
    <w:rsid w:val="005405A3"/>
    <w:rsid w:val="00540BAE"/>
    <w:rsid w:val="00540D30"/>
    <w:rsid w:val="005417EA"/>
    <w:rsid w:val="00541DF9"/>
    <w:rsid w:val="00541FEF"/>
    <w:rsid w:val="00542B03"/>
    <w:rsid w:val="005431A4"/>
    <w:rsid w:val="0054357D"/>
    <w:rsid w:val="005439F2"/>
    <w:rsid w:val="00543B35"/>
    <w:rsid w:val="00544185"/>
    <w:rsid w:val="00544B47"/>
    <w:rsid w:val="005451AB"/>
    <w:rsid w:val="005451D2"/>
    <w:rsid w:val="005453EA"/>
    <w:rsid w:val="00545799"/>
    <w:rsid w:val="005459FA"/>
    <w:rsid w:val="00545F15"/>
    <w:rsid w:val="00546436"/>
    <w:rsid w:val="00546525"/>
    <w:rsid w:val="0054668C"/>
    <w:rsid w:val="0054683A"/>
    <w:rsid w:val="00546B34"/>
    <w:rsid w:val="00546DD5"/>
    <w:rsid w:val="00546EAA"/>
    <w:rsid w:val="00547270"/>
    <w:rsid w:val="00547935"/>
    <w:rsid w:val="00547CDE"/>
    <w:rsid w:val="005508E2"/>
    <w:rsid w:val="00550E4D"/>
    <w:rsid w:val="005515BA"/>
    <w:rsid w:val="00552EBC"/>
    <w:rsid w:val="00552FD2"/>
    <w:rsid w:val="00553820"/>
    <w:rsid w:val="00554156"/>
    <w:rsid w:val="005541C9"/>
    <w:rsid w:val="005543F6"/>
    <w:rsid w:val="00554495"/>
    <w:rsid w:val="005544B7"/>
    <w:rsid w:val="00554749"/>
    <w:rsid w:val="00554F69"/>
    <w:rsid w:val="005550A7"/>
    <w:rsid w:val="005559AF"/>
    <w:rsid w:val="00555FF2"/>
    <w:rsid w:val="00556302"/>
    <w:rsid w:val="00556ABB"/>
    <w:rsid w:val="00556F98"/>
    <w:rsid w:val="00557286"/>
    <w:rsid w:val="00557544"/>
    <w:rsid w:val="00557970"/>
    <w:rsid w:val="00557EB5"/>
    <w:rsid w:val="00557ED7"/>
    <w:rsid w:val="00560345"/>
    <w:rsid w:val="00560AAB"/>
    <w:rsid w:val="00562659"/>
    <w:rsid w:val="00562BAE"/>
    <w:rsid w:val="00562DD6"/>
    <w:rsid w:val="00563914"/>
    <w:rsid w:val="00563CA7"/>
    <w:rsid w:val="00563D5E"/>
    <w:rsid w:val="005645F7"/>
    <w:rsid w:val="00564719"/>
    <w:rsid w:val="0056525D"/>
    <w:rsid w:val="005659D7"/>
    <w:rsid w:val="005660F7"/>
    <w:rsid w:val="0056628E"/>
    <w:rsid w:val="0056632D"/>
    <w:rsid w:val="0056794C"/>
    <w:rsid w:val="00567AF1"/>
    <w:rsid w:val="005700A7"/>
    <w:rsid w:val="005721EC"/>
    <w:rsid w:val="00572436"/>
    <w:rsid w:val="00572C65"/>
    <w:rsid w:val="00572ED4"/>
    <w:rsid w:val="005734EE"/>
    <w:rsid w:val="0057354D"/>
    <w:rsid w:val="0057378B"/>
    <w:rsid w:val="005742B9"/>
    <w:rsid w:val="00574342"/>
    <w:rsid w:val="0057471B"/>
    <w:rsid w:val="005768E5"/>
    <w:rsid w:val="0057695F"/>
    <w:rsid w:val="00576C55"/>
    <w:rsid w:val="005775F1"/>
    <w:rsid w:val="00580C98"/>
    <w:rsid w:val="00580F22"/>
    <w:rsid w:val="00581570"/>
    <w:rsid w:val="005817AD"/>
    <w:rsid w:val="0058197B"/>
    <w:rsid w:val="005819AF"/>
    <w:rsid w:val="00581BE9"/>
    <w:rsid w:val="005827DA"/>
    <w:rsid w:val="005828E2"/>
    <w:rsid w:val="005830C6"/>
    <w:rsid w:val="005834E5"/>
    <w:rsid w:val="005842FA"/>
    <w:rsid w:val="00584984"/>
    <w:rsid w:val="00584DB4"/>
    <w:rsid w:val="0058501C"/>
    <w:rsid w:val="005857D7"/>
    <w:rsid w:val="0058580F"/>
    <w:rsid w:val="00585C76"/>
    <w:rsid w:val="00586D5C"/>
    <w:rsid w:val="00586FBC"/>
    <w:rsid w:val="00587A72"/>
    <w:rsid w:val="00587BAF"/>
    <w:rsid w:val="005904EB"/>
    <w:rsid w:val="00590AEB"/>
    <w:rsid w:val="00590D93"/>
    <w:rsid w:val="00591867"/>
    <w:rsid w:val="00591EE7"/>
    <w:rsid w:val="00592B32"/>
    <w:rsid w:val="00592F4C"/>
    <w:rsid w:val="00593AC7"/>
    <w:rsid w:val="00593E26"/>
    <w:rsid w:val="0059470A"/>
    <w:rsid w:val="005947B7"/>
    <w:rsid w:val="005955E4"/>
    <w:rsid w:val="0059580E"/>
    <w:rsid w:val="00596EF3"/>
    <w:rsid w:val="0059722E"/>
    <w:rsid w:val="0059786D"/>
    <w:rsid w:val="00597CDA"/>
    <w:rsid w:val="005A0A23"/>
    <w:rsid w:val="005A1125"/>
    <w:rsid w:val="005A23AD"/>
    <w:rsid w:val="005A2EE3"/>
    <w:rsid w:val="005A2F1A"/>
    <w:rsid w:val="005A3E8F"/>
    <w:rsid w:val="005A3EE0"/>
    <w:rsid w:val="005A3F31"/>
    <w:rsid w:val="005A47EF"/>
    <w:rsid w:val="005A4F3B"/>
    <w:rsid w:val="005A5B51"/>
    <w:rsid w:val="005A62ED"/>
    <w:rsid w:val="005A6654"/>
    <w:rsid w:val="005A6BEE"/>
    <w:rsid w:val="005A6EEA"/>
    <w:rsid w:val="005A7066"/>
    <w:rsid w:val="005A71A1"/>
    <w:rsid w:val="005B0C2D"/>
    <w:rsid w:val="005B0C2E"/>
    <w:rsid w:val="005B1A9C"/>
    <w:rsid w:val="005B2DEB"/>
    <w:rsid w:val="005B34EB"/>
    <w:rsid w:val="005B3FDD"/>
    <w:rsid w:val="005B42F8"/>
    <w:rsid w:val="005B447C"/>
    <w:rsid w:val="005B44D4"/>
    <w:rsid w:val="005B5120"/>
    <w:rsid w:val="005B515E"/>
    <w:rsid w:val="005B5313"/>
    <w:rsid w:val="005B6745"/>
    <w:rsid w:val="005B6FF1"/>
    <w:rsid w:val="005B709C"/>
    <w:rsid w:val="005C078E"/>
    <w:rsid w:val="005C0C4C"/>
    <w:rsid w:val="005C1239"/>
    <w:rsid w:val="005C12AC"/>
    <w:rsid w:val="005C1676"/>
    <w:rsid w:val="005C1755"/>
    <w:rsid w:val="005C1776"/>
    <w:rsid w:val="005C2701"/>
    <w:rsid w:val="005C2B42"/>
    <w:rsid w:val="005C343F"/>
    <w:rsid w:val="005C398F"/>
    <w:rsid w:val="005C3B68"/>
    <w:rsid w:val="005C3E31"/>
    <w:rsid w:val="005C44FF"/>
    <w:rsid w:val="005C515E"/>
    <w:rsid w:val="005C6489"/>
    <w:rsid w:val="005C652B"/>
    <w:rsid w:val="005C788E"/>
    <w:rsid w:val="005D056B"/>
    <w:rsid w:val="005D0B40"/>
    <w:rsid w:val="005D2512"/>
    <w:rsid w:val="005D2720"/>
    <w:rsid w:val="005D2C8F"/>
    <w:rsid w:val="005D3383"/>
    <w:rsid w:val="005D3935"/>
    <w:rsid w:val="005D3CDF"/>
    <w:rsid w:val="005D4471"/>
    <w:rsid w:val="005D44AE"/>
    <w:rsid w:val="005D470B"/>
    <w:rsid w:val="005D5BAE"/>
    <w:rsid w:val="005D5FE6"/>
    <w:rsid w:val="005D6BFA"/>
    <w:rsid w:val="005D6DBA"/>
    <w:rsid w:val="005D7209"/>
    <w:rsid w:val="005D7230"/>
    <w:rsid w:val="005D7E19"/>
    <w:rsid w:val="005E0694"/>
    <w:rsid w:val="005E0B33"/>
    <w:rsid w:val="005E0BDE"/>
    <w:rsid w:val="005E11F1"/>
    <w:rsid w:val="005E1CA4"/>
    <w:rsid w:val="005E1F63"/>
    <w:rsid w:val="005E21BF"/>
    <w:rsid w:val="005E32B2"/>
    <w:rsid w:val="005E33D9"/>
    <w:rsid w:val="005E35ED"/>
    <w:rsid w:val="005E35FB"/>
    <w:rsid w:val="005E3D10"/>
    <w:rsid w:val="005E41DE"/>
    <w:rsid w:val="005E47A4"/>
    <w:rsid w:val="005E4901"/>
    <w:rsid w:val="005E597A"/>
    <w:rsid w:val="005E6C87"/>
    <w:rsid w:val="005E79EE"/>
    <w:rsid w:val="005E7A48"/>
    <w:rsid w:val="005E7BC6"/>
    <w:rsid w:val="005F00CD"/>
    <w:rsid w:val="005F0343"/>
    <w:rsid w:val="005F139F"/>
    <w:rsid w:val="005F18CB"/>
    <w:rsid w:val="005F18FA"/>
    <w:rsid w:val="005F2827"/>
    <w:rsid w:val="005F2B9E"/>
    <w:rsid w:val="005F2C32"/>
    <w:rsid w:val="005F2EB0"/>
    <w:rsid w:val="005F3B54"/>
    <w:rsid w:val="005F4251"/>
    <w:rsid w:val="005F426E"/>
    <w:rsid w:val="005F52C0"/>
    <w:rsid w:val="005F5A84"/>
    <w:rsid w:val="005F6885"/>
    <w:rsid w:val="005F6C4F"/>
    <w:rsid w:val="005F6CFD"/>
    <w:rsid w:val="005F6F58"/>
    <w:rsid w:val="005F72A6"/>
    <w:rsid w:val="005F762D"/>
    <w:rsid w:val="005F772F"/>
    <w:rsid w:val="005F7C09"/>
    <w:rsid w:val="0060021A"/>
    <w:rsid w:val="006022C5"/>
    <w:rsid w:val="00603F5A"/>
    <w:rsid w:val="00604203"/>
    <w:rsid w:val="00604ADD"/>
    <w:rsid w:val="00604CA9"/>
    <w:rsid w:val="00605602"/>
    <w:rsid w:val="00606173"/>
    <w:rsid w:val="006064D3"/>
    <w:rsid w:val="006064F5"/>
    <w:rsid w:val="00606EAF"/>
    <w:rsid w:val="00607298"/>
    <w:rsid w:val="00607B99"/>
    <w:rsid w:val="00610C09"/>
    <w:rsid w:val="00610E99"/>
    <w:rsid w:val="00611669"/>
    <w:rsid w:val="00611687"/>
    <w:rsid w:val="006116FB"/>
    <w:rsid w:val="00611C69"/>
    <w:rsid w:val="00611DAF"/>
    <w:rsid w:val="0061254C"/>
    <w:rsid w:val="00612ED8"/>
    <w:rsid w:val="0061383E"/>
    <w:rsid w:val="006150CA"/>
    <w:rsid w:val="0061523E"/>
    <w:rsid w:val="0061596E"/>
    <w:rsid w:val="006159CB"/>
    <w:rsid w:val="00616173"/>
    <w:rsid w:val="006161B8"/>
    <w:rsid w:val="00616B8A"/>
    <w:rsid w:val="0061782C"/>
    <w:rsid w:val="0062015E"/>
    <w:rsid w:val="0062035C"/>
    <w:rsid w:val="00620FCC"/>
    <w:rsid w:val="00621DCF"/>
    <w:rsid w:val="0062245F"/>
    <w:rsid w:val="00622FAE"/>
    <w:rsid w:val="0062341A"/>
    <w:rsid w:val="00623504"/>
    <w:rsid w:val="006238E0"/>
    <w:rsid w:val="00623944"/>
    <w:rsid w:val="00624E74"/>
    <w:rsid w:val="00626142"/>
    <w:rsid w:val="00626F21"/>
    <w:rsid w:val="00627AE7"/>
    <w:rsid w:val="00627FAB"/>
    <w:rsid w:val="006309BA"/>
    <w:rsid w:val="00630BA8"/>
    <w:rsid w:val="00630FD4"/>
    <w:rsid w:val="006310A4"/>
    <w:rsid w:val="006314E5"/>
    <w:rsid w:val="00631842"/>
    <w:rsid w:val="00632488"/>
    <w:rsid w:val="00632808"/>
    <w:rsid w:val="006330BE"/>
    <w:rsid w:val="00633EDF"/>
    <w:rsid w:val="00633F50"/>
    <w:rsid w:val="006345FE"/>
    <w:rsid w:val="00635A36"/>
    <w:rsid w:val="00636072"/>
    <w:rsid w:val="006361CB"/>
    <w:rsid w:val="0063628E"/>
    <w:rsid w:val="006363AD"/>
    <w:rsid w:val="006367F5"/>
    <w:rsid w:val="00636DFF"/>
    <w:rsid w:val="006370B1"/>
    <w:rsid w:val="00637AB6"/>
    <w:rsid w:val="00637BF9"/>
    <w:rsid w:val="00637C0F"/>
    <w:rsid w:val="00640266"/>
    <w:rsid w:val="00640399"/>
    <w:rsid w:val="0064093F"/>
    <w:rsid w:val="00640D4D"/>
    <w:rsid w:val="00641573"/>
    <w:rsid w:val="00641DBA"/>
    <w:rsid w:val="00642AA0"/>
    <w:rsid w:val="00642AD3"/>
    <w:rsid w:val="00643AE4"/>
    <w:rsid w:val="0064524F"/>
    <w:rsid w:val="006466BA"/>
    <w:rsid w:val="00646F95"/>
    <w:rsid w:val="006472C1"/>
    <w:rsid w:val="00647359"/>
    <w:rsid w:val="006478C2"/>
    <w:rsid w:val="0064790D"/>
    <w:rsid w:val="0065051C"/>
    <w:rsid w:val="006508E0"/>
    <w:rsid w:val="00650B93"/>
    <w:rsid w:val="00650C81"/>
    <w:rsid w:val="006514F0"/>
    <w:rsid w:val="00651FE5"/>
    <w:rsid w:val="00652863"/>
    <w:rsid w:val="00652D7F"/>
    <w:rsid w:val="00653210"/>
    <w:rsid w:val="006537A5"/>
    <w:rsid w:val="006540EC"/>
    <w:rsid w:val="006541EA"/>
    <w:rsid w:val="00654368"/>
    <w:rsid w:val="006548CD"/>
    <w:rsid w:val="00654DAA"/>
    <w:rsid w:val="00654E9A"/>
    <w:rsid w:val="00655E5F"/>
    <w:rsid w:val="00655F07"/>
    <w:rsid w:val="006562CC"/>
    <w:rsid w:val="006571AE"/>
    <w:rsid w:val="0065738C"/>
    <w:rsid w:val="006578E2"/>
    <w:rsid w:val="00657BF0"/>
    <w:rsid w:val="00657FD0"/>
    <w:rsid w:val="00660442"/>
    <w:rsid w:val="00660AA1"/>
    <w:rsid w:val="00660DD0"/>
    <w:rsid w:val="006612DE"/>
    <w:rsid w:val="00661A3B"/>
    <w:rsid w:val="00661AEA"/>
    <w:rsid w:val="00661D50"/>
    <w:rsid w:val="0066265A"/>
    <w:rsid w:val="006629B9"/>
    <w:rsid w:val="00663F46"/>
    <w:rsid w:val="00664387"/>
    <w:rsid w:val="00664E3D"/>
    <w:rsid w:val="0066535B"/>
    <w:rsid w:val="0066545F"/>
    <w:rsid w:val="00665A0C"/>
    <w:rsid w:val="006661C5"/>
    <w:rsid w:val="00666521"/>
    <w:rsid w:val="00666581"/>
    <w:rsid w:val="00666FAE"/>
    <w:rsid w:val="0067025B"/>
    <w:rsid w:val="006704C1"/>
    <w:rsid w:val="006708E4"/>
    <w:rsid w:val="006709C9"/>
    <w:rsid w:val="00671526"/>
    <w:rsid w:val="00671563"/>
    <w:rsid w:val="00671864"/>
    <w:rsid w:val="00671B42"/>
    <w:rsid w:val="00671D49"/>
    <w:rsid w:val="00671E01"/>
    <w:rsid w:val="00672A3E"/>
    <w:rsid w:val="006731EF"/>
    <w:rsid w:val="0067328E"/>
    <w:rsid w:val="00673A71"/>
    <w:rsid w:val="00674158"/>
    <w:rsid w:val="00674371"/>
    <w:rsid w:val="006744E2"/>
    <w:rsid w:val="00674908"/>
    <w:rsid w:val="00674AA8"/>
    <w:rsid w:val="00675355"/>
    <w:rsid w:val="006753A1"/>
    <w:rsid w:val="00675F05"/>
    <w:rsid w:val="0067641E"/>
    <w:rsid w:val="00676568"/>
    <w:rsid w:val="0067684B"/>
    <w:rsid w:val="006769DF"/>
    <w:rsid w:val="00676B58"/>
    <w:rsid w:val="0067726D"/>
    <w:rsid w:val="00677380"/>
    <w:rsid w:val="0067793F"/>
    <w:rsid w:val="00677D14"/>
    <w:rsid w:val="006812AF"/>
    <w:rsid w:val="00681386"/>
    <w:rsid w:val="006831A3"/>
    <w:rsid w:val="006831D8"/>
    <w:rsid w:val="00683205"/>
    <w:rsid w:val="006845A1"/>
    <w:rsid w:val="00684AFD"/>
    <w:rsid w:val="00684DD7"/>
    <w:rsid w:val="00685177"/>
    <w:rsid w:val="00685721"/>
    <w:rsid w:val="00685F12"/>
    <w:rsid w:val="00686064"/>
    <w:rsid w:val="00686466"/>
    <w:rsid w:val="0068697E"/>
    <w:rsid w:val="00686F9F"/>
    <w:rsid w:val="006878A5"/>
    <w:rsid w:val="00687A90"/>
    <w:rsid w:val="00687B81"/>
    <w:rsid w:val="006904E9"/>
    <w:rsid w:val="00690676"/>
    <w:rsid w:val="00690837"/>
    <w:rsid w:val="0069091A"/>
    <w:rsid w:val="00690959"/>
    <w:rsid w:val="00691710"/>
    <w:rsid w:val="00691F03"/>
    <w:rsid w:val="006925C8"/>
    <w:rsid w:val="006927C0"/>
    <w:rsid w:val="006928AB"/>
    <w:rsid w:val="00692FAD"/>
    <w:rsid w:val="00693348"/>
    <w:rsid w:val="00693AD1"/>
    <w:rsid w:val="00693C3F"/>
    <w:rsid w:val="0069438E"/>
    <w:rsid w:val="00695061"/>
    <w:rsid w:val="00695D39"/>
    <w:rsid w:val="006966AF"/>
    <w:rsid w:val="00696A46"/>
    <w:rsid w:val="00696ABB"/>
    <w:rsid w:val="00696B8B"/>
    <w:rsid w:val="006A0943"/>
    <w:rsid w:val="006A0B9C"/>
    <w:rsid w:val="006A0DD7"/>
    <w:rsid w:val="006A0F10"/>
    <w:rsid w:val="006A1CF5"/>
    <w:rsid w:val="006A29F9"/>
    <w:rsid w:val="006A2E29"/>
    <w:rsid w:val="006A2F52"/>
    <w:rsid w:val="006A3EBC"/>
    <w:rsid w:val="006A46B2"/>
    <w:rsid w:val="006A4F41"/>
    <w:rsid w:val="006A537A"/>
    <w:rsid w:val="006A56E6"/>
    <w:rsid w:val="006A5C72"/>
    <w:rsid w:val="006A69C9"/>
    <w:rsid w:val="006A7856"/>
    <w:rsid w:val="006A7B21"/>
    <w:rsid w:val="006A7C10"/>
    <w:rsid w:val="006B0022"/>
    <w:rsid w:val="006B0A01"/>
    <w:rsid w:val="006B0B60"/>
    <w:rsid w:val="006B0F4F"/>
    <w:rsid w:val="006B0FE9"/>
    <w:rsid w:val="006B1994"/>
    <w:rsid w:val="006B1AA2"/>
    <w:rsid w:val="006B1CED"/>
    <w:rsid w:val="006B288D"/>
    <w:rsid w:val="006B3236"/>
    <w:rsid w:val="006B32B9"/>
    <w:rsid w:val="006B3349"/>
    <w:rsid w:val="006B3D4C"/>
    <w:rsid w:val="006B40AE"/>
    <w:rsid w:val="006B45DC"/>
    <w:rsid w:val="006B4699"/>
    <w:rsid w:val="006B4A82"/>
    <w:rsid w:val="006B4B06"/>
    <w:rsid w:val="006B4E9A"/>
    <w:rsid w:val="006B505B"/>
    <w:rsid w:val="006B546C"/>
    <w:rsid w:val="006B550A"/>
    <w:rsid w:val="006B610F"/>
    <w:rsid w:val="006B65F2"/>
    <w:rsid w:val="006B6C6E"/>
    <w:rsid w:val="006B7769"/>
    <w:rsid w:val="006C00CD"/>
    <w:rsid w:val="006C09D5"/>
    <w:rsid w:val="006C143A"/>
    <w:rsid w:val="006C1C28"/>
    <w:rsid w:val="006C1DE7"/>
    <w:rsid w:val="006C26CC"/>
    <w:rsid w:val="006C2947"/>
    <w:rsid w:val="006C29B2"/>
    <w:rsid w:val="006C4097"/>
    <w:rsid w:val="006C43C0"/>
    <w:rsid w:val="006C444D"/>
    <w:rsid w:val="006C455E"/>
    <w:rsid w:val="006C45D5"/>
    <w:rsid w:val="006C4ACB"/>
    <w:rsid w:val="006C4B8D"/>
    <w:rsid w:val="006C4E8D"/>
    <w:rsid w:val="006C5235"/>
    <w:rsid w:val="006C52D8"/>
    <w:rsid w:val="006C5357"/>
    <w:rsid w:val="006C57EC"/>
    <w:rsid w:val="006C5BCB"/>
    <w:rsid w:val="006C5DA6"/>
    <w:rsid w:val="006C5DE2"/>
    <w:rsid w:val="006C5ED7"/>
    <w:rsid w:val="006C6BE8"/>
    <w:rsid w:val="006C6F43"/>
    <w:rsid w:val="006C7079"/>
    <w:rsid w:val="006C75A1"/>
    <w:rsid w:val="006C7AB5"/>
    <w:rsid w:val="006D0004"/>
    <w:rsid w:val="006D01FA"/>
    <w:rsid w:val="006D02CD"/>
    <w:rsid w:val="006D06C2"/>
    <w:rsid w:val="006D0E0B"/>
    <w:rsid w:val="006D0FF6"/>
    <w:rsid w:val="006D1046"/>
    <w:rsid w:val="006D1150"/>
    <w:rsid w:val="006D12A9"/>
    <w:rsid w:val="006D22EE"/>
    <w:rsid w:val="006D2F05"/>
    <w:rsid w:val="006D3BF4"/>
    <w:rsid w:val="006D404C"/>
    <w:rsid w:val="006D433F"/>
    <w:rsid w:val="006D461A"/>
    <w:rsid w:val="006D4A6B"/>
    <w:rsid w:val="006D6516"/>
    <w:rsid w:val="006D6AC7"/>
    <w:rsid w:val="006D6B96"/>
    <w:rsid w:val="006D740D"/>
    <w:rsid w:val="006E06B4"/>
    <w:rsid w:val="006E0725"/>
    <w:rsid w:val="006E0BF0"/>
    <w:rsid w:val="006E14EE"/>
    <w:rsid w:val="006E18A2"/>
    <w:rsid w:val="006E1AFB"/>
    <w:rsid w:val="006E1B84"/>
    <w:rsid w:val="006E1FD4"/>
    <w:rsid w:val="006E2047"/>
    <w:rsid w:val="006E20B7"/>
    <w:rsid w:val="006E27AB"/>
    <w:rsid w:val="006E2F18"/>
    <w:rsid w:val="006E30C4"/>
    <w:rsid w:val="006E326F"/>
    <w:rsid w:val="006E3A33"/>
    <w:rsid w:val="006E4768"/>
    <w:rsid w:val="006E4AF4"/>
    <w:rsid w:val="006E5C80"/>
    <w:rsid w:val="006E65EB"/>
    <w:rsid w:val="006E6D4B"/>
    <w:rsid w:val="006E79A7"/>
    <w:rsid w:val="006E79FB"/>
    <w:rsid w:val="006E7C8B"/>
    <w:rsid w:val="006F086A"/>
    <w:rsid w:val="006F0BF9"/>
    <w:rsid w:val="006F0CAC"/>
    <w:rsid w:val="006F0E75"/>
    <w:rsid w:val="006F2443"/>
    <w:rsid w:val="006F2A9E"/>
    <w:rsid w:val="006F357B"/>
    <w:rsid w:val="006F38E8"/>
    <w:rsid w:val="006F3E07"/>
    <w:rsid w:val="006F469C"/>
    <w:rsid w:val="006F483A"/>
    <w:rsid w:val="006F4993"/>
    <w:rsid w:val="006F51BC"/>
    <w:rsid w:val="006F55BF"/>
    <w:rsid w:val="006F56AF"/>
    <w:rsid w:val="006F5E5E"/>
    <w:rsid w:val="006F5ECB"/>
    <w:rsid w:val="006F6B05"/>
    <w:rsid w:val="006F6C19"/>
    <w:rsid w:val="006F6F18"/>
    <w:rsid w:val="006F721C"/>
    <w:rsid w:val="006F7A48"/>
    <w:rsid w:val="007002B8"/>
    <w:rsid w:val="00700310"/>
    <w:rsid w:val="00701079"/>
    <w:rsid w:val="007013DE"/>
    <w:rsid w:val="0070247E"/>
    <w:rsid w:val="00702A8A"/>
    <w:rsid w:val="0070319B"/>
    <w:rsid w:val="00703630"/>
    <w:rsid w:val="00703A3E"/>
    <w:rsid w:val="00703EDB"/>
    <w:rsid w:val="00704107"/>
    <w:rsid w:val="00704326"/>
    <w:rsid w:val="007049D3"/>
    <w:rsid w:val="00704D0A"/>
    <w:rsid w:val="00704D69"/>
    <w:rsid w:val="00705826"/>
    <w:rsid w:val="007066CE"/>
    <w:rsid w:val="007066FE"/>
    <w:rsid w:val="00706833"/>
    <w:rsid w:val="00706AA9"/>
    <w:rsid w:val="00707287"/>
    <w:rsid w:val="00707C48"/>
    <w:rsid w:val="0071024C"/>
    <w:rsid w:val="007102AA"/>
    <w:rsid w:val="00710E12"/>
    <w:rsid w:val="00711AE1"/>
    <w:rsid w:val="00712354"/>
    <w:rsid w:val="00713110"/>
    <w:rsid w:val="007132FD"/>
    <w:rsid w:val="0071376D"/>
    <w:rsid w:val="007142B3"/>
    <w:rsid w:val="0071452A"/>
    <w:rsid w:val="007150C5"/>
    <w:rsid w:val="007151AC"/>
    <w:rsid w:val="0071548A"/>
    <w:rsid w:val="00715BBF"/>
    <w:rsid w:val="00715BE3"/>
    <w:rsid w:val="0071626B"/>
    <w:rsid w:val="00716A94"/>
    <w:rsid w:val="00716ADC"/>
    <w:rsid w:val="007170E5"/>
    <w:rsid w:val="00717147"/>
    <w:rsid w:val="00717BE8"/>
    <w:rsid w:val="007206FC"/>
    <w:rsid w:val="00720AAA"/>
    <w:rsid w:val="00721089"/>
    <w:rsid w:val="007217C3"/>
    <w:rsid w:val="00721ECA"/>
    <w:rsid w:val="00722374"/>
    <w:rsid w:val="007224A4"/>
    <w:rsid w:val="007227B6"/>
    <w:rsid w:val="007227BD"/>
    <w:rsid w:val="00722AAC"/>
    <w:rsid w:val="00722FF6"/>
    <w:rsid w:val="0072336F"/>
    <w:rsid w:val="00724AEE"/>
    <w:rsid w:val="00725076"/>
    <w:rsid w:val="007250E4"/>
    <w:rsid w:val="00725159"/>
    <w:rsid w:val="00725274"/>
    <w:rsid w:val="00725B25"/>
    <w:rsid w:val="00725D8C"/>
    <w:rsid w:val="00725E70"/>
    <w:rsid w:val="00725E88"/>
    <w:rsid w:val="00725F65"/>
    <w:rsid w:val="00726AE3"/>
    <w:rsid w:val="00726CCF"/>
    <w:rsid w:val="00726E58"/>
    <w:rsid w:val="007271ED"/>
    <w:rsid w:val="00727528"/>
    <w:rsid w:val="00727A2C"/>
    <w:rsid w:val="00727F6E"/>
    <w:rsid w:val="00727FC3"/>
    <w:rsid w:val="007301D7"/>
    <w:rsid w:val="00730988"/>
    <w:rsid w:val="00730B9C"/>
    <w:rsid w:val="00730EEF"/>
    <w:rsid w:val="007312F4"/>
    <w:rsid w:val="00731723"/>
    <w:rsid w:val="00731C2B"/>
    <w:rsid w:val="00732540"/>
    <w:rsid w:val="007327BA"/>
    <w:rsid w:val="00733317"/>
    <w:rsid w:val="00733D7F"/>
    <w:rsid w:val="00734CD1"/>
    <w:rsid w:val="00734F0B"/>
    <w:rsid w:val="0073685F"/>
    <w:rsid w:val="00737C39"/>
    <w:rsid w:val="007404F4"/>
    <w:rsid w:val="00740839"/>
    <w:rsid w:val="00741A52"/>
    <w:rsid w:val="0074230C"/>
    <w:rsid w:val="00742ADE"/>
    <w:rsid w:val="00742CA1"/>
    <w:rsid w:val="00742F04"/>
    <w:rsid w:val="0074310B"/>
    <w:rsid w:val="00743319"/>
    <w:rsid w:val="007439E8"/>
    <w:rsid w:val="00744C43"/>
    <w:rsid w:val="00744D7C"/>
    <w:rsid w:val="00744FD3"/>
    <w:rsid w:val="00745069"/>
    <w:rsid w:val="00745414"/>
    <w:rsid w:val="00746074"/>
    <w:rsid w:val="007467E6"/>
    <w:rsid w:val="0074699D"/>
    <w:rsid w:val="007473D3"/>
    <w:rsid w:val="0075122C"/>
    <w:rsid w:val="007513C3"/>
    <w:rsid w:val="007513FE"/>
    <w:rsid w:val="00751403"/>
    <w:rsid w:val="00752CD3"/>
    <w:rsid w:val="00753FBF"/>
    <w:rsid w:val="007542B0"/>
    <w:rsid w:val="007543D5"/>
    <w:rsid w:val="00754EB9"/>
    <w:rsid w:val="007555C9"/>
    <w:rsid w:val="00755BF8"/>
    <w:rsid w:val="00755D6D"/>
    <w:rsid w:val="007567F5"/>
    <w:rsid w:val="007570D8"/>
    <w:rsid w:val="007572F5"/>
    <w:rsid w:val="0075741C"/>
    <w:rsid w:val="00760473"/>
    <w:rsid w:val="00761086"/>
    <w:rsid w:val="00761C23"/>
    <w:rsid w:val="00761E3F"/>
    <w:rsid w:val="007620C2"/>
    <w:rsid w:val="007622C9"/>
    <w:rsid w:val="00762412"/>
    <w:rsid w:val="007628C3"/>
    <w:rsid w:val="00762F6E"/>
    <w:rsid w:val="00763566"/>
    <w:rsid w:val="00763719"/>
    <w:rsid w:val="00763CB1"/>
    <w:rsid w:val="007640EF"/>
    <w:rsid w:val="007645B1"/>
    <w:rsid w:val="007645E5"/>
    <w:rsid w:val="007646B8"/>
    <w:rsid w:val="00764868"/>
    <w:rsid w:val="007648DB"/>
    <w:rsid w:val="0076514F"/>
    <w:rsid w:val="0076557D"/>
    <w:rsid w:val="00766645"/>
    <w:rsid w:val="007667EB"/>
    <w:rsid w:val="00766B23"/>
    <w:rsid w:val="00766BBA"/>
    <w:rsid w:val="00767141"/>
    <w:rsid w:val="00767B54"/>
    <w:rsid w:val="007703B6"/>
    <w:rsid w:val="0077049D"/>
    <w:rsid w:val="0077050B"/>
    <w:rsid w:val="007714C8"/>
    <w:rsid w:val="007716EA"/>
    <w:rsid w:val="007719DF"/>
    <w:rsid w:val="00771FA4"/>
    <w:rsid w:val="00773035"/>
    <w:rsid w:val="007730CD"/>
    <w:rsid w:val="00773986"/>
    <w:rsid w:val="00773A5D"/>
    <w:rsid w:val="00773C62"/>
    <w:rsid w:val="007746C0"/>
    <w:rsid w:val="00775252"/>
    <w:rsid w:val="007756C6"/>
    <w:rsid w:val="00775A27"/>
    <w:rsid w:val="00776117"/>
    <w:rsid w:val="0077693F"/>
    <w:rsid w:val="00777398"/>
    <w:rsid w:val="007776D3"/>
    <w:rsid w:val="00777E14"/>
    <w:rsid w:val="00777E97"/>
    <w:rsid w:val="007801B7"/>
    <w:rsid w:val="00780330"/>
    <w:rsid w:val="00780600"/>
    <w:rsid w:val="007814F7"/>
    <w:rsid w:val="007815F7"/>
    <w:rsid w:val="00782AED"/>
    <w:rsid w:val="00782DC2"/>
    <w:rsid w:val="00782FD6"/>
    <w:rsid w:val="007831F9"/>
    <w:rsid w:val="007836DD"/>
    <w:rsid w:val="00784035"/>
    <w:rsid w:val="00784101"/>
    <w:rsid w:val="00784659"/>
    <w:rsid w:val="00784682"/>
    <w:rsid w:val="00784B7C"/>
    <w:rsid w:val="00784E25"/>
    <w:rsid w:val="00784EC8"/>
    <w:rsid w:val="00785228"/>
    <w:rsid w:val="00786AEC"/>
    <w:rsid w:val="00786B71"/>
    <w:rsid w:val="007870DE"/>
    <w:rsid w:val="0078744F"/>
    <w:rsid w:val="00790145"/>
    <w:rsid w:val="00790709"/>
    <w:rsid w:val="0079098E"/>
    <w:rsid w:val="00790B15"/>
    <w:rsid w:val="00790D0D"/>
    <w:rsid w:val="00790EB4"/>
    <w:rsid w:val="00792247"/>
    <w:rsid w:val="007929D0"/>
    <w:rsid w:val="00793FBA"/>
    <w:rsid w:val="00794444"/>
    <w:rsid w:val="00794D97"/>
    <w:rsid w:val="00794E44"/>
    <w:rsid w:val="00795C16"/>
    <w:rsid w:val="00795E07"/>
    <w:rsid w:val="00796057"/>
    <w:rsid w:val="00796445"/>
    <w:rsid w:val="00796504"/>
    <w:rsid w:val="00796532"/>
    <w:rsid w:val="00796571"/>
    <w:rsid w:val="007967E5"/>
    <w:rsid w:val="007A00A8"/>
    <w:rsid w:val="007A00B8"/>
    <w:rsid w:val="007A0211"/>
    <w:rsid w:val="007A0C01"/>
    <w:rsid w:val="007A25C7"/>
    <w:rsid w:val="007A2EFC"/>
    <w:rsid w:val="007A3899"/>
    <w:rsid w:val="007A394D"/>
    <w:rsid w:val="007A3B9A"/>
    <w:rsid w:val="007A3FBA"/>
    <w:rsid w:val="007A513F"/>
    <w:rsid w:val="007A58B4"/>
    <w:rsid w:val="007A5B16"/>
    <w:rsid w:val="007A60AD"/>
    <w:rsid w:val="007A60FC"/>
    <w:rsid w:val="007A6841"/>
    <w:rsid w:val="007A6AC3"/>
    <w:rsid w:val="007A6D02"/>
    <w:rsid w:val="007A7660"/>
    <w:rsid w:val="007A7BC7"/>
    <w:rsid w:val="007A7C27"/>
    <w:rsid w:val="007B040C"/>
    <w:rsid w:val="007B0686"/>
    <w:rsid w:val="007B0883"/>
    <w:rsid w:val="007B15BA"/>
    <w:rsid w:val="007B2473"/>
    <w:rsid w:val="007B29CF"/>
    <w:rsid w:val="007B315F"/>
    <w:rsid w:val="007B3A49"/>
    <w:rsid w:val="007B4270"/>
    <w:rsid w:val="007B46A1"/>
    <w:rsid w:val="007B4A4B"/>
    <w:rsid w:val="007B5043"/>
    <w:rsid w:val="007B506F"/>
    <w:rsid w:val="007B54CD"/>
    <w:rsid w:val="007B58B4"/>
    <w:rsid w:val="007B5927"/>
    <w:rsid w:val="007B6304"/>
    <w:rsid w:val="007B6671"/>
    <w:rsid w:val="007B7436"/>
    <w:rsid w:val="007B759E"/>
    <w:rsid w:val="007B7A11"/>
    <w:rsid w:val="007C0A24"/>
    <w:rsid w:val="007C207E"/>
    <w:rsid w:val="007C2640"/>
    <w:rsid w:val="007C27A1"/>
    <w:rsid w:val="007C2EBC"/>
    <w:rsid w:val="007C3A33"/>
    <w:rsid w:val="007C40C1"/>
    <w:rsid w:val="007C61B4"/>
    <w:rsid w:val="007C6816"/>
    <w:rsid w:val="007C692A"/>
    <w:rsid w:val="007C6C3C"/>
    <w:rsid w:val="007C7E79"/>
    <w:rsid w:val="007D0129"/>
    <w:rsid w:val="007D03D2"/>
    <w:rsid w:val="007D04F7"/>
    <w:rsid w:val="007D0858"/>
    <w:rsid w:val="007D135D"/>
    <w:rsid w:val="007D2263"/>
    <w:rsid w:val="007D249B"/>
    <w:rsid w:val="007D3291"/>
    <w:rsid w:val="007D38AF"/>
    <w:rsid w:val="007D3AC3"/>
    <w:rsid w:val="007D41BB"/>
    <w:rsid w:val="007D4A93"/>
    <w:rsid w:val="007D682B"/>
    <w:rsid w:val="007D6A84"/>
    <w:rsid w:val="007D6CCA"/>
    <w:rsid w:val="007D6EFB"/>
    <w:rsid w:val="007D7232"/>
    <w:rsid w:val="007D7673"/>
    <w:rsid w:val="007E0067"/>
    <w:rsid w:val="007E083C"/>
    <w:rsid w:val="007E0E25"/>
    <w:rsid w:val="007E2A8C"/>
    <w:rsid w:val="007E3439"/>
    <w:rsid w:val="007E391E"/>
    <w:rsid w:val="007E3E0E"/>
    <w:rsid w:val="007E4B07"/>
    <w:rsid w:val="007E4B11"/>
    <w:rsid w:val="007E4EE1"/>
    <w:rsid w:val="007E5025"/>
    <w:rsid w:val="007E5202"/>
    <w:rsid w:val="007E58B0"/>
    <w:rsid w:val="007E5A21"/>
    <w:rsid w:val="007E5DF5"/>
    <w:rsid w:val="007E5F8B"/>
    <w:rsid w:val="007E608C"/>
    <w:rsid w:val="007E60C9"/>
    <w:rsid w:val="007E6D8A"/>
    <w:rsid w:val="007E70F7"/>
    <w:rsid w:val="007E726D"/>
    <w:rsid w:val="007E72FD"/>
    <w:rsid w:val="007F0232"/>
    <w:rsid w:val="007F0400"/>
    <w:rsid w:val="007F0F25"/>
    <w:rsid w:val="007F0FBC"/>
    <w:rsid w:val="007F116C"/>
    <w:rsid w:val="007F141C"/>
    <w:rsid w:val="007F1D32"/>
    <w:rsid w:val="007F23B0"/>
    <w:rsid w:val="007F3139"/>
    <w:rsid w:val="007F3247"/>
    <w:rsid w:val="007F3264"/>
    <w:rsid w:val="007F374A"/>
    <w:rsid w:val="007F4A3B"/>
    <w:rsid w:val="007F4DBC"/>
    <w:rsid w:val="007F53A4"/>
    <w:rsid w:val="007F6DC6"/>
    <w:rsid w:val="007F70E5"/>
    <w:rsid w:val="007F71CC"/>
    <w:rsid w:val="007F7868"/>
    <w:rsid w:val="007F7CF5"/>
    <w:rsid w:val="007F7DA1"/>
    <w:rsid w:val="00800970"/>
    <w:rsid w:val="00802CF4"/>
    <w:rsid w:val="008038A3"/>
    <w:rsid w:val="008039DB"/>
    <w:rsid w:val="00803E80"/>
    <w:rsid w:val="00803FE5"/>
    <w:rsid w:val="0080524A"/>
    <w:rsid w:val="00805C3C"/>
    <w:rsid w:val="00806605"/>
    <w:rsid w:val="00807335"/>
    <w:rsid w:val="00810790"/>
    <w:rsid w:val="00810FF0"/>
    <w:rsid w:val="00811474"/>
    <w:rsid w:val="008119F1"/>
    <w:rsid w:val="00811C70"/>
    <w:rsid w:val="00811E26"/>
    <w:rsid w:val="00812044"/>
    <w:rsid w:val="00812A8F"/>
    <w:rsid w:val="008134AF"/>
    <w:rsid w:val="00813813"/>
    <w:rsid w:val="00813B8B"/>
    <w:rsid w:val="00813D68"/>
    <w:rsid w:val="00813E0A"/>
    <w:rsid w:val="00813F56"/>
    <w:rsid w:val="008147DD"/>
    <w:rsid w:val="0081524A"/>
    <w:rsid w:val="008154A8"/>
    <w:rsid w:val="008158BB"/>
    <w:rsid w:val="00815CA3"/>
    <w:rsid w:val="0081662A"/>
    <w:rsid w:val="008169D6"/>
    <w:rsid w:val="00816D6F"/>
    <w:rsid w:val="00816D94"/>
    <w:rsid w:val="00816F3F"/>
    <w:rsid w:val="00817192"/>
    <w:rsid w:val="008171FE"/>
    <w:rsid w:val="00817444"/>
    <w:rsid w:val="008177B4"/>
    <w:rsid w:val="008178F8"/>
    <w:rsid w:val="00817BD8"/>
    <w:rsid w:val="00817C30"/>
    <w:rsid w:val="00820057"/>
    <w:rsid w:val="008209D6"/>
    <w:rsid w:val="00820B4D"/>
    <w:rsid w:val="00821220"/>
    <w:rsid w:val="00821F38"/>
    <w:rsid w:val="0082352A"/>
    <w:rsid w:val="0082413B"/>
    <w:rsid w:val="008252D5"/>
    <w:rsid w:val="00825420"/>
    <w:rsid w:val="0082570C"/>
    <w:rsid w:val="008258B5"/>
    <w:rsid w:val="0082621E"/>
    <w:rsid w:val="0082680B"/>
    <w:rsid w:val="00826989"/>
    <w:rsid w:val="00827061"/>
    <w:rsid w:val="00827438"/>
    <w:rsid w:val="00827944"/>
    <w:rsid w:val="00827CA5"/>
    <w:rsid w:val="008301EE"/>
    <w:rsid w:val="008302EB"/>
    <w:rsid w:val="008316CE"/>
    <w:rsid w:val="008319D0"/>
    <w:rsid w:val="00831D56"/>
    <w:rsid w:val="00831F1F"/>
    <w:rsid w:val="00831F22"/>
    <w:rsid w:val="0083202A"/>
    <w:rsid w:val="00832587"/>
    <w:rsid w:val="008326A0"/>
    <w:rsid w:val="00833051"/>
    <w:rsid w:val="00833AEC"/>
    <w:rsid w:val="00833D2E"/>
    <w:rsid w:val="00833D94"/>
    <w:rsid w:val="0083487D"/>
    <w:rsid w:val="00834C32"/>
    <w:rsid w:val="00834E2A"/>
    <w:rsid w:val="00834EA7"/>
    <w:rsid w:val="00835031"/>
    <w:rsid w:val="00835091"/>
    <w:rsid w:val="0083527C"/>
    <w:rsid w:val="008352F5"/>
    <w:rsid w:val="00835784"/>
    <w:rsid w:val="0083613A"/>
    <w:rsid w:val="00837171"/>
    <w:rsid w:val="008374EB"/>
    <w:rsid w:val="008375E3"/>
    <w:rsid w:val="00837804"/>
    <w:rsid w:val="00837D7B"/>
    <w:rsid w:val="00837E0E"/>
    <w:rsid w:val="0084094C"/>
    <w:rsid w:val="008409A3"/>
    <w:rsid w:val="0084179E"/>
    <w:rsid w:val="00841B0A"/>
    <w:rsid w:val="00841B0F"/>
    <w:rsid w:val="00841CA6"/>
    <w:rsid w:val="00841E5C"/>
    <w:rsid w:val="00841F6D"/>
    <w:rsid w:val="0084240C"/>
    <w:rsid w:val="00843017"/>
    <w:rsid w:val="008436E1"/>
    <w:rsid w:val="00844103"/>
    <w:rsid w:val="0084420D"/>
    <w:rsid w:val="0084467C"/>
    <w:rsid w:val="0084489D"/>
    <w:rsid w:val="00845561"/>
    <w:rsid w:val="008456A1"/>
    <w:rsid w:val="00846397"/>
    <w:rsid w:val="00846652"/>
    <w:rsid w:val="00846DA9"/>
    <w:rsid w:val="00847017"/>
    <w:rsid w:val="00847A9B"/>
    <w:rsid w:val="00850919"/>
    <w:rsid w:val="00850B08"/>
    <w:rsid w:val="00850F90"/>
    <w:rsid w:val="00851684"/>
    <w:rsid w:val="00851806"/>
    <w:rsid w:val="008519ED"/>
    <w:rsid w:val="008529FB"/>
    <w:rsid w:val="00852C3F"/>
    <w:rsid w:val="00852F19"/>
    <w:rsid w:val="00853DA2"/>
    <w:rsid w:val="008543FF"/>
    <w:rsid w:val="00854F5F"/>
    <w:rsid w:val="00855018"/>
    <w:rsid w:val="00855F6D"/>
    <w:rsid w:val="008569FB"/>
    <w:rsid w:val="00856B48"/>
    <w:rsid w:val="00857D52"/>
    <w:rsid w:val="00860C8C"/>
    <w:rsid w:val="00861170"/>
    <w:rsid w:val="00862B14"/>
    <w:rsid w:val="00862EF2"/>
    <w:rsid w:val="0086311D"/>
    <w:rsid w:val="00863453"/>
    <w:rsid w:val="008641A4"/>
    <w:rsid w:val="008643CE"/>
    <w:rsid w:val="00864B5D"/>
    <w:rsid w:val="00864B80"/>
    <w:rsid w:val="00864E5C"/>
    <w:rsid w:val="00864E62"/>
    <w:rsid w:val="00864F55"/>
    <w:rsid w:val="0086557C"/>
    <w:rsid w:val="0086579B"/>
    <w:rsid w:val="00865FC7"/>
    <w:rsid w:val="00866A02"/>
    <w:rsid w:val="00866C12"/>
    <w:rsid w:val="0086715E"/>
    <w:rsid w:val="008678DF"/>
    <w:rsid w:val="00867B6C"/>
    <w:rsid w:val="00867D45"/>
    <w:rsid w:val="00870694"/>
    <w:rsid w:val="00872651"/>
    <w:rsid w:val="00872C13"/>
    <w:rsid w:val="00872DBB"/>
    <w:rsid w:val="0087341C"/>
    <w:rsid w:val="00873EAF"/>
    <w:rsid w:val="0087419A"/>
    <w:rsid w:val="00874F18"/>
    <w:rsid w:val="0087531A"/>
    <w:rsid w:val="00875CF9"/>
    <w:rsid w:val="00875E7F"/>
    <w:rsid w:val="008777E9"/>
    <w:rsid w:val="0088022C"/>
    <w:rsid w:val="008804C9"/>
    <w:rsid w:val="008806DA"/>
    <w:rsid w:val="008813D8"/>
    <w:rsid w:val="00881F24"/>
    <w:rsid w:val="00881F32"/>
    <w:rsid w:val="00882132"/>
    <w:rsid w:val="0088272F"/>
    <w:rsid w:val="00882AA2"/>
    <w:rsid w:val="00882D12"/>
    <w:rsid w:val="00882E21"/>
    <w:rsid w:val="008838AF"/>
    <w:rsid w:val="008838D3"/>
    <w:rsid w:val="00883F35"/>
    <w:rsid w:val="00883F43"/>
    <w:rsid w:val="00884921"/>
    <w:rsid w:val="008849AC"/>
    <w:rsid w:val="00884BDA"/>
    <w:rsid w:val="00884FEA"/>
    <w:rsid w:val="008854E5"/>
    <w:rsid w:val="00885744"/>
    <w:rsid w:val="0088653C"/>
    <w:rsid w:val="00886897"/>
    <w:rsid w:val="00887127"/>
    <w:rsid w:val="00887321"/>
    <w:rsid w:val="00887706"/>
    <w:rsid w:val="00887C12"/>
    <w:rsid w:val="00887DFD"/>
    <w:rsid w:val="00887EFE"/>
    <w:rsid w:val="00890FA2"/>
    <w:rsid w:val="00891D2A"/>
    <w:rsid w:val="00891D78"/>
    <w:rsid w:val="00891EE7"/>
    <w:rsid w:val="00891F21"/>
    <w:rsid w:val="0089200D"/>
    <w:rsid w:val="00892221"/>
    <w:rsid w:val="00892723"/>
    <w:rsid w:val="008928A3"/>
    <w:rsid w:val="0089335B"/>
    <w:rsid w:val="008942F3"/>
    <w:rsid w:val="00895A07"/>
    <w:rsid w:val="00895FD7"/>
    <w:rsid w:val="008961AC"/>
    <w:rsid w:val="00896265"/>
    <w:rsid w:val="008964D0"/>
    <w:rsid w:val="00896514"/>
    <w:rsid w:val="008966D2"/>
    <w:rsid w:val="00896AA4"/>
    <w:rsid w:val="00897230"/>
    <w:rsid w:val="008972E6"/>
    <w:rsid w:val="00897432"/>
    <w:rsid w:val="0089750D"/>
    <w:rsid w:val="008A1059"/>
    <w:rsid w:val="008A12D3"/>
    <w:rsid w:val="008A2170"/>
    <w:rsid w:val="008A2397"/>
    <w:rsid w:val="008A25D7"/>
    <w:rsid w:val="008A28DC"/>
    <w:rsid w:val="008A2F8B"/>
    <w:rsid w:val="008A3B6A"/>
    <w:rsid w:val="008A45D2"/>
    <w:rsid w:val="008A464B"/>
    <w:rsid w:val="008A4728"/>
    <w:rsid w:val="008A570F"/>
    <w:rsid w:val="008A59F5"/>
    <w:rsid w:val="008A618B"/>
    <w:rsid w:val="008A64DA"/>
    <w:rsid w:val="008A64E4"/>
    <w:rsid w:val="008A6C6B"/>
    <w:rsid w:val="008A781D"/>
    <w:rsid w:val="008B03AD"/>
    <w:rsid w:val="008B0453"/>
    <w:rsid w:val="008B0788"/>
    <w:rsid w:val="008B0817"/>
    <w:rsid w:val="008B09BB"/>
    <w:rsid w:val="008B0F73"/>
    <w:rsid w:val="008B11F5"/>
    <w:rsid w:val="008B11FE"/>
    <w:rsid w:val="008B158F"/>
    <w:rsid w:val="008B1A9E"/>
    <w:rsid w:val="008B2559"/>
    <w:rsid w:val="008B2B4C"/>
    <w:rsid w:val="008B2B8D"/>
    <w:rsid w:val="008B38DD"/>
    <w:rsid w:val="008B4098"/>
    <w:rsid w:val="008B42E6"/>
    <w:rsid w:val="008B44FF"/>
    <w:rsid w:val="008B4EFF"/>
    <w:rsid w:val="008B5A6C"/>
    <w:rsid w:val="008B5CEF"/>
    <w:rsid w:val="008B5DEE"/>
    <w:rsid w:val="008B5FF1"/>
    <w:rsid w:val="008B622F"/>
    <w:rsid w:val="008B64F7"/>
    <w:rsid w:val="008B7811"/>
    <w:rsid w:val="008B7B91"/>
    <w:rsid w:val="008B7DEA"/>
    <w:rsid w:val="008B7EF0"/>
    <w:rsid w:val="008B7F22"/>
    <w:rsid w:val="008C1060"/>
    <w:rsid w:val="008C1520"/>
    <w:rsid w:val="008C1ABF"/>
    <w:rsid w:val="008C1F2D"/>
    <w:rsid w:val="008C21CA"/>
    <w:rsid w:val="008C25B3"/>
    <w:rsid w:val="008C2C0A"/>
    <w:rsid w:val="008C2E3C"/>
    <w:rsid w:val="008C2F3D"/>
    <w:rsid w:val="008C303D"/>
    <w:rsid w:val="008C3A81"/>
    <w:rsid w:val="008C3C43"/>
    <w:rsid w:val="008C460A"/>
    <w:rsid w:val="008C4C46"/>
    <w:rsid w:val="008C4CD3"/>
    <w:rsid w:val="008C5729"/>
    <w:rsid w:val="008C6377"/>
    <w:rsid w:val="008C6503"/>
    <w:rsid w:val="008C6618"/>
    <w:rsid w:val="008C7AA3"/>
    <w:rsid w:val="008C7E43"/>
    <w:rsid w:val="008D0838"/>
    <w:rsid w:val="008D0A45"/>
    <w:rsid w:val="008D0D75"/>
    <w:rsid w:val="008D1415"/>
    <w:rsid w:val="008D190E"/>
    <w:rsid w:val="008D222C"/>
    <w:rsid w:val="008D2292"/>
    <w:rsid w:val="008D2C8D"/>
    <w:rsid w:val="008D3001"/>
    <w:rsid w:val="008D31C1"/>
    <w:rsid w:val="008D38D5"/>
    <w:rsid w:val="008D3902"/>
    <w:rsid w:val="008D3CF8"/>
    <w:rsid w:val="008D3DBF"/>
    <w:rsid w:val="008D411D"/>
    <w:rsid w:val="008D49A4"/>
    <w:rsid w:val="008D4AF9"/>
    <w:rsid w:val="008D532A"/>
    <w:rsid w:val="008D5573"/>
    <w:rsid w:val="008D6011"/>
    <w:rsid w:val="008D618D"/>
    <w:rsid w:val="008D6896"/>
    <w:rsid w:val="008D69DF"/>
    <w:rsid w:val="008D6AFB"/>
    <w:rsid w:val="008D7AF9"/>
    <w:rsid w:val="008E022E"/>
    <w:rsid w:val="008E0490"/>
    <w:rsid w:val="008E0B46"/>
    <w:rsid w:val="008E0F10"/>
    <w:rsid w:val="008E1025"/>
    <w:rsid w:val="008E1535"/>
    <w:rsid w:val="008E1EDE"/>
    <w:rsid w:val="008E371D"/>
    <w:rsid w:val="008E3F73"/>
    <w:rsid w:val="008E42C2"/>
    <w:rsid w:val="008E6023"/>
    <w:rsid w:val="008E6159"/>
    <w:rsid w:val="008E63AC"/>
    <w:rsid w:val="008E6587"/>
    <w:rsid w:val="008E67F4"/>
    <w:rsid w:val="008F061F"/>
    <w:rsid w:val="008F0981"/>
    <w:rsid w:val="008F0B97"/>
    <w:rsid w:val="008F0FF6"/>
    <w:rsid w:val="008F1331"/>
    <w:rsid w:val="008F138E"/>
    <w:rsid w:val="008F1777"/>
    <w:rsid w:val="008F1CA4"/>
    <w:rsid w:val="008F2280"/>
    <w:rsid w:val="008F360F"/>
    <w:rsid w:val="008F3F39"/>
    <w:rsid w:val="008F3FA1"/>
    <w:rsid w:val="008F4002"/>
    <w:rsid w:val="008F449B"/>
    <w:rsid w:val="008F4B38"/>
    <w:rsid w:val="008F514F"/>
    <w:rsid w:val="008F55DC"/>
    <w:rsid w:val="008F5DA2"/>
    <w:rsid w:val="008F6165"/>
    <w:rsid w:val="008F630A"/>
    <w:rsid w:val="008F6945"/>
    <w:rsid w:val="008F7A19"/>
    <w:rsid w:val="00900B5E"/>
    <w:rsid w:val="009012F6"/>
    <w:rsid w:val="0090169A"/>
    <w:rsid w:val="0090173F"/>
    <w:rsid w:val="009019B9"/>
    <w:rsid w:val="00901A79"/>
    <w:rsid w:val="00901C88"/>
    <w:rsid w:val="009026DD"/>
    <w:rsid w:val="009028A4"/>
    <w:rsid w:val="00902F68"/>
    <w:rsid w:val="009031C5"/>
    <w:rsid w:val="0090338F"/>
    <w:rsid w:val="00903421"/>
    <w:rsid w:val="0090369C"/>
    <w:rsid w:val="00903D37"/>
    <w:rsid w:val="00903E51"/>
    <w:rsid w:val="0090420B"/>
    <w:rsid w:val="0090422D"/>
    <w:rsid w:val="009051A1"/>
    <w:rsid w:val="00906108"/>
    <w:rsid w:val="009063A5"/>
    <w:rsid w:val="00910383"/>
    <w:rsid w:val="009104FE"/>
    <w:rsid w:val="009107FC"/>
    <w:rsid w:val="00910AB0"/>
    <w:rsid w:val="009118D0"/>
    <w:rsid w:val="0091248C"/>
    <w:rsid w:val="009125D9"/>
    <w:rsid w:val="0091268F"/>
    <w:rsid w:val="009131A4"/>
    <w:rsid w:val="00913301"/>
    <w:rsid w:val="00913758"/>
    <w:rsid w:val="009137F4"/>
    <w:rsid w:val="009138D4"/>
    <w:rsid w:val="00913FBB"/>
    <w:rsid w:val="00914197"/>
    <w:rsid w:val="00914502"/>
    <w:rsid w:val="0091454A"/>
    <w:rsid w:val="00914B9B"/>
    <w:rsid w:val="00914F29"/>
    <w:rsid w:val="00915114"/>
    <w:rsid w:val="00915693"/>
    <w:rsid w:val="00915AB0"/>
    <w:rsid w:val="00915AED"/>
    <w:rsid w:val="00915C34"/>
    <w:rsid w:val="009162DC"/>
    <w:rsid w:val="00916336"/>
    <w:rsid w:val="009164BC"/>
    <w:rsid w:val="009174DB"/>
    <w:rsid w:val="00917509"/>
    <w:rsid w:val="00917CC5"/>
    <w:rsid w:val="00917E3C"/>
    <w:rsid w:val="00920045"/>
    <w:rsid w:val="00920102"/>
    <w:rsid w:val="00920694"/>
    <w:rsid w:val="00920C32"/>
    <w:rsid w:val="00921127"/>
    <w:rsid w:val="00921204"/>
    <w:rsid w:val="00921981"/>
    <w:rsid w:val="00922A8B"/>
    <w:rsid w:val="00922D25"/>
    <w:rsid w:val="00922F38"/>
    <w:rsid w:val="00923FDE"/>
    <w:rsid w:val="009249DE"/>
    <w:rsid w:val="00924A0A"/>
    <w:rsid w:val="00925009"/>
    <w:rsid w:val="00925514"/>
    <w:rsid w:val="00925AD9"/>
    <w:rsid w:val="00925BC9"/>
    <w:rsid w:val="00925E97"/>
    <w:rsid w:val="00926B22"/>
    <w:rsid w:val="0092715D"/>
    <w:rsid w:val="00927237"/>
    <w:rsid w:val="00927705"/>
    <w:rsid w:val="00927898"/>
    <w:rsid w:val="009278E1"/>
    <w:rsid w:val="009308D4"/>
    <w:rsid w:val="009311B0"/>
    <w:rsid w:val="009318EB"/>
    <w:rsid w:val="00931BF1"/>
    <w:rsid w:val="00931D2E"/>
    <w:rsid w:val="00932FED"/>
    <w:rsid w:val="00933309"/>
    <w:rsid w:val="00934ADF"/>
    <w:rsid w:val="00934B7B"/>
    <w:rsid w:val="00934C51"/>
    <w:rsid w:val="0093536B"/>
    <w:rsid w:val="009360AC"/>
    <w:rsid w:val="00936576"/>
    <w:rsid w:val="009367AF"/>
    <w:rsid w:val="00937D02"/>
    <w:rsid w:val="00940299"/>
    <w:rsid w:val="009403F8"/>
    <w:rsid w:val="00940781"/>
    <w:rsid w:val="00941134"/>
    <w:rsid w:val="00941500"/>
    <w:rsid w:val="00942334"/>
    <w:rsid w:val="009424B6"/>
    <w:rsid w:val="00942579"/>
    <w:rsid w:val="009428D3"/>
    <w:rsid w:val="00942B18"/>
    <w:rsid w:val="00943EB2"/>
    <w:rsid w:val="00943F7C"/>
    <w:rsid w:val="00944A30"/>
    <w:rsid w:val="0094554F"/>
    <w:rsid w:val="00945C8E"/>
    <w:rsid w:val="00946701"/>
    <w:rsid w:val="00946BEB"/>
    <w:rsid w:val="00946E0B"/>
    <w:rsid w:val="009473C1"/>
    <w:rsid w:val="00947490"/>
    <w:rsid w:val="009477F9"/>
    <w:rsid w:val="00951615"/>
    <w:rsid w:val="0095172D"/>
    <w:rsid w:val="00951903"/>
    <w:rsid w:val="00951D97"/>
    <w:rsid w:val="00951F39"/>
    <w:rsid w:val="00951FCC"/>
    <w:rsid w:val="0095260C"/>
    <w:rsid w:val="00953139"/>
    <w:rsid w:val="0095434D"/>
    <w:rsid w:val="0095465A"/>
    <w:rsid w:val="00954812"/>
    <w:rsid w:val="00954CB4"/>
    <w:rsid w:val="00955516"/>
    <w:rsid w:val="00955DB0"/>
    <w:rsid w:val="00955DB1"/>
    <w:rsid w:val="0095663B"/>
    <w:rsid w:val="009568D5"/>
    <w:rsid w:val="009569BA"/>
    <w:rsid w:val="00957010"/>
    <w:rsid w:val="00957028"/>
    <w:rsid w:val="009571B6"/>
    <w:rsid w:val="00957544"/>
    <w:rsid w:val="00957744"/>
    <w:rsid w:val="009577FF"/>
    <w:rsid w:val="00957F7F"/>
    <w:rsid w:val="009601A6"/>
    <w:rsid w:val="00960D3F"/>
    <w:rsid w:val="00962635"/>
    <w:rsid w:val="00963F1D"/>
    <w:rsid w:val="0096424B"/>
    <w:rsid w:val="00964472"/>
    <w:rsid w:val="00964715"/>
    <w:rsid w:val="00964DCC"/>
    <w:rsid w:val="009654DC"/>
    <w:rsid w:val="00965BCD"/>
    <w:rsid w:val="0096611B"/>
    <w:rsid w:val="009662A9"/>
    <w:rsid w:val="00966392"/>
    <w:rsid w:val="009665BF"/>
    <w:rsid w:val="009665ED"/>
    <w:rsid w:val="00966A7C"/>
    <w:rsid w:val="00966C23"/>
    <w:rsid w:val="00966EF5"/>
    <w:rsid w:val="00967180"/>
    <w:rsid w:val="009673EB"/>
    <w:rsid w:val="0096747B"/>
    <w:rsid w:val="009677D4"/>
    <w:rsid w:val="0096793C"/>
    <w:rsid w:val="00967AC4"/>
    <w:rsid w:val="009701FD"/>
    <w:rsid w:val="009712AC"/>
    <w:rsid w:val="0097136E"/>
    <w:rsid w:val="0097161E"/>
    <w:rsid w:val="0097182A"/>
    <w:rsid w:val="00971DD2"/>
    <w:rsid w:val="0097266B"/>
    <w:rsid w:val="009727E8"/>
    <w:rsid w:val="009742F4"/>
    <w:rsid w:val="00974778"/>
    <w:rsid w:val="00975386"/>
    <w:rsid w:val="00975544"/>
    <w:rsid w:val="00976357"/>
    <w:rsid w:val="00976C16"/>
    <w:rsid w:val="00977F72"/>
    <w:rsid w:val="00980687"/>
    <w:rsid w:val="00980877"/>
    <w:rsid w:val="00980884"/>
    <w:rsid w:val="0098102C"/>
    <w:rsid w:val="00981260"/>
    <w:rsid w:val="009826A0"/>
    <w:rsid w:val="00982745"/>
    <w:rsid w:val="009827F3"/>
    <w:rsid w:val="00982DEA"/>
    <w:rsid w:val="00982F76"/>
    <w:rsid w:val="00983464"/>
    <w:rsid w:val="00983502"/>
    <w:rsid w:val="00983651"/>
    <w:rsid w:val="009839B4"/>
    <w:rsid w:val="00984DF2"/>
    <w:rsid w:val="00985D9F"/>
    <w:rsid w:val="00986276"/>
    <w:rsid w:val="00986BC2"/>
    <w:rsid w:val="00987312"/>
    <w:rsid w:val="00987C0C"/>
    <w:rsid w:val="0099011C"/>
    <w:rsid w:val="00990FBB"/>
    <w:rsid w:val="009911BA"/>
    <w:rsid w:val="009915E5"/>
    <w:rsid w:val="009928E2"/>
    <w:rsid w:val="00992C59"/>
    <w:rsid w:val="00992EC7"/>
    <w:rsid w:val="009930D4"/>
    <w:rsid w:val="009931A5"/>
    <w:rsid w:val="00993845"/>
    <w:rsid w:val="00994769"/>
    <w:rsid w:val="00994AC4"/>
    <w:rsid w:val="00994D97"/>
    <w:rsid w:val="0099518B"/>
    <w:rsid w:val="009951A7"/>
    <w:rsid w:val="0099587B"/>
    <w:rsid w:val="00996C80"/>
    <w:rsid w:val="009A060D"/>
    <w:rsid w:val="009A08E9"/>
    <w:rsid w:val="009A0AEE"/>
    <w:rsid w:val="009A1045"/>
    <w:rsid w:val="009A135D"/>
    <w:rsid w:val="009A1397"/>
    <w:rsid w:val="009A1E3C"/>
    <w:rsid w:val="009A1F3A"/>
    <w:rsid w:val="009A2209"/>
    <w:rsid w:val="009A2473"/>
    <w:rsid w:val="009A26E6"/>
    <w:rsid w:val="009A293E"/>
    <w:rsid w:val="009A2A01"/>
    <w:rsid w:val="009A3515"/>
    <w:rsid w:val="009A429E"/>
    <w:rsid w:val="009A4BFC"/>
    <w:rsid w:val="009A5116"/>
    <w:rsid w:val="009A61C2"/>
    <w:rsid w:val="009A649F"/>
    <w:rsid w:val="009A6881"/>
    <w:rsid w:val="009A68E4"/>
    <w:rsid w:val="009A6FE6"/>
    <w:rsid w:val="009B0515"/>
    <w:rsid w:val="009B085B"/>
    <w:rsid w:val="009B0B86"/>
    <w:rsid w:val="009B1AC7"/>
    <w:rsid w:val="009B2038"/>
    <w:rsid w:val="009B21EB"/>
    <w:rsid w:val="009B3880"/>
    <w:rsid w:val="009B3D0F"/>
    <w:rsid w:val="009B3E89"/>
    <w:rsid w:val="009B3F40"/>
    <w:rsid w:val="009B4C07"/>
    <w:rsid w:val="009B4E89"/>
    <w:rsid w:val="009B6393"/>
    <w:rsid w:val="009B6AEE"/>
    <w:rsid w:val="009B6FBE"/>
    <w:rsid w:val="009B70D2"/>
    <w:rsid w:val="009B7DAA"/>
    <w:rsid w:val="009C00DA"/>
    <w:rsid w:val="009C04A3"/>
    <w:rsid w:val="009C08F5"/>
    <w:rsid w:val="009C0D1D"/>
    <w:rsid w:val="009C136E"/>
    <w:rsid w:val="009C16BC"/>
    <w:rsid w:val="009C22FD"/>
    <w:rsid w:val="009C26F1"/>
    <w:rsid w:val="009C2AFA"/>
    <w:rsid w:val="009C32C7"/>
    <w:rsid w:val="009C3A04"/>
    <w:rsid w:val="009C3E96"/>
    <w:rsid w:val="009C4004"/>
    <w:rsid w:val="009C40A2"/>
    <w:rsid w:val="009C411A"/>
    <w:rsid w:val="009C4136"/>
    <w:rsid w:val="009C4C5B"/>
    <w:rsid w:val="009C4F70"/>
    <w:rsid w:val="009C50CE"/>
    <w:rsid w:val="009C52CA"/>
    <w:rsid w:val="009C5E8B"/>
    <w:rsid w:val="009C6172"/>
    <w:rsid w:val="009C6411"/>
    <w:rsid w:val="009C67A1"/>
    <w:rsid w:val="009C680D"/>
    <w:rsid w:val="009C6959"/>
    <w:rsid w:val="009C6C9A"/>
    <w:rsid w:val="009C7A07"/>
    <w:rsid w:val="009C7B67"/>
    <w:rsid w:val="009C7C84"/>
    <w:rsid w:val="009D0303"/>
    <w:rsid w:val="009D0460"/>
    <w:rsid w:val="009D104F"/>
    <w:rsid w:val="009D10E6"/>
    <w:rsid w:val="009D12F6"/>
    <w:rsid w:val="009D1307"/>
    <w:rsid w:val="009D1685"/>
    <w:rsid w:val="009D1BE3"/>
    <w:rsid w:val="009D1FB0"/>
    <w:rsid w:val="009D20ED"/>
    <w:rsid w:val="009D2421"/>
    <w:rsid w:val="009D2851"/>
    <w:rsid w:val="009D2856"/>
    <w:rsid w:val="009D28B3"/>
    <w:rsid w:val="009D2ABC"/>
    <w:rsid w:val="009D2C8F"/>
    <w:rsid w:val="009D2FE5"/>
    <w:rsid w:val="009D338C"/>
    <w:rsid w:val="009D33C6"/>
    <w:rsid w:val="009D3A99"/>
    <w:rsid w:val="009D4390"/>
    <w:rsid w:val="009D46E2"/>
    <w:rsid w:val="009D5746"/>
    <w:rsid w:val="009D5930"/>
    <w:rsid w:val="009D5C7F"/>
    <w:rsid w:val="009D620A"/>
    <w:rsid w:val="009D6AB4"/>
    <w:rsid w:val="009D6D4C"/>
    <w:rsid w:val="009D73D2"/>
    <w:rsid w:val="009D7981"/>
    <w:rsid w:val="009D7CE5"/>
    <w:rsid w:val="009D7DB5"/>
    <w:rsid w:val="009E006F"/>
    <w:rsid w:val="009E020F"/>
    <w:rsid w:val="009E0772"/>
    <w:rsid w:val="009E118F"/>
    <w:rsid w:val="009E1317"/>
    <w:rsid w:val="009E133F"/>
    <w:rsid w:val="009E1460"/>
    <w:rsid w:val="009E1B7A"/>
    <w:rsid w:val="009E1B9B"/>
    <w:rsid w:val="009E1C63"/>
    <w:rsid w:val="009E247B"/>
    <w:rsid w:val="009E25F2"/>
    <w:rsid w:val="009E2B13"/>
    <w:rsid w:val="009E32A6"/>
    <w:rsid w:val="009E342F"/>
    <w:rsid w:val="009E3C4C"/>
    <w:rsid w:val="009E43E1"/>
    <w:rsid w:val="009E4642"/>
    <w:rsid w:val="009E485B"/>
    <w:rsid w:val="009E4EE6"/>
    <w:rsid w:val="009E5348"/>
    <w:rsid w:val="009E556A"/>
    <w:rsid w:val="009E5889"/>
    <w:rsid w:val="009E5A24"/>
    <w:rsid w:val="009E64FF"/>
    <w:rsid w:val="009E6AC9"/>
    <w:rsid w:val="009E6E00"/>
    <w:rsid w:val="009F0BFD"/>
    <w:rsid w:val="009F0CEC"/>
    <w:rsid w:val="009F0EA1"/>
    <w:rsid w:val="009F0F05"/>
    <w:rsid w:val="009F102D"/>
    <w:rsid w:val="009F10B6"/>
    <w:rsid w:val="009F1530"/>
    <w:rsid w:val="009F182D"/>
    <w:rsid w:val="009F2CEF"/>
    <w:rsid w:val="009F3804"/>
    <w:rsid w:val="009F3863"/>
    <w:rsid w:val="009F430F"/>
    <w:rsid w:val="009F4317"/>
    <w:rsid w:val="009F486D"/>
    <w:rsid w:val="009F51E5"/>
    <w:rsid w:val="009F55E7"/>
    <w:rsid w:val="009F6313"/>
    <w:rsid w:val="009F6BC8"/>
    <w:rsid w:val="009F6EC3"/>
    <w:rsid w:val="009F7050"/>
    <w:rsid w:val="009F76E3"/>
    <w:rsid w:val="00A01298"/>
    <w:rsid w:val="00A01CFA"/>
    <w:rsid w:val="00A01DC2"/>
    <w:rsid w:val="00A0207B"/>
    <w:rsid w:val="00A025F1"/>
    <w:rsid w:val="00A02D24"/>
    <w:rsid w:val="00A033DE"/>
    <w:rsid w:val="00A04034"/>
    <w:rsid w:val="00A0466D"/>
    <w:rsid w:val="00A04904"/>
    <w:rsid w:val="00A04F66"/>
    <w:rsid w:val="00A05AE4"/>
    <w:rsid w:val="00A06000"/>
    <w:rsid w:val="00A060D8"/>
    <w:rsid w:val="00A062D3"/>
    <w:rsid w:val="00A067C3"/>
    <w:rsid w:val="00A0685F"/>
    <w:rsid w:val="00A06995"/>
    <w:rsid w:val="00A06A8E"/>
    <w:rsid w:val="00A06F03"/>
    <w:rsid w:val="00A079BE"/>
    <w:rsid w:val="00A07C81"/>
    <w:rsid w:val="00A106DD"/>
    <w:rsid w:val="00A10A51"/>
    <w:rsid w:val="00A10FF5"/>
    <w:rsid w:val="00A1115D"/>
    <w:rsid w:val="00A11167"/>
    <w:rsid w:val="00A1172C"/>
    <w:rsid w:val="00A11965"/>
    <w:rsid w:val="00A126BB"/>
    <w:rsid w:val="00A12ABC"/>
    <w:rsid w:val="00A12B5C"/>
    <w:rsid w:val="00A12C40"/>
    <w:rsid w:val="00A12F6D"/>
    <w:rsid w:val="00A13B68"/>
    <w:rsid w:val="00A13BED"/>
    <w:rsid w:val="00A14357"/>
    <w:rsid w:val="00A1439C"/>
    <w:rsid w:val="00A14D84"/>
    <w:rsid w:val="00A15478"/>
    <w:rsid w:val="00A154F1"/>
    <w:rsid w:val="00A160A3"/>
    <w:rsid w:val="00A167E0"/>
    <w:rsid w:val="00A16DA4"/>
    <w:rsid w:val="00A1797F"/>
    <w:rsid w:val="00A17B6F"/>
    <w:rsid w:val="00A205C0"/>
    <w:rsid w:val="00A2169A"/>
    <w:rsid w:val="00A22345"/>
    <w:rsid w:val="00A22712"/>
    <w:rsid w:val="00A22D0D"/>
    <w:rsid w:val="00A23102"/>
    <w:rsid w:val="00A233B7"/>
    <w:rsid w:val="00A2350C"/>
    <w:rsid w:val="00A23CF6"/>
    <w:rsid w:val="00A249CB"/>
    <w:rsid w:val="00A255F9"/>
    <w:rsid w:val="00A25990"/>
    <w:rsid w:val="00A261C2"/>
    <w:rsid w:val="00A263A1"/>
    <w:rsid w:val="00A268AD"/>
    <w:rsid w:val="00A270C8"/>
    <w:rsid w:val="00A271B9"/>
    <w:rsid w:val="00A27833"/>
    <w:rsid w:val="00A27C0D"/>
    <w:rsid w:val="00A27C50"/>
    <w:rsid w:val="00A27C6D"/>
    <w:rsid w:val="00A27F17"/>
    <w:rsid w:val="00A27F9B"/>
    <w:rsid w:val="00A30AB3"/>
    <w:rsid w:val="00A30EB2"/>
    <w:rsid w:val="00A31C8C"/>
    <w:rsid w:val="00A31EBA"/>
    <w:rsid w:val="00A3222A"/>
    <w:rsid w:val="00A324ED"/>
    <w:rsid w:val="00A32989"/>
    <w:rsid w:val="00A32FA7"/>
    <w:rsid w:val="00A3385F"/>
    <w:rsid w:val="00A33C55"/>
    <w:rsid w:val="00A33E55"/>
    <w:rsid w:val="00A34B68"/>
    <w:rsid w:val="00A35447"/>
    <w:rsid w:val="00A35895"/>
    <w:rsid w:val="00A35A6B"/>
    <w:rsid w:val="00A35E3B"/>
    <w:rsid w:val="00A35EDA"/>
    <w:rsid w:val="00A36371"/>
    <w:rsid w:val="00A36BE9"/>
    <w:rsid w:val="00A36E3F"/>
    <w:rsid w:val="00A36E77"/>
    <w:rsid w:val="00A36F2C"/>
    <w:rsid w:val="00A3718C"/>
    <w:rsid w:val="00A373FD"/>
    <w:rsid w:val="00A4073A"/>
    <w:rsid w:val="00A40B0F"/>
    <w:rsid w:val="00A40C58"/>
    <w:rsid w:val="00A40E75"/>
    <w:rsid w:val="00A41352"/>
    <w:rsid w:val="00A4307B"/>
    <w:rsid w:val="00A4383B"/>
    <w:rsid w:val="00A43B04"/>
    <w:rsid w:val="00A44077"/>
    <w:rsid w:val="00A446A0"/>
    <w:rsid w:val="00A447C8"/>
    <w:rsid w:val="00A44D47"/>
    <w:rsid w:val="00A4557F"/>
    <w:rsid w:val="00A45DC6"/>
    <w:rsid w:val="00A45E53"/>
    <w:rsid w:val="00A45FC3"/>
    <w:rsid w:val="00A460AE"/>
    <w:rsid w:val="00A46238"/>
    <w:rsid w:val="00A46A23"/>
    <w:rsid w:val="00A46A52"/>
    <w:rsid w:val="00A46BD0"/>
    <w:rsid w:val="00A4718B"/>
    <w:rsid w:val="00A47664"/>
    <w:rsid w:val="00A47E20"/>
    <w:rsid w:val="00A5018C"/>
    <w:rsid w:val="00A50979"/>
    <w:rsid w:val="00A509C9"/>
    <w:rsid w:val="00A50D72"/>
    <w:rsid w:val="00A51DC9"/>
    <w:rsid w:val="00A5269C"/>
    <w:rsid w:val="00A529F1"/>
    <w:rsid w:val="00A533E7"/>
    <w:rsid w:val="00A534DD"/>
    <w:rsid w:val="00A53CCF"/>
    <w:rsid w:val="00A53F5E"/>
    <w:rsid w:val="00A541D4"/>
    <w:rsid w:val="00A5467E"/>
    <w:rsid w:val="00A55185"/>
    <w:rsid w:val="00A5538E"/>
    <w:rsid w:val="00A553AF"/>
    <w:rsid w:val="00A557D1"/>
    <w:rsid w:val="00A56311"/>
    <w:rsid w:val="00A5636E"/>
    <w:rsid w:val="00A568F0"/>
    <w:rsid w:val="00A57457"/>
    <w:rsid w:val="00A57572"/>
    <w:rsid w:val="00A6055D"/>
    <w:rsid w:val="00A60DE8"/>
    <w:rsid w:val="00A61438"/>
    <w:rsid w:val="00A619EB"/>
    <w:rsid w:val="00A61D60"/>
    <w:rsid w:val="00A624C7"/>
    <w:rsid w:val="00A62975"/>
    <w:rsid w:val="00A6304B"/>
    <w:rsid w:val="00A640C2"/>
    <w:rsid w:val="00A662DA"/>
    <w:rsid w:val="00A6690F"/>
    <w:rsid w:val="00A66D14"/>
    <w:rsid w:val="00A6713E"/>
    <w:rsid w:val="00A67230"/>
    <w:rsid w:val="00A674B3"/>
    <w:rsid w:val="00A675F0"/>
    <w:rsid w:val="00A67761"/>
    <w:rsid w:val="00A70E29"/>
    <w:rsid w:val="00A70EDA"/>
    <w:rsid w:val="00A71035"/>
    <w:rsid w:val="00A71B52"/>
    <w:rsid w:val="00A73285"/>
    <w:rsid w:val="00A735CC"/>
    <w:rsid w:val="00A737C8"/>
    <w:rsid w:val="00A738BA"/>
    <w:rsid w:val="00A74480"/>
    <w:rsid w:val="00A74AB3"/>
    <w:rsid w:val="00A74DB7"/>
    <w:rsid w:val="00A754A4"/>
    <w:rsid w:val="00A76C8E"/>
    <w:rsid w:val="00A7767E"/>
    <w:rsid w:val="00A7797D"/>
    <w:rsid w:val="00A77AA6"/>
    <w:rsid w:val="00A77D85"/>
    <w:rsid w:val="00A80129"/>
    <w:rsid w:val="00A80155"/>
    <w:rsid w:val="00A808F1"/>
    <w:rsid w:val="00A815A7"/>
    <w:rsid w:val="00A81991"/>
    <w:rsid w:val="00A82784"/>
    <w:rsid w:val="00A835A5"/>
    <w:rsid w:val="00A85238"/>
    <w:rsid w:val="00A854E1"/>
    <w:rsid w:val="00A86927"/>
    <w:rsid w:val="00A87163"/>
    <w:rsid w:val="00A87197"/>
    <w:rsid w:val="00A87382"/>
    <w:rsid w:val="00A87697"/>
    <w:rsid w:val="00A87D97"/>
    <w:rsid w:val="00A9115C"/>
    <w:rsid w:val="00A91496"/>
    <w:rsid w:val="00A91690"/>
    <w:rsid w:val="00A9255F"/>
    <w:rsid w:val="00A93601"/>
    <w:rsid w:val="00A93CB5"/>
    <w:rsid w:val="00A93D71"/>
    <w:rsid w:val="00A93ECE"/>
    <w:rsid w:val="00A95011"/>
    <w:rsid w:val="00A958A8"/>
    <w:rsid w:val="00A95BE2"/>
    <w:rsid w:val="00A9615F"/>
    <w:rsid w:val="00A9652A"/>
    <w:rsid w:val="00A96898"/>
    <w:rsid w:val="00A9720E"/>
    <w:rsid w:val="00A9727F"/>
    <w:rsid w:val="00AA0325"/>
    <w:rsid w:val="00AA04D0"/>
    <w:rsid w:val="00AA0688"/>
    <w:rsid w:val="00AA0BE9"/>
    <w:rsid w:val="00AA0D47"/>
    <w:rsid w:val="00AA1854"/>
    <w:rsid w:val="00AA1ABB"/>
    <w:rsid w:val="00AA1C78"/>
    <w:rsid w:val="00AA209B"/>
    <w:rsid w:val="00AA23AD"/>
    <w:rsid w:val="00AA2783"/>
    <w:rsid w:val="00AA28E1"/>
    <w:rsid w:val="00AA2BBA"/>
    <w:rsid w:val="00AA3E97"/>
    <w:rsid w:val="00AA4F99"/>
    <w:rsid w:val="00AA56D3"/>
    <w:rsid w:val="00AA58D8"/>
    <w:rsid w:val="00AA59D6"/>
    <w:rsid w:val="00AA5E10"/>
    <w:rsid w:val="00AA5EA8"/>
    <w:rsid w:val="00AA6323"/>
    <w:rsid w:val="00AA7167"/>
    <w:rsid w:val="00AA71FF"/>
    <w:rsid w:val="00AA767C"/>
    <w:rsid w:val="00AA7BFB"/>
    <w:rsid w:val="00AB02C8"/>
    <w:rsid w:val="00AB04A7"/>
    <w:rsid w:val="00AB04C1"/>
    <w:rsid w:val="00AB10BD"/>
    <w:rsid w:val="00AB164C"/>
    <w:rsid w:val="00AB2227"/>
    <w:rsid w:val="00AB2696"/>
    <w:rsid w:val="00AB2B35"/>
    <w:rsid w:val="00AB2D0D"/>
    <w:rsid w:val="00AB2E0F"/>
    <w:rsid w:val="00AB3209"/>
    <w:rsid w:val="00AB3814"/>
    <w:rsid w:val="00AB3BFA"/>
    <w:rsid w:val="00AB4320"/>
    <w:rsid w:val="00AB44F9"/>
    <w:rsid w:val="00AB453E"/>
    <w:rsid w:val="00AB456E"/>
    <w:rsid w:val="00AB4D91"/>
    <w:rsid w:val="00AB5159"/>
    <w:rsid w:val="00AB5C93"/>
    <w:rsid w:val="00AB5D9C"/>
    <w:rsid w:val="00AB719C"/>
    <w:rsid w:val="00AB71BF"/>
    <w:rsid w:val="00AB7336"/>
    <w:rsid w:val="00AB7A3E"/>
    <w:rsid w:val="00AB7DA2"/>
    <w:rsid w:val="00AC06A8"/>
    <w:rsid w:val="00AC097B"/>
    <w:rsid w:val="00AC09F1"/>
    <w:rsid w:val="00AC0D9B"/>
    <w:rsid w:val="00AC1907"/>
    <w:rsid w:val="00AC1A68"/>
    <w:rsid w:val="00AC1FF9"/>
    <w:rsid w:val="00AC21D1"/>
    <w:rsid w:val="00AC29F1"/>
    <w:rsid w:val="00AC3D7D"/>
    <w:rsid w:val="00AC4878"/>
    <w:rsid w:val="00AC49D3"/>
    <w:rsid w:val="00AC4A6B"/>
    <w:rsid w:val="00AC4B9D"/>
    <w:rsid w:val="00AC4D84"/>
    <w:rsid w:val="00AC6338"/>
    <w:rsid w:val="00AC684A"/>
    <w:rsid w:val="00AC730F"/>
    <w:rsid w:val="00AD03B5"/>
    <w:rsid w:val="00AD10ED"/>
    <w:rsid w:val="00AD1147"/>
    <w:rsid w:val="00AD14A7"/>
    <w:rsid w:val="00AD1879"/>
    <w:rsid w:val="00AD1D19"/>
    <w:rsid w:val="00AD2838"/>
    <w:rsid w:val="00AD287B"/>
    <w:rsid w:val="00AD32AB"/>
    <w:rsid w:val="00AD36B8"/>
    <w:rsid w:val="00AD4FAC"/>
    <w:rsid w:val="00AD523B"/>
    <w:rsid w:val="00AD524A"/>
    <w:rsid w:val="00AD534F"/>
    <w:rsid w:val="00AD5487"/>
    <w:rsid w:val="00AD5AB8"/>
    <w:rsid w:val="00AD6468"/>
    <w:rsid w:val="00AD67C5"/>
    <w:rsid w:val="00AD6835"/>
    <w:rsid w:val="00AD6E7E"/>
    <w:rsid w:val="00AD6F78"/>
    <w:rsid w:val="00AD7007"/>
    <w:rsid w:val="00AE0BB5"/>
    <w:rsid w:val="00AE0E70"/>
    <w:rsid w:val="00AE12E3"/>
    <w:rsid w:val="00AE2F90"/>
    <w:rsid w:val="00AE3800"/>
    <w:rsid w:val="00AE3FBF"/>
    <w:rsid w:val="00AE4434"/>
    <w:rsid w:val="00AE48A4"/>
    <w:rsid w:val="00AE4DD1"/>
    <w:rsid w:val="00AE4E22"/>
    <w:rsid w:val="00AE50AC"/>
    <w:rsid w:val="00AE59A4"/>
    <w:rsid w:val="00AE5EA7"/>
    <w:rsid w:val="00AE6C5A"/>
    <w:rsid w:val="00AF0C59"/>
    <w:rsid w:val="00AF1F93"/>
    <w:rsid w:val="00AF23E7"/>
    <w:rsid w:val="00AF2614"/>
    <w:rsid w:val="00AF2B8E"/>
    <w:rsid w:val="00AF32DC"/>
    <w:rsid w:val="00AF37D5"/>
    <w:rsid w:val="00AF3C4A"/>
    <w:rsid w:val="00AF41B0"/>
    <w:rsid w:val="00AF41C0"/>
    <w:rsid w:val="00AF4737"/>
    <w:rsid w:val="00AF4A9D"/>
    <w:rsid w:val="00AF5321"/>
    <w:rsid w:val="00AF5736"/>
    <w:rsid w:val="00AF6212"/>
    <w:rsid w:val="00AF72A7"/>
    <w:rsid w:val="00AF7823"/>
    <w:rsid w:val="00AF7BF2"/>
    <w:rsid w:val="00B0051A"/>
    <w:rsid w:val="00B00CF4"/>
    <w:rsid w:val="00B00D9A"/>
    <w:rsid w:val="00B01E25"/>
    <w:rsid w:val="00B023B1"/>
    <w:rsid w:val="00B03272"/>
    <w:rsid w:val="00B03C63"/>
    <w:rsid w:val="00B04898"/>
    <w:rsid w:val="00B04CEE"/>
    <w:rsid w:val="00B05E06"/>
    <w:rsid w:val="00B073D2"/>
    <w:rsid w:val="00B076EE"/>
    <w:rsid w:val="00B07B36"/>
    <w:rsid w:val="00B109A9"/>
    <w:rsid w:val="00B10B6F"/>
    <w:rsid w:val="00B10D6C"/>
    <w:rsid w:val="00B10D93"/>
    <w:rsid w:val="00B11005"/>
    <w:rsid w:val="00B1104A"/>
    <w:rsid w:val="00B1149A"/>
    <w:rsid w:val="00B1225D"/>
    <w:rsid w:val="00B12B64"/>
    <w:rsid w:val="00B12D81"/>
    <w:rsid w:val="00B13133"/>
    <w:rsid w:val="00B135D8"/>
    <w:rsid w:val="00B1397E"/>
    <w:rsid w:val="00B13C1F"/>
    <w:rsid w:val="00B13DDF"/>
    <w:rsid w:val="00B14995"/>
    <w:rsid w:val="00B1499C"/>
    <w:rsid w:val="00B14A5D"/>
    <w:rsid w:val="00B14AF7"/>
    <w:rsid w:val="00B14BB0"/>
    <w:rsid w:val="00B14DF1"/>
    <w:rsid w:val="00B14E34"/>
    <w:rsid w:val="00B15F69"/>
    <w:rsid w:val="00B162B3"/>
    <w:rsid w:val="00B16EFF"/>
    <w:rsid w:val="00B1722F"/>
    <w:rsid w:val="00B17F90"/>
    <w:rsid w:val="00B17FB8"/>
    <w:rsid w:val="00B20393"/>
    <w:rsid w:val="00B20DFD"/>
    <w:rsid w:val="00B213E3"/>
    <w:rsid w:val="00B21440"/>
    <w:rsid w:val="00B218E8"/>
    <w:rsid w:val="00B2251A"/>
    <w:rsid w:val="00B22563"/>
    <w:rsid w:val="00B22950"/>
    <w:rsid w:val="00B22D5D"/>
    <w:rsid w:val="00B2379C"/>
    <w:rsid w:val="00B24B3B"/>
    <w:rsid w:val="00B25FD8"/>
    <w:rsid w:val="00B2633F"/>
    <w:rsid w:val="00B265D4"/>
    <w:rsid w:val="00B267AD"/>
    <w:rsid w:val="00B267AE"/>
    <w:rsid w:val="00B267B1"/>
    <w:rsid w:val="00B26935"/>
    <w:rsid w:val="00B2767C"/>
    <w:rsid w:val="00B2780E"/>
    <w:rsid w:val="00B278C3"/>
    <w:rsid w:val="00B30D65"/>
    <w:rsid w:val="00B310A9"/>
    <w:rsid w:val="00B322AB"/>
    <w:rsid w:val="00B322B0"/>
    <w:rsid w:val="00B32753"/>
    <w:rsid w:val="00B327E0"/>
    <w:rsid w:val="00B3338D"/>
    <w:rsid w:val="00B334D1"/>
    <w:rsid w:val="00B334EE"/>
    <w:rsid w:val="00B33804"/>
    <w:rsid w:val="00B3384E"/>
    <w:rsid w:val="00B33C39"/>
    <w:rsid w:val="00B33E14"/>
    <w:rsid w:val="00B33EAA"/>
    <w:rsid w:val="00B34044"/>
    <w:rsid w:val="00B351C3"/>
    <w:rsid w:val="00B3574F"/>
    <w:rsid w:val="00B35DC3"/>
    <w:rsid w:val="00B35FA0"/>
    <w:rsid w:val="00B3654E"/>
    <w:rsid w:val="00B36E8B"/>
    <w:rsid w:val="00B375B0"/>
    <w:rsid w:val="00B37D29"/>
    <w:rsid w:val="00B40006"/>
    <w:rsid w:val="00B4041D"/>
    <w:rsid w:val="00B40983"/>
    <w:rsid w:val="00B416D2"/>
    <w:rsid w:val="00B41B32"/>
    <w:rsid w:val="00B41B3A"/>
    <w:rsid w:val="00B42029"/>
    <w:rsid w:val="00B421C5"/>
    <w:rsid w:val="00B4266B"/>
    <w:rsid w:val="00B426E7"/>
    <w:rsid w:val="00B43AAC"/>
    <w:rsid w:val="00B43AEB"/>
    <w:rsid w:val="00B43B49"/>
    <w:rsid w:val="00B44950"/>
    <w:rsid w:val="00B44A28"/>
    <w:rsid w:val="00B44FBE"/>
    <w:rsid w:val="00B453D8"/>
    <w:rsid w:val="00B45503"/>
    <w:rsid w:val="00B45AF1"/>
    <w:rsid w:val="00B45C7E"/>
    <w:rsid w:val="00B4614B"/>
    <w:rsid w:val="00B4713F"/>
    <w:rsid w:val="00B47458"/>
    <w:rsid w:val="00B47A2A"/>
    <w:rsid w:val="00B47D95"/>
    <w:rsid w:val="00B50561"/>
    <w:rsid w:val="00B507AC"/>
    <w:rsid w:val="00B50BAE"/>
    <w:rsid w:val="00B5140D"/>
    <w:rsid w:val="00B51697"/>
    <w:rsid w:val="00B5186A"/>
    <w:rsid w:val="00B51A83"/>
    <w:rsid w:val="00B51EA4"/>
    <w:rsid w:val="00B5251C"/>
    <w:rsid w:val="00B526E9"/>
    <w:rsid w:val="00B52C7F"/>
    <w:rsid w:val="00B52E20"/>
    <w:rsid w:val="00B53043"/>
    <w:rsid w:val="00B54A39"/>
    <w:rsid w:val="00B54B83"/>
    <w:rsid w:val="00B54BD9"/>
    <w:rsid w:val="00B54F93"/>
    <w:rsid w:val="00B55F6C"/>
    <w:rsid w:val="00B56048"/>
    <w:rsid w:val="00B56A5F"/>
    <w:rsid w:val="00B57679"/>
    <w:rsid w:val="00B57945"/>
    <w:rsid w:val="00B602DD"/>
    <w:rsid w:val="00B617DA"/>
    <w:rsid w:val="00B61A1B"/>
    <w:rsid w:val="00B61DA5"/>
    <w:rsid w:val="00B62D5E"/>
    <w:rsid w:val="00B63324"/>
    <w:rsid w:val="00B6339C"/>
    <w:rsid w:val="00B63BED"/>
    <w:rsid w:val="00B63FE0"/>
    <w:rsid w:val="00B642F8"/>
    <w:rsid w:val="00B64704"/>
    <w:rsid w:val="00B64C5F"/>
    <w:rsid w:val="00B64CD6"/>
    <w:rsid w:val="00B64DA5"/>
    <w:rsid w:val="00B64DE0"/>
    <w:rsid w:val="00B65527"/>
    <w:rsid w:val="00B657F7"/>
    <w:rsid w:val="00B65B0B"/>
    <w:rsid w:val="00B65E95"/>
    <w:rsid w:val="00B66604"/>
    <w:rsid w:val="00B67E09"/>
    <w:rsid w:val="00B700D5"/>
    <w:rsid w:val="00B70FF9"/>
    <w:rsid w:val="00B71008"/>
    <w:rsid w:val="00B7154C"/>
    <w:rsid w:val="00B71B5A"/>
    <w:rsid w:val="00B71C41"/>
    <w:rsid w:val="00B723F2"/>
    <w:rsid w:val="00B733A0"/>
    <w:rsid w:val="00B73416"/>
    <w:rsid w:val="00B737F5"/>
    <w:rsid w:val="00B74549"/>
    <w:rsid w:val="00B746D3"/>
    <w:rsid w:val="00B74B61"/>
    <w:rsid w:val="00B74BD9"/>
    <w:rsid w:val="00B74CD8"/>
    <w:rsid w:val="00B753BE"/>
    <w:rsid w:val="00B75483"/>
    <w:rsid w:val="00B75ACB"/>
    <w:rsid w:val="00B75FF0"/>
    <w:rsid w:val="00B7623D"/>
    <w:rsid w:val="00B76AE9"/>
    <w:rsid w:val="00B76E58"/>
    <w:rsid w:val="00B77259"/>
    <w:rsid w:val="00B77450"/>
    <w:rsid w:val="00B7790C"/>
    <w:rsid w:val="00B80018"/>
    <w:rsid w:val="00B80863"/>
    <w:rsid w:val="00B80906"/>
    <w:rsid w:val="00B80BFF"/>
    <w:rsid w:val="00B80ED2"/>
    <w:rsid w:val="00B813FF"/>
    <w:rsid w:val="00B8157E"/>
    <w:rsid w:val="00B81765"/>
    <w:rsid w:val="00B81821"/>
    <w:rsid w:val="00B81C9B"/>
    <w:rsid w:val="00B823E7"/>
    <w:rsid w:val="00B82EA4"/>
    <w:rsid w:val="00B85508"/>
    <w:rsid w:val="00B8568D"/>
    <w:rsid w:val="00B85CF7"/>
    <w:rsid w:val="00B8605B"/>
    <w:rsid w:val="00B86CA5"/>
    <w:rsid w:val="00B87383"/>
    <w:rsid w:val="00B875EF"/>
    <w:rsid w:val="00B87C7F"/>
    <w:rsid w:val="00B87DD2"/>
    <w:rsid w:val="00B9000A"/>
    <w:rsid w:val="00B90E51"/>
    <w:rsid w:val="00B91133"/>
    <w:rsid w:val="00B9197C"/>
    <w:rsid w:val="00B921AA"/>
    <w:rsid w:val="00B925F5"/>
    <w:rsid w:val="00B92AEE"/>
    <w:rsid w:val="00B92F4F"/>
    <w:rsid w:val="00B9338B"/>
    <w:rsid w:val="00B93983"/>
    <w:rsid w:val="00B93B36"/>
    <w:rsid w:val="00B93B79"/>
    <w:rsid w:val="00B942E7"/>
    <w:rsid w:val="00B9454C"/>
    <w:rsid w:val="00B94F0A"/>
    <w:rsid w:val="00B95372"/>
    <w:rsid w:val="00B959B5"/>
    <w:rsid w:val="00B95A7D"/>
    <w:rsid w:val="00B95C09"/>
    <w:rsid w:val="00B960F2"/>
    <w:rsid w:val="00B9638C"/>
    <w:rsid w:val="00B96AEE"/>
    <w:rsid w:val="00B96EC1"/>
    <w:rsid w:val="00B97D6E"/>
    <w:rsid w:val="00B97E50"/>
    <w:rsid w:val="00BA0087"/>
    <w:rsid w:val="00BA094F"/>
    <w:rsid w:val="00BA15D6"/>
    <w:rsid w:val="00BA166E"/>
    <w:rsid w:val="00BA17C4"/>
    <w:rsid w:val="00BA1FCD"/>
    <w:rsid w:val="00BA2679"/>
    <w:rsid w:val="00BA323A"/>
    <w:rsid w:val="00BA3411"/>
    <w:rsid w:val="00BA3414"/>
    <w:rsid w:val="00BA3657"/>
    <w:rsid w:val="00BA41C6"/>
    <w:rsid w:val="00BA473D"/>
    <w:rsid w:val="00BA528F"/>
    <w:rsid w:val="00BA5694"/>
    <w:rsid w:val="00BA5CFB"/>
    <w:rsid w:val="00BA6295"/>
    <w:rsid w:val="00BA69D6"/>
    <w:rsid w:val="00BA6A82"/>
    <w:rsid w:val="00BA7E9B"/>
    <w:rsid w:val="00BA7FC4"/>
    <w:rsid w:val="00BB0088"/>
    <w:rsid w:val="00BB04CD"/>
    <w:rsid w:val="00BB0522"/>
    <w:rsid w:val="00BB082D"/>
    <w:rsid w:val="00BB0E77"/>
    <w:rsid w:val="00BB11D9"/>
    <w:rsid w:val="00BB13F1"/>
    <w:rsid w:val="00BB1CB9"/>
    <w:rsid w:val="00BB1F2E"/>
    <w:rsid w:val="00BB2005"/>
    <w:rsid w:val="00BB222E"/>
    <w:rsid w:val="00BB230B"/>
    <w:rsid w:val="00BB246F"/>
    <w:rsid w:val="00BB26D8"/>
    <w:rsid w:val="00BB2C0E"/>
    <w:rsid w:val="00BB345F"/>
    <w:rsid w:val="00BB394E"/>
    <w:rsid w:val="00BB42E3"/>
    <w:rsid w:val="00BB4815"/>
    <w:rsid w:val="00BB4B97"/>
    <w:rsid w:val="00BB547A"/>
    <w:rsid w:val="00BB54B6"/>
    <w:rsid w:val="00BB5592"/>
    <w:rsid w:val="00BB56DE"/>
    <w:rsid w:val="00BB5F6C"/>
    <w:rsid w:val="00BB619C"/>
    <w:rsid w:val="00BB6582"/>
    <w:rsid w:val="00BB6F33"/>
    <w:rsid w:val="00BB73DE"/>
    <w:rsid w:val="00BB760B"/>
    <w:rsid w:val="00BB7816"/>
    <w:rsid w:val="00BB7E9B"/>
    <w:rsid w:val="00BC07FF"/>
    <w:rsid w:val="00BC1268"/>
    <w:rsid w:val="00BC1902"/>
    <w:rsid w:val="00BC1E67"/>
    <w:rsid w:val="00BC245A"/>
    <w:rsid w:val="00BC255E"/>
    <w:rsid w:val="00BC25F7"/>
    <w:rsid w:val="00BC3180"/>
    <w:rsid w:val="00BC3348"/>
    <w:rsid w:val="00BC345A"/>
    <w:rsid w:val="00BC3647"/>
    <w:rsid w:val="00BC3922"/>
    <w:rsid w:val="00BC3A9D"/>
    <w:rsid w:val="00BC3D1A"/>
    <w:rsid w:val="00BC3E0B"/>
    <w:rsid w:val="00BC414C"/>
    <w:rsid w:val="00BC4388"/>
    <w:rsid w:val="00BC4491"/>
    <w:rsid w:val="00BC4EF2"/>
    <w:rsid w:val="00BC5041"/>
    <w:rsid w:val="00BC590B"/>
    <w:rsid w:val="00BC5F4F"/>
    <w:rsid w:val="00BC66E6"/>
    <w:rsid w:val="00BC6F21"/>
    <w:rsid w:val="00BC7739"/>
    <w:rsid w:val="00BC7F78"/>
    <w:rsid w:val="00BD10F4"/>
    <w:rsid w:val="00BD1574"/>
    <w:rsid w:val="00BD1872"/>
    <w:rsid w:val="00BD1AF8"/>
    <w:rsid w:val="00BD1D49"/>
    <w:rsid w:val="00BD2ACB"/>
    <w:rsid w:val="00BD2C72"/>
    <w:rsid w:val="00BD3EA7"/>
    <w:rsid w:val="00BD40B6"/>
    <w:rsid w:val="00BD41A4"/>
    <w:rsid w:val="00BD5043"/>
    <w:rsid w:val="00BD5069"/>
    <w:rsid w:val="00BD549A"/>
    <w:rsid w:val="00BD5753"/>
    <w:rsid w:val="00BD5BBA"/>
    <w:rsid w:val="00BD605F"/>
    <w:rsid w:val="00BD6063"/>
    <w:rsid w:val="00BD6AB8"/>
    <w:rsid w:val="00BD6B0B"/>
    <w:rsid w:val="00BD6E04"/>
    <w:rsid w:val="00BD7039"/>
    <w:rsid w:val="00BD7A2B"/>
    <w:rsid w:val="00BE01C1"/>
    <w:rsid w:val="00BE02E4"/>
    <w:rsid w:val="00BE0C77"/>
    <w:rsid w:val="00BE12CF"/>
    <w:rsid w:val="00BE13CB"/>
    <w:rsid w:val="00BE1D62"/>
    <w:rsid w:val="00BE2DF5"/>
    <w:rsid w:val="00BE3257"/>
    <w:rsid w:val="00BE3577"/>
    <w:rsid w:val="00BE3DF4"/>
    <w:rsid w:val="00BE3E56"/>
    <w:rsid w:val="00BE48F5"/>
    <w:rsid w:val="00BE4947"/>
    <w:rsid w:val="00BE4DB3"/>
    <w:rsid w:val="00BE52BA"/>
    <w:rsid w:val="00BE59F5"/>
    <w:rsid w:val="00BE5FD9"/>
    <w:rsid w:val="00BE6048"/>
    <w:rsid w:val="00BE6FC2"/>
    <w:rsid w:val="00BE72D6"/>
    <w:rsid w:val="00BE7514"/>
    <w:rsid w:val="00BE7E69"/>
    <w:rsid w:val="00BE7FA1"/>
    <w:rsid w:val="00BF00DC"/>
    <w:rsid w:val="00BF00F0"/>
    <w:rsid w:val="00BF1283"/>
    <w:rsid w:val="00BF15D1"/>
    <w:rsid w:val="00BF16F0"/>
    <w:rsid w:val="00BF184A"/>
    <w:rsid w:val="00BF1AC6"/>
    <w:rsid w:val="00BF1E69"/>
    <w:rsid w:val="00BF2219"/>
    <w:rsid w:val="00BF28E5"/>
    <w:rsid w:val="00BF2C21"/>
    <w:rsid w:val="00BF3410"/>
    <w:rsid w:val="00BF37BA"/>
    <w:rsid w:val="00BF3B3B"/>
    <w:rsid w:val="00BF3BDE"/>
    <w:rsid w:val="00BF4244"/>
    <w:rsid w:val="00BF4B8D"/>
    <w:rsid w:val="00BF5BFD"/>
    <w:rsid w:val="00BF5EA8"/>
    <w:rsid w:val="00BF608E"/>
    <w:rsid w:val="00BF70AA"/>
    <w:rsid w:val="00BF72A0"/>
    <w:rsid w:val="00BF73E6"/>
    <w:rsid w:val="00BF7741"/>
    <w:rsid w:val="00BF7905"/>
    <w:rsid w:val="00BF7CA2"/>
    <w:rsid w:val="00BF7FFD"/>
    <w:rsid w:val="00C00153"/>
    <w:rsid w:val="00C00F6E"/>
    <w:rsid w:val="00C012B8"/>
    <w:rsid w:val="00C01313"/>
    <w:rsid w:val="00C014DE"/>
    <w:rsid w:val="00C02757"/>
    <w:rsid w:val="00C027B2"/>
    <w:rsid w:val="00C04445"/>
    <w:rsid w:val="00C04494"/>
    <w:rsid w:val="00C045FE"/>
    <w:rsid w:val="00C04B5F"/>
    <w:rsid w:val="00C04F35"/>
    <w:rsid w:val="00C05553"/>
    <w:rsid w:val="00C059D1"/>
    <w:rsid w:val="00C06B6C"/>
    <w:rsid w:val="00C06C12"/>
    <w:rsid w:val="00C07541"/>
    <w:rsid w:val="00C07C64"/>
    <w:rsid w:val="00C10113"/>
    <w:rsid w:val="00C1052F"/>
    <w:rsid w:val="00C1076F"/>
    <w:rsid w:val="00C10F44"/>
    <w:rsid w:val="00C10FA8"/>
    <w:rsid w:val="00C12252"/>
    <w:rsid w:val="00C1239B"/>
    <w:rsid w:val="00C1249B"/>
    <w:rsid w:val="00C1279B"/>
    <w:rsid w:val="00C129D2"/>
    <w:rsid w:val="00C12A79"/>
    <w:rsid w:val="00C12CDA"/>
    <w:rsid w:val="00C12E43"/>
    <w:rsid w:val="00C13A95"/>
    <w:rsid w:val="00C141B6"/>
    <w:rsid w:val="00C1506E"/>
    <w:rsid w:val="00C15121"/>
    <w:rsid w:val="00C15617"/>
    <w:rsid w:val="00C15FFA"/>
    <w:rsid w:val="00C16214"/>
    <w:rsid w:val="00C16511"/>
    <w:rsid w:val="00C16524"/>
    <w:rsid w:val="00C1708C"/>
    <w:rsid w:val="00C1720D"/>
    <w:rsid w:val="00C17339"/>
    <w:rsid w:val="00C17471"/>
    <w:rsid w:val="00C17DAF"/>
    <w:rsid w:val="00C17EE0"/>
    <w:rsid w:val="00C2009C"/>
    <w:rsid w:val="00C20787"/>
    <w:rsid w:val="00C20E56"/>
    <w:rsid w:val="00C20EB0"/>
    <w:rsid w:val="00C20FC1"/>
    <w:rsid w:val="00C214CC"/>
    <w:rsid w:val="00C21749"/>
    <w:rsid w:val="00C225D0"/>
    <w:rsid w:val="00C22B7A"/>
    <w:rsid w:val="00C239B5"/>
    <w:rsid w:val="00C23C6F"/>
    <w:rsid w:val="00C245FB"/>
    <w:rsid w:val="00C246A9"/>
    <w:rsid w:val="00C24F3F"/>
    <w:rsid w:val="00C250F3"/>
    <w:rsid w:val="00C25508"/>
    <w:rsid w:val="00C255D6"/>
    <w:rsid w:val="00C2688E"/>
    <w:rsid w:val="00C26F13"/>
    <w:rsid w:val="00C27454"/>
    <w:rsid w:val="00C30256"/>
    <w:rsid w:val="00C3041E"/>
    <w:rsid w:val="00C3135C"/>
    <w:rsid w:val="00C319DC"/>
    <w:rsid w:val="00C31E88"/>
    <w:rsid w:val="00C32345"/>
    <w:rsid w:val="00C32392"/>
    <w:rsid w:val="00C32426"/>
    <w:rsid w:val="00C32E05"/>
    <w:rsid w:val="00C3313B"/>
    <w:rsid w:val="00C33344"/>
    <w:rsid w:val="00C33C36"/>
    <w:rsid w:val="00C34B24"/>
    <w:rsid w:val="00C35449"/>
    <w:rsid w:val="00C354CC"/>
    <w:rsid w:val="00C35AE5"/>
    <w:rsid w:val="00C3627C"/>
    <w:rsid w:val="00C362D6"/>
    <w:rsid w:val="00C3661A"/>
    <w:rsid w:val="00C369EC"/>
    <w:rsid w:val="00C36A1B"/>
    <w:rsid w:val="00C36A8B"/>
    <w:rsid w:val="00C370F1"/>
    <w:rsid w:val="00C37B22"/>
    <w:rsid w:val="00C37DFE"/>
    <w:rsid w:val="00C37DFF"/>
    <w:rsid w:val="00C406DC"/>
    <w:rsid w:val="00C41307"/>
    <w:rsid w:val="00C415D1"/>
    <w:rsid w:val="00C417D6"/>
    <w:rsid w:val="00C41848"/>
    <w:rsid w:val="00C421E9"/>
    <w:rsid w:val="00C42860"/>
    <w:rsid w:val="00C428B6"/>
    <w:rsid w:val="00C42A4B"/>
    <w:rsid w:val="00C42C52"/>
    <w:rsid w:val="00C42D6C"/>
    <w:rsid w:val="00C43330"/>
    <w:rsid w:val="00C4364B"/>
    <w:rsid w:val="00C43AA3"/>
    <w:rsid w:val="00C43BFB"/>
    <w:rsid w:val="00C4449A"/>
    <w:rsid w:val="00C44A05"/>
    <w:rsid w:val="00C44BAE"/>
    <w:rsid w:val="00C4506B"/>
    <w:rsid w:val="00C45AC7"/>
    <w:rsid w:val="00C45B22"/>
    <w:rsid w:val="00C45C30"/>
    <w:rsid w:val="00C45C5C"/>
    <w:rsid w:val="00C46449"/>
    <w:rsid w:val="00C467FA"/>
    <w:rsid w:val="00C46E5F"/>
    <w:rsid w:val="00C470BD"/>
    <w:rsid w:val="00C47137"/>
    <w:rsid w:val="00C47349"/>
    <w:rsid w:val="00C47A8A"/>
    <w:rsid w:val="00C500BC"/>
    <w:rsid w:val="00C507BC"/>
    <w:rsid w:val="00C50F2D"/>
    <w:rsid w:val="00C51D5C"/>
    <w:rsid w:val="00C52B42"/>
    <w:rsid w:val="00C532E5"/>
    <w:rsid w:val="00C541CA"/>
    <w:rsid w:val="00C5524C"/>
    <w:rsid w:val="00C55C44"/>
    <w:rsid w:val="00C55CE6"/>
    <w:rsid w:val="00C56BF4"/>
    <w:rsid w:val="00C570C8"/>
    <w:rsid w:val="00C57B53"/>
    <w:rsid w:val="00C57CB3"/>
    <w:rsid w:val="00C60306"/>
    <w:rsid w:val="00C6062E"/>
    <w:rsid w:val="00C60D0F"/>
    <w:rsid w:val="00C61024"/>
    <w:rsid w:val="00C61520"/>
    <w:rsid w:val="00C6183A"/>
    <w:rsid w:val="00C61D7C"/>
    <w:rsid w:val="00C6230A"/>
    <w:rsid w:val="00C62329"/>
    <w:rsid w:val="00C628C9"/>
    <w:rsid w:val="00C63E82"/>
    <w:rsid w:val="00C63F70"/>
    <w:rsid w:val="00C6424F"/>
    <w:rsid w:val="00C64846"/>
    <w:rsid w:val="00C64AE0"/>
    <w:rsid w:val="00C653D9"/>
    <w:rsid w:val="00C658D8"/>
    <w:rsid w:val="00C66964"/>
    <w:rsid w:val="00C66AB3"/>
    <w:rsid w:val="00C67212"/>
    <w:rsid w:val="00C675FF"/>
    <w:rsid w:val="00C67BE7"/>
    <w:rsid w:val="00C7015D"/>
    <w:rsid w:val="00C70897"/>
    <w:rsid w:val="00C7228B"/>
    <w:rsid w:val="00C72383"/>
    <w:rsid w:val="00C72740"/>
    <w:rsid w:val="00C7274C"/>
    <w:rsid w:val="00C72882"/>
    <w:rsid w:val="00C728B1"/>
    <w:rsid w:val="00C7295A"/>
    <w:rsid w:val="00C72C5E"/>
    <w:rsid w:val="00C739B5"/>
    <w:rsid w:val="00C73BE3"/>
    <w:rsid w:val="00C74525"/>
    <w:rsid w:val="00C74659"/>
    <w:rsid w:val="00C74AA8"/>
    <w:rsid w:val="00C75391"/>
    <w:rsid w:val="00C7544E"/>
    <w:rsid w:val="00C7620A"/>
    <w:rsid w:val="00C7624E"/>
    <w:rsid w:val="00C768A1"/>
    <w:rsid w:val="00C76B44"/>
    <w:rsid w:val="00C76C2B"/>
    <w:rsid w:val="00C770ED"/>
    <w:rsid w:val="00C77938"/>
    <w:rsid w:val="00C8022B"/>
    <w:rsid w:val="00C808BB"/>
    <w:rsid w:val="00C80D78"/>
    <w:rsid w:val="00C80FC8"/>
    <w:rsid w:val="00C81422"/>
    <w:rsid w:val="00C8171F"/>
    <w:rsid w:val="00C81CF9"/>
    <w:rsid w:val="00C820F0"/>
    <w:rsid w:val="00C821A8"/>
    <w:rsid w:val="00C8312A"/>
    <w:rsid w:val="00C83E3C"/>
    <w:rsid w:val="00C8457B"/>
    <w:rsid w:val="00C84670"/>
    <w:rsid w:val="00C85873"/>
    <w:rsid w:val="00C85B32"/>
    <w:rsid w:val="00C85DFE"/>
    <w:rsid w:val="00C86431"/>
    <w:rsid w:val="00C86B43"/>
    <w:rsid w:val="00C87439"/>
    <w:rsid w:val="00C87475"/>
    <w:rsid w:val="00C905A5"/>
    <w:rsid w:val="00C9062A"/>
    <w:rsid w:val="00C9067D"/>
    <w:rsid w:val="00C90E09"/>
    <w:rsid w:val="00C910AC"/>
    <w:rsid w:val="00C91774"/>
    <w:rsid w:val="00C91C30"/>
    <w:rsid w:val="00C91DF6"/>
    <w:rsid w:val="00C922B1"/>
    <w:rsid w:val="00C92744"/>
    <w:rsid w:val="00C928DD"/>
    <w:rsid w:val="00C92999"/>
    <w:rsid w:val="00C92D9B"/>
    <w:rsid w:val="00C9306E"/>
    <w:rsid w:val="00C932D0"/>
    <w:rsid w:val="00C93978"/>
    <w:rsid w:val="00C93BD2"/>
    <w:rsid w:val="00C94419"/>
    <w:rsid w:val="00C94698"/>
    <w:rsid w:val="00C94830"/>
    <w:rsid w:val="00C94A62"/>
    <w:rsid w:val="00C95D48"/>
    <w:rsid w:val="00C960D8"/>
    <w:rsid w:val="00C960EE"/>
    <w:rsid w:val="00C965AC"/>
    <w:rsid w:val="00C96E9A"/>
    <w:rsid w:val="00C9756D"/>
    <w:rsid w:val="00C97913"/>
    <w:rsid w:val="00CA0418"/>
    <w:rsid w:val="00CA0D99"/>
    <w:rsid w:val="00CA0FF8"/>
    <w:rsid w:val="00CA1B6B"/>
    <w:rsid w:val="00CA1FF7"/>
    <w:rsid w:val="00CA2733"/>
    <w:rsid w:val="00CA2A0F"/>
    <w:rsid w:val="00CA323D"/>
    <w:rsid w:val="00CA34CD"/>
    <w:rsid w:val="00CA3523"/>
    <w:rsid w:val="00CA39AE"/>
    <w:rsid w:val="00CA407E"/>
    <w:rsid w:val="00CA420D"/>
    <w:rsid w:val="00CA421D"/>
    <w:rsid w:val="00CA4253"/>
    <w:rsid w:val="00CA46DC"/>
    <w:rsid w:val="00CA5804"/>
    <w:rsid w:val="00CA5C88"/>
    <w:rsid w:val="00CA5F25"/>
    <w:rsid w:val="00CA6378"/>
    <w:rsid w:val="00CA651C"/>
    <w:rsid w:val="00CA6E5A"/>
    <w:rsid w:val="00CA7509"/>
    <w:rsid w:val="00CA777A"/>
    <w:rsid w:val="00CB044B"/>
    <w:rsid w:val="00CB07F1"/>
    <w:rsid w:val="00CB0990"/>
    <w:rsid w:val="00CB199B"/>
    <w:rsid w:val="00CB3CBF"/>
    <w:rsid w:val="00CB3D42"/>
    <w:rsid w:val="00CB4101"/>
    <w:rsid w:val="00CB42E1"/>
    <w:rsid w:val="00CB4855"/>
    <w:rsid w:val="00CB4D08"/>
    <w:rsid w:val="00CB4F4F"/>
    <w:rsid w:val="00CB5605"/>
    <w:rsid w:val="00CB561D"/>
    <w:rsid w:val="00CB576D"/>
    <w:rsid w:val="00CB5834"/>
    <w:rsid w:val="00CB589D"/>
    <w:rsid w:val="00CB6AFE"/>
    <w:rsid w:val="00CB6C00"/>
    <w:rsid w:val="00CB704B"/>
    <w:rsid w:val="00CB792D"/>
    <w:rsid w:val="00CB7CF5"/>
    <w:rsid w:val="00CB7DC9"/>
    <w:rsid w:val="00CC03C4"/>
    <w:rsid w:val="00CC0550"/>
    <w:rsid w:val="00CC1412"/>
    <w:rsid w:val="00CC1957"/>
    <w:rsid w:val="00CC1BE7"/>
    <w:rsid w:val="00CC2454"/>
    <w:rsid w:val="00CC30D4"/>
    <w:rsid w:val="00CC3C1F"/>
    <w:rsid w:val="00CC3D85"/>
    <w:rsid w:val="00CC3EDA"/>
    <w:rsid w:val="00CC4082"/>
    <w:rsid w:val="00CC4B1F"/>
    <w:rsid w:val="00CC5041"/>
    <w:rsid w:val="00CC5DDE"/>
    <w:rsid w:val="00CC61F4"/>
    <w:rsid w:val="00CC67AB"/>
    <w:rsid w:val="00CC697C"/>
    <w:rsid w:val="00CC6A9A"/>
    <w:rsid w:val="00CC70A5"/>
    <w:rsid w:val="00CC72AE"/>
    <w:rsid w:val="00CC784D"/>
    <w:rsid w:val="00CD09BA"/>
    <w:rsid w:val="00CD0C6F"/>
    <w:rsid w:val="00CD11BF"/>
    <w:rsid w:val="00CD1559"/>
    <w:rsid w:val="00CD1668"/>
    <w:rsid w:val="00CD1D94"/>
    <w:rsid w:val="00CD1E89"/>
    <w:rsid w:val="00CD2150"/>
    <w:rsid w:val="00CD221F"/>
    <w:rsid w:val="00CD3280"/>
    <w:rsid w:val="00CD350F"/>
    <w:rsid w:val="00CD42F0"/>
    <w:rsid w:val="00CD48D1"/>
    <w:rsid w:val="00CD4B60"/>
    <w:rsid w:val="00CD4EA7"/>
    <w:rsid w:val="00CD4FB6"/>
    <w:rsid w:val="00CD58B8"/>
    <w:rsid w:val="00CD5BAA"/>
    <w:rsid w:val="00CD670B"/>
    <w:rsid w:val="00CD6BD3"/>
    <w:rsid w:val="00CD731A"/>
    <w:rsid w:val="00CE0B44"/>
    <w:rsid w:val="00CE0B58"/>
    <w:rsid w:val="00CE0C09"/>
    <w:rsid w:val="00CE0CF9"/>
    <w:rsid w:val="00CE104C"/>
    <w:rsid w:val="00CE109F"/>
    <w:rsid w:val="00CE170F"/>
    <w:rsid w:val="00CE20B4"/>
    <w:rsid w:val="00CE2849"/>
    <w:rsid w:val="00CE2FAF"/>
    <w:rsid w:val="00CE3037"/>
    <w:rsid w:val="00CE3FBC"/>
    <w:rsid w:val="00CE502A"/>
    <w:rsid w:val="00CE59EB"/>
    <w:rsid w:val="00CE6C6D"/>
    <w:rsid w:val="00CE6C96"/>
    <w:rsid w:val="00CE71EB"/>
    <w:rsid w:val="00CE71FF"/>
    <w:rsid w:val="00CE7A5C"/>
    <w:rsid w:val="00CE7A76"/>
    <w:rsid w:val="00CE7AA6"/>
    <w:rsid w:val="00CF04A8"/>
    <w:rsid w:val="00CF0C03"/>
    <w:rsid w:val="00CF1010"/>
    <w:rsid w:val="00CF1E14"/>
    <w:rsid w:val="00CF246D"/>
    <w:rsid w:val="00CF266E"/>
    <w:rsid w:val="00CF2705"/>
    <w:rsid w:val="00CF3A6E"/>
    <w:rsid w:val="00CF3FFD"/>
    <w:rsid w:val="00CF48CC"/>
    <w:rsid w:val="00CF53B6"/>
    <w:rsid w:val="00CF5F44"/>
    <w:rsid w:val="00CF609C"/>
    <w:rsid w:val="00CF64AF"/>
    <w:rsid w:val="00CF664E"/>
    <w:rsid w:val="00CF6F76"/>
    <w:rsid w:val="00CF7058"/>
    <w:rsid w:val="00CF71D1"/>
    <w:rsid w:val="00CF7474"/>
    <w:rsid w:val="00CF7677"/>
    <w:rsid w:val="00CF7C7A"/>
    <w:rsid w:val="00D00293"/>
    <w:rsid w:val="00D004B6"/>
    <w:rsid w:val="00D00BDE"/>
    <w:rsid w:val="00D01325"/>
    <w:rsid w:val="00D01534"/>
    <w:rsid w:val="00D0196B"/>
    <w:rsid w:val="00D01A9D"/>
    <w:rsid w:val="00D02BE9"/>
    <w:rsid w:val="00D02E9C"/>
    <w:rsid w:val="00D03278"/>
    <w:rsid w:val="00D03FE1"/>
    <w:rsid w:val="00D040BB"/>
    <w:rsid w:val="00D04303"/>
    <w:rsid w:val="00D04F02"/>
    <w:rsid w:val="00D05316"/>
    <w:rsid w:val="00D0543C"/>
    <w:rsid w:val="00D054ED"/>
    <w:rsid w:val="00D05B80"/>
    <w:rsid w:val="00D060F3"/>
    <w:rsid w:val="00D067CB"/>
    <w:rsid w:val="00D06BC5"/>
    <w:rsid w:val="00D0737E"/>
    <w:rsid w:val="00D073B2"/>
    <w:rsid w:val="00D07480"/>
    <w:rsid w:val="00D0786E"/>
    <w:rsid w:val="00D07917"/>
    <w:rsid w:val="00D07AFA"/>
    <w:rsid w:val="00D07D1E"/>
    <w:rsid w:val="00D1013C"/>
    <w:rsid w:val="00D10326"/>
    <w:rsid w:val="00D104C2"/>
    <w:rsid w:val="00D108CB"/>
    <w:rsid w:val="00D10CD7"/>
    <w:rsid w:val="00D10D30"/>
    <w:rsid w:val="00D10D7A"/>
    <w:rsid w:val="00D11511"/>
    <w:rsid w:val="00D119E8"/>
    <w:rsid w:val="00D124C6"/>
    <w:rsid w:val="00D129DA"/>
    <w:rsid w:val="00D12D3B"/>
    <w:rsid w:val="00D131C2"/>
    <w:rsid w:val="00D13490"/>
    <w:rsid w:val="00D142E1"/>
    <w:rsid w:val="00D14334"/>
    <w:rsid w:val="00D15191"/>
    <w:rsid w:val="00D15215"/>
    <w:rsid w:val="00D156EC"/>
    <w:rsid w:val="00D16144"/>
    <w:rsid w:val="00D179A2"/>
    <w:rsid w:val="00D17C26"/>
    <w:rsid w:val="00D17C30"/>
    <w:rsid w:val="00D17FEC"/>
    <w:rsid w:val="00D208A3"/>
    <w:rsid w:val="00D20969"/>
    <w:rsid w:val="00D20A51"/>
    <w:rsid w:val="00D20DEF"/>
    <w:rsid w:val="00D20F2D"/>
    <w:rsid w:val="00D211A8"/>
    <w:rsid w:val="00D219D8"/>
    <w:rsid w:val="00D22E30"/>
    <w:rsid w:val="00D23C5B"/>
    <w:rsid w:val="00D24645"/>
    <w:rsid w:val="00D24CA0"/>
    <w:rsid w:val="00D24F7F"/>
    <w:rsid w:val="00D256FE"/>
    <w:rsid w:val="00D25963"/>
    <w:rsid w:val="00D25F38"/>
    <w:rsid w:val="00D26080"/>
    <w:rsid w:val="00D26AA6"/>
    <w:rsid w:val="00D2766C"/>
    <w:rsid w:val="00D27A91"/>
    <w:rsid w:val="00D27C4A"/>
    <w:rsid w:val="00D27D44"/>
    <w:rsid w:val="00D304D7"/>
    <w:rsid w:val="00D30706"/>
    <w:rsid w:val="00D309D4"/>
    <w:rsid w:val="00D30B17"/>
    <w:rsid w:val="00D310AE"/>
    <w:rsid w:val="00D3110D"/>
    <w:rsid w:val="00D31346"/>
    <w:rsid w:val="00D31575"/>
    <w:rsid w:val="00D318C1"/>
    <w:rsid w:val="00D323D2"/>
    <w:rsid w:val="00D324A7"/>
    <w:rsid w:val="00D32F82"/>
    <w:rsid w:val="00D32FBA"/>
    <w:rsid w:val="00D3300A"/>
    <w:rsid w:val="00D33079"/>
    <w:rsid w:val="00D3379E"/>
    <w:rsid w:val="00D33C16"/>
    <w:rsid w:val="00D3428D"/>
    <w:rsid w:val="00D3475E"/>
    <w:rsid w:val="00D3566C"/>
    <w:rsid w:val="00D35E6D"/>
    <w:rsid w:val="00D36094"/>
    <w:rsid w:val="00D36151"/>
    <w:rsid w:val="00D363D1"/>
    <w:rsid w:val="00D371D9"/>
    <w:rsid w:val="00D3770A"/>
    <w:rsid w:val="00D37833"/>
    <w:rsid w:val="00D37BCF"/>
    <w:rsid w:val="00D37D96"/>
    <w:rsid w:val="00D403CA"/>
    <w:rsid w:val="00D40870"/>
    <w:rsid w:val="00D40DEF"/>
    <w:rsid w:val="00D41096"/>
    <w:rsid w:val="00D41282"/>
    <w:rsid w:val="00D414D5"/>
    <w:rsid w:val="00D41630"/>
    <w:rsid w:val="00D41639"/>
    <w:rsid w:val="00D41A79"/>
    <w:rsid w:val="00D41B8B"/>
    <w:rsid w:val="00D424A4"/>
    <w:rsid w:val="00D42B39"/>
    <w:rsid w:val="00D42D8A"/>
    <w:rsid w:val="00D434F0"/>
    <w:rsid w:val="00D43C4D"/>
    <w:rsid w:val="00D44D11"/>
    <w:rsid w:val="00D44FC3"/>
    <w:rsid w:val="00D45159"/>
    <w:rsid w:val="00D45458"/>
    <w:rsid w:val="00D46B39"/>
    <w:rsid w:val="00D47336"/>
    <w:rsid w:val="00D47446"/>
    <w:rsid w:val="00D47E37"/>
    <w:rsid w:val="00D50939"/>
    <w:rsid w:val="00D52406"/>
    <w:rsid w:val="00D5255E"/>
    <w:rsid w:val="00D5259F"/>
    <w:rsid w:val="00D52E2D"/>
    <w:rsid w:val="00D52F1D"/>
    <w:rsid w:val="00D534F4"/>
    <w:rsid w:val="00D53BE3"/>
    <w:rsid w:val="00D54AAB"/>
    <w:rsid w:val="00D55FB6"/>
    <w:rsid w:val="00D56400"/>
    <w:rsid w:val="00D56B65"/>
    <w:rsid w:val="00D56DBE"/>
    <w:rsid w:val="00D56E68"/>
    <w:rsid w:val="00D57B4C"/>
    <w:rsid w:val="00D57EBB"/>
    <w:rsid w:val="00D60743"/>
    <w:rsid w:val="00D607D2"/>
    <w:rsid w:val="00D6158D"/>
    <w:rsid w:val="00D61983"/>
    <w:rsid w:val="00D61A97"/>
    <w:rsid w:val="00D6207E"/>
    <w:rsid w:val="00D624B7"/>
    <w:rsid w:val="00D62875"/>
    <w:rsid w:val="00D629A5"/>
    <w:rsid w:val="00D62A8E"/>
    <w:rsid w:val="00D62FF7"/>
    <w:rsid w:val="00D63622"/>
    <w:rsid w:val="00D639B9"/>
    <w:rsid w:val="00D64540"/>
    <w:rsid w:val="00D65351"/>
    <w:rsid w:val="00D654D4"/>
    <w:rsid w:val="00D65735"/>
    <w:rsid w:val="00D65D6D"/>
    <w:rsid w:val="00D65F6E"/>
    <w:rsid w:val="00D672EC"/>
    <w:rsid w:val="00D67461"/>
    <w:rsid w:val="00D67734"/>
    <w:rsid w:val="00D677E2"/>
    <w:rsid w:val="00D6797A"/>
    <w:rsid w:val="00D67B83"/>
    <w:rsid w:val="00D67DE1"/>
    <w:rsid w:val="00D71235"/>
    <w:rsid w:val="00D71B97"/>
    <w:rsid w:val="00D71E12"/>
    <w:rsid w:val="00D72308"/>
    <w:rsid w:val="00D73AED"/>
    <w:rsid w:val="00D74416"/>
    <w:rsid w:val="00D74965"/>
    <w:rsid w:val="00D74A73"/>
    <w:rsid w:val="00D74F5D"/>
    <w:rsid w:val="00D7573E"/>
    <w:rsid w:val="00D7647F"/>
    <w:rsid w:val="00D768CF"/>
    <w:rsid w:val="00D76B96"/>
    <w:rsid w:val="00D775E2"/>
    <w:rsid w:val="00D77DF0"/>
    <w:rsid w:val="00D77ECD"/>
    <w:rsid w:val="00D806B6"/>
    <w:rsid w:val="00D808B6"/>
    <w:rsid w:val="00D80A98"/>
    <w:rsid w:val="00D81A40"/>
    <w:rsid w:val="00D81BEB"/>
    <w:rsid w:val="00D82965"/>
    <w:rsid w:val="00D82CE9"/>
    <w:rsid w:val="00D8308B"/>
    <w:rsid w:val="00D830B8"/>
    <w:rsid w:val="00D83127"/>
    <w:rsid w:val="00D83870"/>
    <w:rsid w:val="00D83929"/>
    <w:rsid w:val="00D854C9"/>
    <w:rsid w:val="00D85713"/>
    <w:rsid w:val="00D85AC5"/>
    <w:rsid w:val="00D8638E"/>
    <w:rsid w:val="00D8644D"/>
    <w:rsid w:val="00D86FD5"/>
    <w:rsid w:val="00D87653"/>
    <w:rsid w:val="00D87F6C"/>
    <w:rsid w:val="00D91219"/>
    <w:rsid w:val="00D912A3"/>
    <w:rsid w:val="00D9142A"/>
    <w:rsid w:val="00D915A1"/>
    <w:rsid w:val="00D9184C"/>
    <w:rsid w:val="00D926BD"/>
    <w:rsid w:val="00D92935"/>
    <w:rsid w:val="00D92F4A"/>
    <w:rsid w:val="00D92FEB"/>
    <w:rsid w:val="00D93573"/>
    <w:rsid w:val="00D93C2A"/>
    <w:rsid w:val="00D93E21"/>
    <w:rsid w:val="00D9467E"/>
    <w:rsid w:val="00D94FAD"/>
    <w:rsid w:val="00D95754"/>
    <w:rsid w:val="00D95919"/>
    <w:rsid w:val="00D95A45"/>
    <w:rsid w:val="00D970FA"/>
    <w:rsid w:val="00D9764F"/>
    <w:rsid w:val="00D97E37"/>
    <w:rsid w:val="00D97E4C"/>
    <w:rsid w:val="00DA00B9"/>
    <w:rsid w:val="00DA061B"/>
    <w:rsid w:val="00DA177B"/>
    <w:rsid w:val="00DA23B7"/>
    <w:rsid w:val="00DA278F"/>
    <w:rsid w:val="00DA2992"/>
    <w:rsid w:val="00DA2D70"/>
    <w:rsid w:val="00DA2E0C"/>
    <w:rsid w:val="00DA3451"/>
    <w:rsid w:val="00DA3A4E"/>
    <w:rsid w:val="00DA3C59"/>
    <w:rsid w:val="00DA4312"/>
    <w:rsid w:val="00DA44D9"/>
    <w:rsid w:val="00DA46AA"/>
    <w:rsid w:val="00DA4B4A"/>
    <w:rsid w:val="00DA4F0D"/>
    <w:rsid w:val="00DA52E4"/>
    <w:rsid w:val="00DA583B"/>
    <w:rsid w:val="00DA5B19"/>
    <w:rsid w:val="00DA5CE4"/>
    <w:rsid w:val="00DA5E0B"/>
    <w:rsid w:val="00DA6085"/>
    <w:rsid w:val="00DA61E1"/>
    <w:rsid w:val="00DA6231"/>
    <w:rsid w:val="00DA6B93"/>
    <w:rsid w:val="00DA78C8"/>
    <w:rsid w:val="00DB072D"/>
    <w:rsid w:val="00DB1334"/>
    <w:rsid w:val="00DB1C79"/>
    <w:rsid w:val="00DB1D0F"/>
    <w:rsid w:val="00DB1E6A"/>
    <w:rsid w:val="00DB2813"/>
    <w:rsid w:val="00DB2A04"/>
    <w:rsid w:val="00DB2DB2"/>
    <w:rsid w:val="00DB3161"/>
    <w:rsid w:val="00DB3E91"/>
    <w:rsid w:val="00DB470F"/>
    <w:rsid w:val="00DB5976"/>
    <w:rsid w:val="00DB5A01"/>
    <w:rsid w:val="00DB5D1C"/>
    <w:rsid w:val="00DB615C"/>
    <w:rsid w:val="00DB6246"/>
    <w:rsid w:val="00DB6955"/>
    <w:rsid w:val="00DB69FE"/>
    <w:rsid w:val="00DB6AC2"/>
    <w:rsid w:val="00DB6C29"/>
    <w:rsid w:val="00DB70F5"/>
    <w:rsid w:val="00DB7996"/>
    <w:rsid w:val="00DB7CBB"/>
    <w:rsid w:val="00DC0C19"/>
    <w:rsid w:val="00DC1581"/>
    <w:rsid w:val="00DC1B9C"/>
    <w:rsid w:val="00DC1CD0"/>
    <w:rsid w:val="00DC1EE5"/>
    <w:rsid w:val="00DC1F5F"/>
    <w:rsid w:val="00DC29CC"/>
    <w:rsid w:val="00DC34E1"/>
    <w:rsid w:val="00DC3C4B"/>
    <w:rsid w:val="00DC40DC"/>
    <w:rsid w:val="00DC469B"/>
    <w:rsid w:val="00DC47D8"/>
    <w:rsid w:val="00DC4B90"/>
    <w:rsid w:val="00DC4CD1"/>
    <w:rsid w:val="00DC4D7B"/>
    <w:rsid w:val="00DC56C7"/>
    <w:rsid w:val="00DC59B0"/>
    <w:rsid w:val="00DC5C4D"/>
    <w:rsid w:val="00DC5F0D"/>
    <w:rsid w:val="00DC5F19"/>
    <w:rsid w:val="00DC633E"/>
    <w:rsid w:val="00DC6486"/>
    <w:rsid w:val="00DC65A1"/>
    <w:rsid w:val="00DC66F8"/>
    <w:rsid w:val="00DC6CE2"/>
    <w:rsid w:val="00DC6F57"/>
    <w:rsid w:val="00DC7904"/>
    <w:rsid w:val="00DD0098"/>
    <w:rsid w:val="00DD052C"/>
    <w:rsid w:val="00DD0939"/>
    <w:rsid w:val="00DD13E4"/>
    <w:rsid w:val="00DD163D"/>
    <w:rsid w:val="00DD1C07"/>
    <w:rsid w:val="00DD2100"/>
    <w:rsid w:val="00DD2565"/>
    <w:rsid w:val="00DD2782"/>
    <w:rsid w:val="00DD2F3A"/>
    <w:rsid w:val="00DD32A2"/>
    <w:rsid w:val="00DD344A"/>
    <w:rsid w:val="00DD3785"/>
    <w:rsid w:val="00DD3DFF"/>
    <w:rsid w:val="00DD4125"/>
    <w:rsid w:val="00DD492A"/>
    <w:rsid w:val="00DD4E9F"/>
    <w:rsid w:val="00DD5327"/>
    <w:rsid w:val="00DD54E3"/>
    <w:rsid w:val="00DD5664"/>
    <w:rsid w:val="00DD582F"/>
    <w:rsid w:val="00DD5853"/>
    <w:rsid w:val="00DD62AB"/>
    <w:rsid w:val="00DD68F3"/>
    <w:rsid w:val="00DD6C35"/>
    <w:rsid w:val="00DD706D"/>
    <w:rsid w:val="00DD71BA"/>
    <w:rsid w:val="00DE0287"/>
    <w:rsid w:val="00DE1076"/>
    <w:rsid w:val="00DE1BD2"/>
    <w:rsid w:val="00DE1D06"/>
    <w:rsid w:val="00DE1DAB"/>
    <w:rsid w:val="00DE2099"/>
    <w:rsid w:val="00DE2771"/>
    <w:rsid w:val="00DE2A23"/>
    <w:rsid w:val="00DE31A5"/>
    <w:rsid w:val="00DE3636"/>
    <w:rsid w:val="00DE3CC1"/>
    <w:rsid w:val="00DE3E4E"/>
    <w:rsid w:val="00DE3EE2"/>
    <w:rsid w:val="00DE43BB"/>
    <w:rsid w:val="00DE45BA"/>
    <w:rsid w:val="00DE4D2E"/>
    <w:rsid w:val="00DE524B"/>
    <w:rsid w:val="00DE5ACB"/>
    <w:rsid w:val="00DE5C50"/>
    <w:rsid w:val="00DE62EE"/>
    <w:rsid w:val="00DE6A85"/>
    <w:rsid w:val="00DE6E0D"/>
    <w:rsid w:val="00DE75C9"/>
    <w:rsid w:val="00DE7DD1"/>
    <w:rsid w:val="00DF073F"/>
    <w:rsid w:val="00DF0B75"/>
    <w:rsid w:val="00DF15A1"/>
    <w:rsid w:val="00DF1CA0"/>
    <w:rsid w:val="00DF1D4B"/>
    <w:rsid w:val="00DF29CE"/>
    <w:rsid w:val="00DF2D68"/>
    <w:rsid w:val="00DF2F20"/>
    <w:rsid w:val="00DF302E"/>
    <w:rsid w:val="00DF4493"/>
    <w:rsid w:val="00DF4BD3"/>
    <w:rsid w:val="00DF4F34"/>
    <w:rsid w:val="00DF51D5"/>
    <w:rsid w:val="00DF529E"/>
    <w:rsid w:val="00DF53CF"/>
    <w:rsid w:val="00DF5824"/>
    <w:rsid w:val="00DF67BF"/>
    <w:rsid w:val="00DF6920"/>
    <w:rsid w:val="00DF7822"/>
    <w:rsid w:val="00DF78D3"/>
    <w:rsid w:val="00DF78E2"/>
    <w:rsid w:val="00E0027C"/>
    <w:rsid w:val="00E0076B"/>
    <w:rsid w:val="00E02546"/>
    <w:rsid w:val="00E0286C"/>
    <w:rsid w:val="00E02A6C"/>
    <w:rsid w:val="00E02C4A"/>
    <w:rsid w:val="00E03230"/>
    <w:rsid w:val="00E032BB"/>
    <w:rsid w:val="00E0349A"/>
    <w:rsid w:val="00E034C1"/>
    <w:rsid w:val="00E038F1"/>
    <w:rsid w:val="00E0425D"/>
    <w:rsid w:val="00E0494F"/>
    <w:rsid w:val="00E04A8F"/>
    <w:rsid w:val="00E05142"/>
    <w:rsid w:val="00E05455"/>
    <w:rsid w:val="00E05679"/>
    <w:rsid w:val="00E057A8"/>
    <w:rsid w:val="00E05B97"/>
    <w:rsid w:val="00E05C9A"/>
    <w:rsid w:val="00E063BA"/>
    <w:rsid w:val="00E0645E"/>
    <w:rsid w:val="00E0650C"/>
    <w:rsid w:val="00E06862"/>
    <w:rsid w:val="00E0701D"/>
    <w:rsid w:val="00E07499"/>
    <w:rsid w:val="00E0768F"/>
    <w:rsid w:val="00E07ACF"/>
    <w:rsid w:val="00E10016"/>
    <w:rsid w:val="00E11421"/>
    <w:rsid w:val="00E11820"/>
    <w:rsid w:val="00E11B21"/>
    <w:rsid w:val="00E12091"/>
    <w:rsid w:val="00E12227"/>
    <w:rsid w:val="00E12AEF"/>
    <w:rsid w:val="00E12BB2"/>
    <w:rsid w:val="00E12F91"/>
    <w:rsid w:val="00E1347C"/>
    <w:rsid w:val="00E1348D"/>
    <w:rsid w:val="00E135B6"/>
    <w:rsid w:val="00E13B51"/>
    <w:rsid w:val="00E146DB"/>
    <w:rsid w:val="00E14B2C"/>
    <w:rsid w:val="00E14D40"/>
    <w:rsid w:val="00E17388"/>
    <w:rsid w:val="00E17BDF"/>
    <w:rsid w:val="00E17CA4"/>
    <w:rsid w:val="00E202F3"/>
    <w:rsid w:val="00E20356"/>
    <w:rsid w:val="00E20513"/>
    <w:rsid w:val="00E20722"/>
    <w:rsid w:val="00E20A39"/>
    <w:rsid w:val="00E214AC"/>
    <w:rsid w:val="00E216DC"/>
    <w:rsid w:val="00E21CC6"/>
    <w:rsid w:val="00E21F2B"/>
    <w:rsid w:val="00E226BD"/>
    <w:rsid w:val="00E22831"/>
    <w:rsid w:val="00E2284F"/>
    <w:rsid w:val="00E23454"/>
    <w:rsid w:val="00E2402C"/>
    <w:rsid w:val="00E24552"/>
    <w:rsid w:val="00E24757"/>
    <w:rsid w:val="00E24DB9"/>
    <w:rsid w:val="00E24E20"/>
    <w:rsid w:val="00E2527E"/>
    <w:rsid w:val="00E264F2"/>
    <w:rsid w:val="00E2660A"/>
    <w:rsid w:val="00E2688D"/>
    <w:rsid w:val="00E26B57"/>
    <w:rsid w:val="00E26D5A"/>
    <w:rsid w:val="00E2759B"/>
    <w:rsid w:val="00E27C79"/>
    <w:rsid w:val="00E27DCE"/>
    <w:rsid w:val="00E3091A"/>
    <w:rsid w:val="00E30AED"/>
    <w:rsid w:val="00E30B85"/>
    <w:rsid w:val="00E31044"/>
    <w:rsid w:val="00E3113C"/>
    <w:rsid w:val="00E31859"/>
    <w:rsid w:val="00E31C65"/>
    <w:rsid w:val="00E32017"/>
    <w:rsid w:val="00E32665"/>
    <w:rsid w:val="00E32CBD"/>
    <w:rsid w:val="00E33B12"/>
    <w:rsid w:val="00E346AD"/>
    <w:rsid w:val="00E34A28"/>
    <w:rsid w:val="00E35009"/>
    <w:rsid w:val="00E35E9D"/>
    <w:rsid w:val="00E36420"/>
    <w:rsid w:val="00E36A10"/>
    <w:rsid w:val="00E36A13"/>
    <w:rsid w:val="00E36F84"/>
    <w:rsid w:val="00E3792E"/>
    <w:rsid w:val="00E37C97"/>
    <w:rsid w:val="00E40125"/>
    <w:rsid w:val="00E40398"/>
    <w:rsid w:val="00E408A0"/>
    <w:rsid w:val="00E40E3F"/>
    <w:rsid w:val="00E41714"/>
    <w:rsid w:val="00E41752"/>
    <w:rsid w:val="00E418BD"/>
    <w:rsid w:val="00E41B35"/>
    <w:rsid w:val="00E41C9D"/>
    <w:rsid w:val="00E41D11"/>
    <w:rsid w:val="00E4201E"/>
    <w:rsid w:val="00E4213F"/>
    <w:rsid w:val="00E425BD"/>
    <w:rsid w:val="00E43244"/>
    <w:rsid w:val="00E43B1E"/>
    <w:rsid w:val="00E446F4"/>
    <w:rsid w:val="00E4474B"/>
    <w:rsid w:val="00E45388"/>
    <w:rsid w:val="00E4609B"/>
    <w:rsid w:val="00E46467"/>
    <w:rsid w:val="00E46988"/>
    <w:rsid w:val="00E46D5F"/>
    <w:rsid w:val="00E4714F"/>
    <w:rsid w:val="00E474E6"/>
    <w:rsid w:val="00E47D16"/>
    <w:rsid w:val="00E504FC"/>
    <w:rsid w:val="00E50AD7"/>
    <w:rsid w:val="00E50C59"/>
    <w:rsid w:val="00E50CF3"/>
    <w:rsid w:val="00E50FF6"/>
    <w:rsid w:val="00E512B0"/>
    <w:rsid w:val="00E51AE4"/>
    <w:rsid w:val="00E51D77"/>
    <w:rsid w:val="00E52594"/>
    <w:rsid w:val="00E52ABD"/>
    <w:rsid w:val="00E52CDD"/>
    <w:rsid w:val="00E53CBE"/>
    <w:rsid w:val="00E54A7E"/>
    <w:rsid w:val="00E54CBB"/>
    <w:rsid w:val="00E553B9"/>
    <w:rsid w:val="00E5590C"/>
    <w:rsid w:val="00E55D09"/>
    <w:rsid w:val="00E55F7B"/>
    <w:rsid w:val="00E56802"/>
    <w:rsid w:val="00E568A7"/>
    <w:rsid w:val="00E569CE"/>
    <w:rsid w:val="00E56ACA"/>
    <w:rsid w:val="00E56D38"/>
    <w:rsid w:val="00E57027"/>
    <w:rsid w:val="00E576BC"/>
    <w:rsid w:val="00E5786E"/>
    <w:rsid w:val="00E6057E"/>
    <w:rsid w:val="00E60646"/>
    <w:rsid w:val="00E613A6"/>
    <w:rsid w:val="00E61ABA"/>
    <w:rsid w:val="00E61B25"/>
    <w:rsid w:val="00E61EAE"/>
    <w:rsid w:val="00E621F6"/>
    <w:rsid w:val="00E62829"/>
    <w:rsid w:val="00E62D66"/>
    <w:rsid w:val="00E62FC5"/>
    <w:rsid w:val="00E63562"/>
    <w:rsid w:val="00E63C9D"/>
    <w:rsid w:val="00E6410B"/>
    <w:rsid w:val="00E642B1"/>
    <w:rsid w:val="00E64499"/>
    <w:rsid w:val="00E6490D"/>
    <w:rsid w:val="00E64E2F"/>
    <w:rsid w:val="00E64EE8"/>
    <w:rsid w:val="00E650EE"/>
    <w:rsid w:val="00E656E8"/>
    <w:rsid w:val="00E65A59"/>
    <w:rsid w:val="00E665DF"/>
    <w:rsid w:val="00E667B5"/>
    <w:rsid w:val="00E66C22"/>
    <w:rsid w:val="00E66C30"/>
    <w:rsid w:val="00E67082"/>
    <w:rsid w:val="00E67B3F"/>
    <w:rsid w:val="00E67DCE"/>
    <w:rsid w:val="00E67EE8"/>
    <w:rsid w:val="00E70016"/>
    <w:rsid w:val="00E710EC"/>
    <w:rsid w:val="00E713EC"/>
    <w:rsid w:val="00E71FBD"/>
    <w:rsid w:val="00E7215D"/>
    <w:rsid w:val="00E722DE"/>
    <w:rsid w:val="00E724F1"/>
    <w:rsid w:val="00E728F5"/>
    <w:rsid w:val="00E73026"/>
    <w:rsid w:val="00E7379A"/>
    <w:rsid w:val="00E7387A"/>
    <w:rsid w:val="00E73B30"/>
    <w:rsid w:val="00E74163"/>
    <w:rsid w:val="00E74503"/>
    <w:rsid w:val="00E74DBC"/>
    <w:rsid w:val="00E7515C"/>
    <w:rsid w:val="00E753AD"/>
    <w:rsid w:val="00E75F77"/>
    <w:rsid w:val="00E76BC3"/>
    <w:rsid w:val="00E77052"/>
    <w:rsid w:val="00E77145"/>
    <w:rsid w:val="00E77375"/>
    <w:rsid w:val="00E7783F"/>
    <w:rsid w:val="00E77AB1"/>
    <w:rsid w:val="00E819BE"/>
    <w:rsid w:val="00E823A2"/>
    <w:rsid w:val="00E82556"/>
    <w:rsid w:val="00E83B21"/>
    <w:rsid w:val="00E83C2D"/>
    <w:rsid w:val="00E83E3D"/>
    <w:rsid w:val="00E84571"/>
    <w:rsid w:val="00E84CF0"/>
    <w:rsid w:val="00E84D0E"/>
    <w:rsid w:val="00E8505F"/>
    <w:rsid w:val="00E85EF6"/>
    <w:rsid w:val="00E86B3E"/>
    <w:rsid w:val="00E86E36"/>
    <w:rsid w:val="00E905C3"/>
    <w:rsid w:val="00E90906"/>
    <w:rsid w:val="00E911DA"/>
    <w:rsid w:val="00E91211"/>
    <w:rsid w:val="00E92707"/>
    <w:rsid w:val="00E9310A"/>
    <w:rsid w:val="00E93863"/>
    <w:rsid w:val="00E93B19"/>
    <w:rsid w:val="00E93C1A"/>
    <w:rsid w:val="00E94AE0"/>
    <w:rsid w:val="00E94DB2"/>
    <w:rsid w:val="00E953AF"/>
    <w:rsid w:val="00E95746"/>
    <w:rsid w:val="00E95838"/>
    <w:rsid w:val="00E95B5A"/>
    <w:rsid w:val="00E96142"/>
    <w:rsid w:val="00E96F03"/>
    <w:rsid w:val="00E9739A"/>
    <w:rsid w:val="00E97446"/>
    <w:rsid w:val="00EA00B3"/>
    <w:rsid w:val="00EA0647"/>
    <w:rsid w:val="00EA0F32"/>
    <w:rsid w:val="00EA15FD"/>
    <w:rsid w:val="00EA2392"/>
    <w:rsid w:val="00EA2B16"/>
    <w:rsid w:val="00EA2B4B"/>
    <w:rsid w:val="00EA30E3"/>
    <w:rsid w:val="00EA3318"/>
    <w:rsid w:val="00EA3431"/>
    <w:rsid w:val="00EA3984"/>
    <w:rsid w:val="00EA3DB1"/>
    <w:rsid w:val="00EA488A"/>
    <w:rsid w:val="00EA4EF6"/>
    <w:rsid w:val="00EA6051"/>
    <w:rsid w:val="00EA6ACF"/>
    <w:rsid w:val="00EA7128"/>
    <w:rsid w:val="00EA73ED"/>
    <w:rsid w:val="00EB0137"/>
    <w:rsid w:val="00EB0672"/>
    <w:rsid w:val="00EB07A4"/>
    <w:rsid w:val="00EB0A5E"/>
    <w:rsid w:val="00EB0FCF"/>
    <w:rsid w:val="00EB1698"/>
    <w:rsid w:val="00EB1710"/>
    <w:rsid w:val="00EB1EEC"/>
    <w:rsid w:val="00EB1F67"/>
    <w:rsid w:val="00EB251F"/>
    <w:rsid w:val="00EB2893"/>
    <w:rsid w:val="00EB2D95"/>
    <w:rsid w:val="00EB3074"/>
    <w:rsid w:val="00EB3557"/>
    <w:rsid w:val="00EB38B6"/>
    <w:rsid w:val="00EB3CD2"/>
    <w:rsid w:val="00EB3D1B"/>
    <w:rsid w:val="00EB3EAE"/>
    <w:rsid w:val="00EB4148"/>
    <w:rsid w:val="00EB44D7"/>
    <w:rsid w:val="00EB48D4"/>
    <w:rsid w:val="00EB4D82"/>
    <w:rsid w:val="00EB5414"/>
    <w:rsid w:val="00EB5E8D"/>
    <w:rsid w:val="00EB6260"/>
    <w:rsid w:val="00EB6F2F"/>
    <w:rsid w:val="00EB7033"/>
    <w:rsid w:val="00EB78AB"/>
    <w:rsid w:val="00EB78EF"/>
    <w:rsid w:val="00EC0129"/>
    <w:rsid w:val="00EC029B"/>
    <w:rsid w:val="00EC03EE"/>
    <w:rsid w:val="00EC0454"/>
    <w:rsid w:val="00EC082A"/>
    <w:rsid w:val="00EC116F"/>
    <w:rsid w:val="00EC1442"/>
    <w:rsid w:val="00EC15AC"/>
    <w:rsid w:val="00EC2204"/>
    <w:rsid w:val="00EC2384"/>
    <w:rsid w:val="00EC2570"/>
    <w:rsid w:val="00EC334E"/>
    <w:rsid w:val="00EC3422"/>
    <w:rsid w:val="00EC3496"/>
    <w:rsid w:val="00EC3808"/>
    <w:rsid w:val="00EC3C1B"/>
    <w:rsid w:val="00EC3E43"/>
    <w:rsid w:val="00EC43E7"/>
    <w:rsid w:val="00EC525B"/>
    <w:rsid w:val="00EC52F0"/>
    <w:rsid w:val="00EC5837"/>
    <w:rsid w:val="00EC5AD7"/>
    <w:rsid w:val="00EC5EAF"/>
    <w:rsid w:val="00EC6784"/>
    <w:rsid w:val="00EC72C4"/>
    <w:rsid w:val="00ED180F"/>
    <w:rsid w:val="00ED1A54"/>
    <w:rsid w:val="00ED1EDD"/>
    <w:rsid w:val="00ED25EC"/>
    <w:rsid w:val="00ED2779"/>
    <w:rsid w:val="00ED2864"/>
    <w:rsid w:val="00ED2A08"/>
    <w:rsid w:val="00ED2BAD"/>
    <w:rsid w:val="00ED30BB"/>
    <w:rsid w:val="00ED3443"/>
    <w:rsid w:val="00ED3E3B"/>
    <w:rsid w:val="00ED4224"/>
    <w:rsid w:val="00ED44D0"/>
    <w:rsid w:val="00ED4588"/>
    <w:rsid w:val="00ED45C4"/>
    <w:rsid w:val="00ED4852"/>
    <w:rsid w:val="00ED4BA1"/>
    <w:rsid w:val="00ED5699"/>
    <w:rsid w:val="00ED5990"/>
    <w:rsid w:val="00ED6AE4"/>
    <w:rsid w:val="00ED6C02"/>
    <w:rsid w:val="00EE087B"/>
    <w:rsid w:val="00EE0F02"/>
    <w:rsid w:val="00EE1CAC"/>
    <w:rsid w:val="00EE1E1C"/>
    <w:rsid w:val="00EE21D4"/>
    <w:rsid w:val="00EE2A84"/>
    <w:rsid w:val="00EE3476"/>
    <w:rsid w:val="00EE3548"/>
    <w:rsid w:val="00EE3785"/>
    <w:rsid w:val="00EE38CD"/>
    <w:rsid w:val="00EE395B"/>
    <w:rsid w:val="00EE3BE1"/>
    <w:rsid w:val="00EE3DDE"/>
    <w:rsid w:val="00EE4005"/>
    <w:rsid w:val="00EE4089"/>
    <w:rsid w:val="00EE4268"/>
    <w:rsid w:val="00EE4DB7"/>
    <w:rsid w:val="00EE60B6"/>
    <w:rsid w:val="00EE6B44"/>
    <w:rsid w:val="00EE73FA"/>
    <w:rsid w:val="00EE77F2"/>
    <w:rsid w:val="00EE7928"/>
    <w:rsid w:val="00EE792D"/>
    <w:rsid w:val="00EF07F9"/>
    <w:rsid w:val="00EF08CB"/>
    <w:rsid w:val="00EF0926"/>
    <w:rsid w:val="00EF0D25"/>
    <w:rsid w:val="00EF0E20"/>
    <w:rsid w:val="00EF1234"/>
    <w:rsid w:val="00EF16F5"/>
    <w:rsid w:val="00EF174D"/>
    <w:rsid w:val="00EF1A52"/>
    <w:rsid w:val="00EF208A"/>
    <w:rsid w:val="00EF278E"/>
    <w:rsid w:val="00EF2E69"/>
    <w:rsid w:val="00EF372E"/>
    <w:rsid w:val="00EF3DF9"/>
    <w:rsid w:val="00EF3E1E"/>
    <w:rsid w:val="00EF3E5B"/>
    <w:rsid w:val="00EF424F"/>
    <w:rsid w:val="00EF42E8"/>
    <w:rsid w:val="00EF44A6"/>
    <w:rsid w:val="00EF4A30"/>
    <w:rsid w:val="00EF506D"/>
    <w:rsid w:val="00EF53C5"/>
    <w:rsid w:val="00EF6259"/>
    <w:rsid w:val="00EF632D"/>
    <w:rsid w:val="00EF67F0"/>
    <w:rsid w:val="00EF6E75"/>
    <w:rsid w:val="00EF7689"/>
    <w:rsid w:val="00F00075"/>
    <w:rsid w:val="00F000C8"/>
    <w:rsid w:val="00F002EA"/>
    <w:rsid w:val="00F009B3"/>
    <w:rsid w:val="00F00B5E"/>
    <w:rsid w:val="00F00BD5"/>
    <w:rsid w:val="00F00E29"/>
    <w:rsid w:val="00F00E2F"/>
    <w:rsid w:val="00F015AA"/>
    <w:rsid w:val="00F018CF"/>
    <w:rsid w:val="00F01A93"/>
    <w:rsid w:val="00F02343"/>
    <w:rsid w:val="00F023C6"/>
    <w:rsid w:val="00F02B8C"/>
    <w:rsid w:val="00F02E2B"/>
    <w:rsid w:val="00F02EC2"/>
    <w:rsid w:val="00F03340"/>
    <w:rsid w:val="00F04C25"/>
    <w:rsid w:val="00F0510B"/>
    <w:rsid w:val="00F05230"/>
    <w:rsid w:val="00F057CD"/>
    <w:rsid w:val="00F06299"/>
    <w:rsid w:val="00F072FA"/>
    <w:rsid w:val="00F072FF"/>
    <w:rsid w:val="00F10342"/>
    <w:rsid w:val="00F10635"/>
    <w:rsid w:val="00F119B4"/>
    <w:rsid w:val="00F11D4B"/>
    <w:rsid w:val="00F12270"/>
    <w:rsid w:val="00F124A5"/>
    <w:rsid w:val="00F12802"/>
    <w:rsid w:val="00F12975"/>
    <w:rsid w:val="00F131C2"/>
    <w:rsid w:val="00F13665"/>
    <w:rsid w:val="00F13FC8"/>
    <w:rsid w:val="00F145E8"/>
    <w:rsid w:val="00F14E1E"/>
    <w:rsid w:val="00F1503F"/>
    <w:rsid w:val="00F157AA"/>
    <w:rsid w:val="00F15C83"/>
    <w:rsid w:val="00F15DBF"/>
    <w:rsid w:val="00F15ED7"/>
    <w:rsid w:val="00F16571"/>
    <w:rsid w:val="00F169A6"/>
    <w:rsid w:val="00F16B32"/>
    <w:rsid w:val="00F173EF"/>
    <w:rsid w:val="00F17496"/>
    <w:rsid w:val="00F175FF"/>
    <w:rsid w:val="00F17DFA"/>
    <w:rsid w:val="00F200F1"/>
    <w:rsid w:val="00F2057F"/>
    <w:rsid w:val="00F21452"/>
    <w:rsid w:val="00F217D0"/>
    <w:rsid w:val="00F22D40"/>
    <w:rsid w:val="00F22D9D"/>
    <w:rsid w:val="00F22DF7"/>
    <w:rsid w:val="00F2307A"/>
    <w:rsid w:val="00F234B7"/>
    <w:rsid w:val="00F24200"/>
    <w:rsid w:val="00F24FFC"/>
    <w:rsid w:val="00F253D2"/>
    <w:rsid w:val="00F25678"/>
    <w:rsid w:val="00F25757"/>
    <w:rsid w:val="00F25802"/>
    <w:rsid w:val="00F26920"/>
    <w:rsid w:val="00F2704B"/>
    <w:rsid w:val="00F30D0E"/>
    <w:rsid w:val="00F3108D"/>
    <w:rsid w:val="00F314BE"/>
    <w:rsid w:val="00F31851"/>
    <w:rsid w:val="00F319D3"/>
    <w:rsid w:val="00F32038"/>
    <w:rsid w:val="00F323C3"/>
    <w:rsid w:val="00F3270C"/>
    <w:rsid w:val="00F32CC8"/>
    <w:rsid w:val="00F32D92"/>
    <w:rsid w:val="00F33495"/>
    <w:rsid w:val="00F334FA"/>
    <w:rsid w:val="00F3363D"/>
    <w:rsid w:val="00F339B5"/>
    <w:rsid w:val="00F3400D"/>
    <w:rsid w:val="00F3405F"/>
    <w:rsid w:val="00F34F87"/>
    <w:rsid w:val="00F35658"/>
    <w:rsid w:val="00F359C9"/>
    <w:rsid w:val="00F35E8D"/>
    <w:rsid w:val="00F36012"/>
    <w:rsid w:val="00F36617"/>
    <w:rsid w:val="00F36863"/>
    <w:rsid w:val="00F36DD1"/>
    <w:rsid w:val="00F37A8E"/>
    <w:rsid w:val="00F41301"/>
    <w:rsid w:val="00F41A10"/>
    <w:rsid w:val="00F41C34"/>
    <w:rsid w:val="00F42457"/>
    <w:rsid w:val="00F426D2"/>
    <w:rsid w:val="00F42D37"/>
    <w:rsid w:val="00F42E12"/>
    <w:rsid w:val="00F43470"/>
    <w:rsid w:val="00F43582"/>
    <w:rsid w:val="00F4369A"/>
    <w:rsid w:val="00F4376B"/>
    <w:rsid w:val="00F439CC"/>
    <w:rsid w:val="00F43A85"/>
    <w:rsid w:val="00F441C6"/>
    <w:rsid w:val="00F4430B"/>
    <w:rsid w:val="00F44395"/>
    <w:rsid w:val="00F445BC"/>
    <w:rsid w:val="00F445C2"/>
    <w:rsid w:val="00F446C4"/>
    <w:rsid w:val="00F4485A"/>
    <w:rsid w:val="00F44F76"/>
    <w:rsid w:val="00F4554C"/>
    <w:rsid w:val="00F4742B"/>
    <w:rsid w:val="00F47AC2"/>
    <w:rsid w:val="00F50519"/>
    <w:rsid w:val="00F50953"/>
    <w:rsid w:val="00F50AB8"/>
    <w:rsid w:val="00F50AE5"/>
    <w:rsid w:val="00F51376"/>
    <w:rsid w:val="00F51545"/>
    <w:rsid w:val="00F51961"/>
    <w:rsid w:val="00F51B45"/>
    <w:rsid w:val="00F52439"/>
    <w:rsid w:val="00F5247C"/>
    <w:rsid w:val="00F5288A"/>
    <w:rsid w:val="00F52E12"/>
    <w:rsid w:val="00F53623"/>
    <w:rsid w:val="00F54795"/>
    <w:rsid w:val="00F54B58"/>
    <w:rsid w:val="00F55367"/>
    <w:rsid w:val="00F55534"/>
    <w:rsid w:val="00F561DB"/>
    <w:rsid w:val="00F57374"/>
    <w:rsid w:val="00F57A79"/>
    <w:rsid w:val="00F602EB"/>
    <w:rsid w:val="00F603C1"/>
    <w:rsid w:val="00F60B54"/>
    <w:rsid w:val="00F612C1"/>
    <w:rsid w:val="00F617F3"/>
    <w:rsid w:val="00F61983"/>
    <w:rsid w:val="00F61D69"/>
    <w:rsid w:val="00F63D60"/>
    <w:rsid w:val="00F645EA"/>
    <w:rsid w:val="00F646BC"/>
    <w:rsid w:val="00F64726"/>
    <w:rsid w:val="00F64F47"/>
    <w:rsid w:val="00F65156"/>
    <w:rsid w:val="00F656C4"/>
    <w:rsid w:val="00F657E5"/>
    <w:rsid w:val="00F65D74"/>
    <w:rsid w:val="00F65D75"/>
    <w:rsid w:val="00F65EE9"/>
    <w:rsid w:val="00F65F33"/>
    <w:rsid w:val="00F65FED"/>
    <w:rsid w:val="00F66002"/>
    <w:rsid w:val="00F669B0"/>
    <w:rsid w:val="00F66F76"/>
    <w:rsid w:val="00F70598"/>
    <w:rsid w:val="00F7084B"/>
    <w:rsid w:val="00F713DF"/>
    <w:rsid w:val="00F71A17"/>
    <w:rsid w:val="00F72759"/>
    <w:rsid w:val="00F72B6A"/>
    <w:rsid w:val="00F72D29"/>
    <w:rsid w:val="00F72FB8"/>
    <w:rsid w:val="00F73018"/>
    <w:rsid w:val="00F73297"/>
    <w:rsid w:val="00F7341F"/>
    <w:rsid w:val="00F735C0"/>
    <w:rsid w:val="00F73BD4"/>
    <w:rsid w:val="00F73BDF"/>
    <w:rsid w:val="00F74738"/>
    <w:rsid w:val="00F75BD8"/>
    <w:rsid w:val="00F765D2"/>
    <w:rsid w:val="00F76C88"/>
    <w:rsid w:val="00F76CBE"/>
    <w:rsid w:val="00F76F39"/>
    <w:rsid w:val="00F77111"/>
    <w:rsid w:val="00F771D5"/>
    <w:rsid w:val="00F80CFB"/>
    <w:rsid w:val="00F81503"/>
    <w:rsid w:val="00F81715"/>
    <w:rsid w:val="00F818AD"/>
    <w:rsid w:val="00F81A6B"/>
    <w:rsid w:val="00F82605"/>
    <w:rsid w:val="00F82687"/>
    <w:rsid w:val="00F837D3"/>
    <w:rsid w:val="00F83BAC"/>
    <w:rsid w:val="00F83D8F"/>
    <w:rsid w:val="00F84C86"/>
    <w:rsid w:val="00F85D13"/>
    <w:rsid w:val="00F85E27"/>
    <w:rsid w:val="00F861C8"/>
    <w:rsid w:val="00F867C7"/>
    <w:rsid w:val="00F8705F"/>
    <w:rsid w:val="00F870A0"/>
    <w:rsid w:val="00F87C15"/>
    <w:rsid w:val="00F87DA8"/>
    <w:rsid w:val="00F90265"/>
    <w:rsid w:val="00F90AD2"/>
    <w:rsid w:val="00F90BAC"/>
    <w:rsid w:val="00F910E9"/>
    <w:rsid w:val="00F915CF"/>
    <w:rsid w:val="00F91956"/>
    <w:rsid w:val="00F92599"/>
    <w:rsid w:val="00F9279C"/>
    <w:rsid w:val="00F9291E"/>
    <w:rsid w:val="00F92BD6"/>
    <w:rsid w:val="00F92E8B"/>
    <w:rsid w:val="00F93787"/>
    <w:rsid w:val="00F937CB"/>
    <w:rsid w:val="00F93850"/>
    <w:rsid w:val="00F938BD"/>
    <w:rsid w:val="00F93FA9"/>
    <w:rsid w:val="00F94738"/>
    <w:rsid w:val="00F9608F"/>
    <w:rsid w:val="00F96633"/>
    <w:rsid w:val="00F96790"/>
    <w:rsid w:val="00F97A85"/>
    <w:rsid w:val="00F97D5E"/>
    <w:rsid w:val="00FA008D"/>
    <w:rsid w:val="00FA010E"/>
    <w:rsid w:val="00FA016C"/>
    <w:rsid w:val="00FA033C"/>
    <w:rsid w:val="00FA099D"/>
    <w:rsid w:val="00FA1041"/>
    <w:rsid w:val="00FA1642"/>
    <w:rsid w:val="00FA17EC"/>
    <w:rsid w:val="00FA18E6"/>
    <w:rsid w:val="00FA1B2B"/>
    <w:rsid w:val="00FA1F1F"/>
    <w:rsid w:val="00FA227A"/>
    <w:rsid w:val="00FA28FE"/>
    <w:rsid w:val="00FA32CB"/>
    <w:rsid w:val="00FA4889"/>
    <w:rsid w:val="00FA4A81"/>
    <w:rsid w:val="00FA5DB9"/>
    <w:rsid w:val="00FA5F5E"/>
    <w:rsid w:val="00FA6B4B"/>
    <w:rsid w:val="00FA757F"/>
    <w:rsid w:val="00FA75E5"/>
    <w:rsid w:val="00FA7618"/>
    <w:rsid w:val="00FA78E9"/>
    <w:rsid w:val="00FA7D69"/>
    <w:rsid w:val="00FB0964"/>
    <w:rsid w:val="00FB1C62"/>
    <w:rsid w:val="00FB20F4"/>
    <w:rsid w:val="00FB22BC"/>
    <w:rsid w:val="00FB2839"/>
    <w:rsid w:val="00FB34FB"/>
    <w:rsid w:val="00FB3598"/>
    <w:rsid w:val="00FB3838"/>
    <w:rsid w:val="00FB3E45"/>
    <w:rsid w:val="00FB4720"/>
    <w:rsid w:val="00FB4FC9"/>
    <w:rsid w:val="00FB5290"/>
    <w:rsid w:val="00FB55E3"/>
    <w:rsid w:val="00FB5FED"/>
    <w:rsid w:val="00FB621A"/>
    <w:rsid w:val="00FB63A1"/>
    <w:rsid w:val="00FB6537"/>
    <w:rsid w:val="00FB698C"/>
    <w:rsid w:val="00FB6E40"/>
    <w:rsid w:val="00FB731F"/>
    <w:rsid w:val="00FB7D3A"/>
    <w:rsid w:val="00FC05FF"/>
    <w:rsid w:val="00FC086C"/>
    <w:rsid w:val="00FC08EE"/>
    <w:rsid w:val="00FC2CED"/>
    <w:rsid w:val="00FC377E"/>
    <w:rsid w:val="00FC4135"/>
    <w:rsid w:val="00FC4153"/>
    <w:rsid w:val="00FC4282"/>
    <w:rsid w:val="00FC44D8"/>
    <w:rsid w:val="00FC55B8"/>
    <w:rsid w:val="00FC5D18"/>
    <w:rsid w:val="00FC5E39"/>
    <w:rsid w:val="00FC648C"/>
    <w:rsid w:val="00FC6ABC"/>
    <w:rsid w:val="00FC6AFC"/>
    <w:rsid w:val="00FC6D6C"/>
    <w:rsid w:val="00FC746E"/>
    <w:rsid w:val="00FC76FA"/>
    <w:rsid w:val="00FC78C7"/>
    <w:rsid w:val="00FC7A6F"/>
    <w:rsid w:val="00FD0397"/>
    <w:rsid w:val="00FD0680"/>
    <w:rsid w:val="00FD0E36"/>
    <w:rsid w:val="00FD13D5"/>
    <w:rsid w:val="00FD1C5D"/>
    <w:rsid w:val="00FD1FF8"/>
    <w:rsid w:val="00FD22CD"/>
    <w:rsid w:val="00FD230D"/>
    <w:rsid w:val="00FD2474"/>
    <w:rsid w:val="00FD2AE8"/>
    <w:rsid w:val="00FD2E2D"/>
    <w:rsid w:val="00FD2F2E"/>
    <w:rsid w:val="00FD3633"/>
    <w:rsid w:val="00FD449E"/>
    <w:rsid w:val="00FD4805"/>
    <w:rsid w:val="00FD490E"/>
    <w:rsid w:val="00FD4FE9"/>
    <w:rsid w:val="00FD54E5"/>
    <w:rsid w:val="00FD56AD"/>
    <w:rsid w:val="00FD5EBA"/>
    <w:rsid w:val="00FD6488"/>
    <w:rsid w:val="00FD67E0"/>
    <w:rsid w:val="00FD67F3"/>
    <w:rsid w:val="00FD7848"/>
    <w:rsid w:val="00FD7A01"/>
    <w:rsid w:val="00FD7F4C"/>
    <w:rsid w:val="00FE0460"/>
    <w:rsid w:val="00FE08B3"/>
    <w:rsid w:val="00FE12B9"/>
    <w:rsid w:val="00FE294A"/>
    <w:rsid w:val="00FE3137"/>
    <w:rsid w:val="00FE3338"/>
    <w:rsid w:val="00FE334E"/>
    <w:rsid w:val="00FE342D"/>
    <w:rsid w:val="00FE3FBE"/>
    <w:rsid w:val="00FE4B1B"/>
    <w:rsid w:val="00FE4D9A"/>
    <w:rsid w:val="00FE5076"/>
    <w:rsid w:val="00FE5079"/>
    <w:rsid w:val="00FE5608"/>
    <w:rsid w:val="00FE5C04"/>
    <w:rsid w:val="00FE66D3"/>
    <w:rsid w:val="00FE6887"/>
    <w:rsid w:val="00FE697A"/>
    <w:rsid w:val="00FE6A8A"/>
    <w:rsid w:val="00FE6A9B"/>
    <w:rsid w:val="00FE723A"/>
    <w:rsid w:val="00FE7302"/>
    <w:rsid w:val="00FE734B"/>
    <w:rsid w:val="00FE786A"/>
    <w:rsid w:val="00FE7E27"/>
    <w:rsid w:val="00FF007A"/>
    <w:rsid w:val="00FF0374"/>
    <w:rsid w:val="00FF0E13"/>
    <w:rsid w:val="00FF0E5B"/>
    <w:rsid w:val="00FF11DD"/>
    <w:rsid w:val="00FF1D15"/>
    <w:rsid w:val="00FF1D4F"/>
    <w:rsid w:val="00FF2330"/>
    <w:rsid w:val="00FF23C5"/>
    <w:rsid w:val="00FF2534"/>
    <w:rsid w:val="00FF297C"/>
    <w:rsid w:val="00FF370A"/>
    <w:rsid w:val="00FF47D0"/>
    <w:rsid w:val="00FF47F1"/>
    <w:rsid w:val="00FF4885"/>
    <w:rsid w:val="00FF49D4"/>
    <w:rsid w:val="00FF50FA"/>
    <w:rsid w:val="00FF543A"/>
    <w:rsid w:val="00FF557D"/>
    <w:rsid w:val="00FF5A05"/>
    <w:rsid w:val="00FF5B3C"/>
    <w:rsid w:val="00FF60AA"/>
    <w:rsid w:val="00FF61EC"/>
    <w:rsid w:val="00FF64E6"/>
    <w:rsid w:val="00FF6A91"/>
    <w:rsid w:val="00FF6AFB"/>
    <w:rsid w:val="00FF6BE7"/>
    <w:rsid w:val="00FF6ED5"/>
    <w:rsid w:val="00FF6F28"/>
    <w:rsid w:val="00FF7EF4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AB61F3-E4C0-4DFC-860A-133EC3E5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8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16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1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Charlotte Johnston</cp:lastModifiedBy>
  <cp:revision>2</cp:revision>
  <dcterms:created xsi:type="dcterms:W3CDTF">2015-05-29T12:48:00Z</dcterms:created>
  <dcterms:modified xsi:type="dcterms:W3CDTF">2015-05-29T12:48:00Z</dcterms:modified>
</cp:coreProperties>
</file>