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17E" w:rsidRDefault="004D717E" w:rsidP="004D717E">
      <w:pPr>
        <w:ind w:left="-142" w:firstLine="142"/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157480</wp:posOffset>
            </wp:positionV>
            <wp:extent cx="6192520" cy="7945755"/>
            <wp:effectExtent l="19050" t="0" r="0" b="0"/>
            <wp:wrapSquare wrapText="bothSides"/>
            <wp:docPr id="2" name="Picture 1" descr="shir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5" name="Picture 28" descr="shi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794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717E" w:rsidRDefault="004D717E" w:rsidP="004D717E">
      <w:pPr>
        <w:ind w:left="-142" w:firstLine="142"/>
      </w:pPr>
    </w:p>
    <w:p w:rsidR="004D717E" w:rsidRDefault="004D717E" w:rsidP="004D717E">
      <w:pPr>
        <w:ind w:left="-142" w:firstLine="142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-84455</wp:posOffset>
            </wp:positionH>
            <wp:positionV relativeFrom="paragraph">
              <wp:posOffset>199390</wp:posOffset>
            </wp:positionV>
            <wp:extent cx="6687820" cy="7914005"/>
            <wp:effectExtent l="19050" t="0" r="0" b="0"/>
            <wp:wrapSquare wrapText="bothSides"/>
            <wp:docPr id="3" name="Picture 2" descr="pul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6" name="Picture 29" descr="pu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820" cy="791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4D717E" w:rsidRDefault="004D717E" w:rsidP="004D717E">
      <w:pPr>
        <w:ind w:left="-142" w:firstLine="142"/>
      </w:pPr>
    </w:p>
    <w:p w:rsidR="004D717E" w:rsidRDefault="004D717E" w:rsidP="004D717E">
      <w:pPr>
        <w:ind w:left="-142" w:firstLine="142"/>
      </w:pPr>
    </w:p>
    <w:p w:rsidR="004D717E" w:rsidRDefault="004D717E" w:rsidP="004D717E">
      <w:pPr>
        <w:ind w:left="-142" w:firstLine="142"/>
      </w:pPr>
    </w:p>
    <w:p w:rsidR="004D717E" w:rsidRDefault="004D717E" w:rsidP="004D717E">
      <w:pPr>
        <w:ind w:left="-142" w:firstLine="142"/>
      </w:pPr>
      <w:r w:rsidRPr="004D717E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10269</wp:posOffset>
            </wp:positionH>
            <wp:positionV relativeFrom="paragraph">
              <wp:posOffset>11364</wp:posOffset>
            </wp:positionV>
            <wp:extent cx="6594848" cy="7819697"/>
            <wp:effectExtent l="19050" t="0" r="0" b="0"/>
            <wp:wrapSquare wrapText="bothSides"/>
            <wp:docPr id="4" name="Picture 3" descr="khaki shor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3" name="Picture 26" descr="khaki short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848" cy="7819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717E" w:rsidRDefault="004D717E" w:rsidP="004D717E">
      <w:pPr>
        <w:ind w:left="-142" w:firstLine="142"/>
      </w:pPr>
    </w:p>
    <w:p w:rsidR="004D717E" w:rsidRDefault="004D717E" w:rsidP="004D717E">
      <w:pPr>
        <w:ind w:left="-142" w:firstLine="142"/>
      </w:pPr>
    </w:p>
    <w:p w:rsidR="004D717E" w:rsidRDefault="004D717E" w:rsidP="004D717E">
      <w:pPr>
        <w:ind w:left="-142" w:firstLine="142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-274320</wp:posOffset>
            </wp:positionV>
            <wp:extent cx="6557010" cy="8686800"/>
            <wp:effectExtent l="19050" t="0" r="0" b="0"/>
            <wp:wrapSquare wrapText="bothSides"/>
            <wp:docPr id="5" name="Picture 4" descr="polo shir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0" name="Picture 23" descr="polo shir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772" r="11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7010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B4D" w:rsidRDefault="00572B4D" w:rsidP="004D717E">
      <w:pPr>
        <w:ind w:left="-142" w:firstLine="142"/>
      </w:pPr>
    </w:p>
    <w:p w:rsidR="004D717E" w:rsidRDefault="004D717E" w:rsidP="004D717E">
      <w:pPr>
        <w:ind w:left="-142" w:firstLine="142"/>
      </w:pPr>
      <w:r w:rsidRPr="004D717E">
        <w:rPr>
          <w:noProof/>
          <w:lang w:eastAsia="en-GB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1008380</wp:posOffset>
            </wp:positionV>
            <wp:extent cx="6593840" cy="5674995"/>
            <wp:effectExtent l="19050" t="0" r="0" b="0"/>
            <wp:wrapSquare wrapText="bothSides"/>
            <wp:docPr id="6" name="Picture 5" descr="tshir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2" name="Picture 25" descr="tshirt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840" cy="567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717E" w:rsidRPr="004D717E" w:rsidRDefault="004D717E" w:rsidP="004D717E"/>
    <w:p w:rsidR="004D717E" w:rsidRPr="004D717E" w:rsidRDefault="004D717E" w:rsidP="004D717E"/>
    <w:p w:rsidR="004D717E" w:rsidRPr="004D717E" w:rsidRDefault="004D717E" w:rsidP="004D717E"/>
    <w:p w:rsidR="004D717E" w:rsidRPr="004D717E" w:rsidRDefault="004D717E" w:rsidP="004D717E"/>
    <w:p w:rsidR="004D717E" w:rsidRPr="004D717E" w:rsidRDefault="004D717E" w:rsidP="004D717E"/>
    <w:p w:rsidR="004D717E" w:rsidRPr="004D717E" w:rsidRDefault="004D717E" w:rsidP="004D717E"/>
    <w:p w:rsidR="004D717E" w:rsidRPr="004D717E" w:rsidRDefault="004D717E" w:rsidP="004D717E"/>
    <w:p w:rsidR="004D717E" w:rsidRDefault="004D717E" w:rsidP="004D717E">
      <w:pPr>
        <w:tabs>
          <w:tab w:val="left" w:pos="7448"/>
        </w:tabs>
      </w:pPr>
      <w:r>
        <w:tab/>
      </w:r>
    </w:p>
    <w:p w:rsidR="004D717E" w:rsidRDefault="004D717E" w:rsidP="004D717E">
      <w:pPr>
        <w:tabs>
          <w:tab w:val="left" w:pos="7448"/>
        </w:tabs>
      </w:pPr>
    </w:p>
    <w:p w:rsidR="004D717E" w:rsidRDefault="004D717E" w:rsidP="004D717E">
      <w:pPr>
        <w:tabs>
          <w:tab w:val="left" w:pos="7448"/>
        </w:tabs>
      </w:pPr>
    </w:p>
    <w:p w:rsidR="004D717E" w:rsidRPr="004D717E" w:rsidRDefault="004D717E" w:rsidP="004D717E">
      <w:pPr>
        <w:tabs>
          <w:tab w:val="left" w:pos="7448"/>
        </w:tabs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-305435</wp:posOffset>
            </wp:positionH>
            <wp:positionV relativeFrom="paragraph">
              <wp:posOffset>-347345</wp:posOffset>
            </wp:positionV>
            <wp:extent cx="7264400" cy="9364345"/>
            <wp:effectExtent l="19050" t="0" r="0" b="0"/>
            <wp:wrapSquare wrapText="bothSides"/>
            <wp:docPr id="10" name="Picture 7" descr="shor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4" name="Picture 27" descr="short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9871" r="4113" b="13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0" cy="936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717E" w:rsidRDefault="004D717E" w:rsidP="004D717E">
      <w:r>
        <w:rPr>
          <w:noProof/>
          <w:lang w:eastAsia="en-GB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-1418897</wp:posOffset>
            </wp:positionH>
            <wp:positionV relativeFrom="margin">
              <wp:posOffset>918348</wp:posOffset>
            </wp:positionV>
            <wp:extent cx="8481848" cy="6523508"/>
            <wp:effectExtent l="0" t="971550" r="0" b="963142"/>
            <wp:wrapSquare wrapText="bothSides"/>
            <wp:docPr id="12" name="Picture 6" descr="ca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1" name="Picture 24" descr="ca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81848" cy="6523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717E" w:rsidRPr="004D717E" w:rsidRDefault="004D717E" w:rsidP="004D717E">
      <w:pPr>
        <w:tabs>
          <w:tab w:val="left" w:pos="6058"/>
        </w:tabs>
      </w:pPr>
    </w:p>
    <w:sectPr w:rsidR="004D717E" w:rsidRPr="004D717E" w:rsidSect="004D717E">
      <w:pgSz w:w="11906" w:h="16838"/>
      <w:pgMar w:top="1440" w:right="70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F8F" w:rsidRDefault="00100F8F" w:rsidP="004D717E">
      <w:pPr>
        <w:spacing w:after="0" w:line="240" w:lineRule="auto"/>
      </w:pPr>
      <w:r>
        <w:separator/>
      </w:r>
    </w:p>
  </w:endnote>
  <w:endnote w:type="continuationSeparator" w:id="0">
    <w:p w:rsidR="00100F8F" w:rsidRDefault="00100F8F" w:rsidP="004D7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F8F" w:rsidRDefault="00100F8F" w:rsidP="004D717E">
      <w:pPr>
        <w:spacing w:after="0" w:line="240" w:lineRule="auto"/>
      </w:pPr>
      <w:r>
        <w:separator/>
      </w:r>
    </w:p>
  </w:footnote>
  <w:footnote w:type="continuationSeparator" w:id="0">
    <w:p w:rsidR="00100F8F" w:rsidRDefault="00100F8F" w:rsidP="004D71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7E"/>
    <w:rsid w:val="00100F8F"/>
    <w:rsid w:val="00214B63"/>
    <w:rsid w:val="002F7B07"/>
    <w:rsid w:val="00390EE4"/>
    <w:rsid w:val="004D717E"/>
    <w:rsid w:val="00557990"/>
    <w:rsid w:val="00572B4D"/>
    <w:rsid w:val="00726AB5"/>
    <w:rsid w:val="00772BC0"/>
    <w:rsid w:val="007E3AD1"/>
    <w:rsid w:val="00813907"/>
    <w:rsid w:val="00866946"/>
    <w:rsid w:val="008E13A5"/>
    <w:rsid w:val="009C149C"/>
    <w:rsid w:val="00AB374F"/>
    <w:rsid w:val="00E96A41"/>
    <w:rsid w:val="00EB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C17B88-C6A0-4E66-820B-1C41CC46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1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D7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717E"/>
  </w:style>
  <w:style w:type="paragraph" w:styleId="Footer">
    <w:name w:val="footer"/>
    <w:basedOn w:val="Normal"/>
    <w:link w:val="FooterChar"/>
    <w:uiPriority w:val="99"/>
    <w:semiHidden/>
    <w:unhideWhenUsed/>
    <w:rsid w:val="004D7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7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7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Charlotte Johnston</cp:lastModifiedBy>
  <cp:revision>2</cp:revision>
  <dcterms:created xsi:type="dcterms:W3CDTF">2015-05-29T12:23:00Z</dcterms:created>
  <dcterms:modified xsi:type="dcterms:W3CDTF">2015-05-29T12:23:00Z</dcterms:modified>
</cp:coreProperties>
</file>