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B4D" w:rsidRPr="00F12004" w:rsidRDefault="009F15FE" w:rsidP="009F15FE">
      <w:pPr>
        <w:jc w:val="center"/>
        <w:rPr>
          <w:b/>
          <w:sz w:val="44"/>
          <w:szCs w:val="44"/>
          <w:u w:val="single"/>
          <w:lang w:val="fr-FR"/>
        </w:rPr>
      </w:pPr>
      <w:r w:rsidRPr="00F12004">
        <w:rPr>
          <w:b/>
          <w:sz w:val="44"/>
          <w:szCs w:val="44"/>
          <w:u w:val="single"/>
          <w:lang w:val="fr-FR"/>
        </w:rPr>
        <w:t>Antoine le paresseux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242"/>
      </w:tblGrid>
      <w:tr w:rsidR="002B59A6" w:rsidRPr="002B59A6" w:rsidTr="002B59A6">
        <w:tc>
          <w:tcPr>
            <w:tcW w:w="5000" w:type="pct"/>
          </w:tcPr>
          <w:p w:rsidR="002B59A6" w:rsidRPr="002B59A6" w:rsidRDefault="002B59A6" w:rsidP="002B59A6">
            <w:pPr>
              <w:spacing w:before="120" w:after="120"/>
              <w:rPr>
                <w:sz w:val="32"/>
                <w:szCs w:val="32"/>
                <w:lang w:val="fr-FR"/>
              </w:rPr>
            </w:pPr>
            <w:r w:rsidRPr="002B59A6">
              <w:rPr>
                <w:sz w:val="32"/>
                <w:szCs w:val="32"/>
                <w:lang w:val="fr-FR"/>
              </w:rPr>
              <w:t>Il était une fois un petit garçon qui s’appelait Antoine.  Il était très paresseux.</w:t>
            </w:r>
          </w:p>
        </w:tc>
      </w:tr>
      <w:tr w:rsidR="002B59A6" w:rsidRPr="002B59A6" w:rsidTr="002B59A6">
        <w:tc>
          <w:tcPr>
            <w:tcW w:w="5000" w:type="pct"/>
          </w:tcPr>
          <w:p w:rsidR="002B59A6" w:rsidRPr="002B59A6" w:rsidRDefault="002B59A6" w:rsidP="002B59A6">
            <w:pPr>
              <w:spacing w:before="120" w:after="120"/>
              <w:rPr>
                <w:sz w:val="32"/>
                <w:szCs w:val="32"/>
                <w:lang w:val="fr-FR"/>
              </w:rPr>
            </w:pPr>
            <w:r w:rsidRPr="002B59A6">
              <w:rPr>
                <w:sz w:val="32"/>
                <w:szCs w:val="32"/>
                <w:lang w:val="fr-FR"/>
              </w:rPr>
              <w:t>Le docteur dit « C’est mauvais pour la santé.  Il faut faire du sport. »</w:t>
            </w:r>
          </w:p>
        </w:tc>
      </w:tr>
      <w:tr w:rsidR="002B59A6" w:rsidRPr="002B59A6" w:rsidTr="002B59A6">
        <w:tc>
          <w:tcPr>
            <w:tcW w:w="5000" w:type="pct"/>
          </w:tcPr>
          <w:p w:rsidR="002B59A6" w:rsidRPr="002B59A6" w:rsidRDefault="002B59A6" w:rsidP="002B59A6">
            <w:pPr>
              <w:spacing w:before="120" w:after="120"/>
              <w:rPr>
                <w:sz w:val="32"/>
                <w:szCs w:val="32"/>
                <w:lang w:val="fr-FR"/>
              </w:rPr>
            </w:pPr>
            <w:r w:rsidRPr="002B59A6">
              <w:rPr>
                <w:sz w:val="32"/>
                <w:szCs w:val="32"/>
                <w:lang w:val="fr-FR"/>
              </w:rPr>
              <w:t>Au printemps, il joue au foot.  C’est bon pour la santé.  Mais, il fait froid.  Il n’aime pas ça.</w:t>
            </w:r>
          </w:p>
        </w:tc>
      </w:tr>
      <w:tr w:rsidR="002B59A6" w:rsidRPr="002B59A6" w:rsidTr="002B59A6">
        <w:tc>
          <w:tcPr>
            <w:tcW w:w="5000" w:type="pct"/>
          </w:tcPr>
          <w:p w:rsidR="002B59A6" w:rsidRPr="002B59A6" w:rsidRDefault="002B59A6" w:rsidP="002B59A6">
            <w:pPr>
              <w:spacing w:before="120" w:after="120"/>
              <w:rPr>
                <w:sz w:val="32"/>
                <w:szCs w:val="32"/>
                <w:lang w:val="fr-FR"/>
              </w:rPr>
            </w:pPr>
            <w:r w:rsidRPr="002B59A6">
              <w:rPr>
                <w:sz w:val="32"/>
                <w:szCs w:val="32"/>
                <w:lang w:val="fr-FR"/>
              </w:rPr>
              <w:t>En été, il joue au tennis.  C’est bon pour la santé.  Mais, il fait chaud.  Il n’aime pas ça.</w:t>
            </w:r>
          </w:p>
        </w:tc>
      </w:tr>
      <w:tr w:rsidR="002B59A6" w:rsidRPr="002B59A6" w:rsidTr="002B59A6">
        <w:tc>
          <w:tcPr>
            <w:tcW w:w="5000" w:type="pct"/>
          </w:tcPr>
          <w:p w:rsidR="002B59A6" w:rsidRPr="002B59A6" w:rsidRDefault="002B59A6" w:rsidP="002B59A6">
            <w:pPr>
              <w:spacing w:before="120" w:after="120"/>
              <w:rPr>
                <w:sz w:val="32"/>
                <w:szCs w:val="32"/>
                <w:lang w:val="fr-FR"/>
              </w:rPr>
            </w:pPr>
            <w:r w:rsidRPr="002B59A6">
              <w:rPr>
                <w:sz w:val="32"/>
                <w:szCs w:val="32"/>
                <w:lang w:val="fr-FR"/>
              </w:rPr>
              <w:t>En automne, il joue au rugby.  C’est bon pour la santé.  Mais, c’est boueux.  Il n’aime pas ça.</w:t>
            </w:r>
          </w:p>
        </w:tc>
      </w:tr>
      <w:tr w:rsidR="002B59A6" w:rsidRPr="002B59A6" w:rsidTr="002B59A6">
        <w:tc>
          <w:tcPr>
            <w:tcW w:w="5000" w:type="pct"/>
          </w:tcPr>
          <w:p w:rsidR="002B59A6" w:rsidRPr="002B59A6" w:rsidRDefault="002B59A6" w:rsidP="002B59A6">
            <w:pPr>
              <w:spacing w:before="120" w:after="120"/>
              <w:rPr>
                <w:sz w:val="32"/>
                <w:szCs w:val="32"/>
                <w:lang w:val="fr-FR"/>
              </w:rPr>
            </w:pPr>
            <w:r w:rsidRPr="002B59A6">
              <w:rPr>
                <w:sz w:val="32"/>
                <w:szCs w:val="32"/>
                <w:lang w:val="fr-FR"/>
              </w:rPr>
              <w:t xml:space="preserve">En hiver, il pleut, il fait froid, c’est boueux.  Il joue à la Wii.  C’est mauvais pour la santé, mais il adore ça…le docteur n’est pas content ! </w:t>
            </w:r>
          </w:p>
        </w:tc>
      </w:tr>
    </w:tbl>
    <w:p w:rsidR="00F12004" w:rsidRPr="00F12004" w:rsidRDefault="00F12004" w:rsidP="00F12004">
      <w:pPr>
        <w:rPr>
          <w:sz w:val="32"/>
          <w:szCs w:val="32"/>
          <w:lang w:val="fr-FR"/>
        </w:rPr>
      </w:pPr>
    </w:p>
    <w:p w:rsidR="00F12004" w:rsidRPr="00F12004" w:rsidRDefault="00F12004" w:rsidP="00F12004">
      <w:pPr>
        <w:rPr>
          <w:sz w:val="32"/>
          <w:szCs w:val="32"/>
          <w:lang w:val="fr-FR"/>
        </w:rPr>
      </w:pPr>
    </w:p>
    <w:p w:rsidR="00F12004" w:rsidRPr="00F12004" w:rsidRDefault="00F12004" w:rsidP="00F12004">
      <w:pPr>
        <w:rPr>
          <w:sz w:val="32"/>
          <w:szCs w:val="32"/>
          <w:lang w:val="fr-FR"/>
        </w:rPr>
      </w:pPr>
    </w:p>
    <w:p w:rsidR="00F12004" w:rsidRPr="00F12004" w:rsidRDefault="00F12004" w:rsidP="00F12004">
      <w:pPr>
        <w:rPr>
          <w:sz w:val="32"/>
          <w:szCs w:val="32"/>
          <w:lang w:val="fr-FR"/>
        </w:rPr>
      </w:pPr>
    </w:p>
    <w:p w:rsidR="00F12004" w:rsidRPr="00F12004" w:rsidRDefault="00F12004" w:rsidP="00F12004">
      <w:pPr>
        <w:rPr>
          <w:sz w:val="32"/>
          <w:szCs w:val="32"/>
          <w:lang w:val="fr-FR"/>
        </w:rPr>
      </w:pPr>
    </w:p>
    <w:p w:rsidR="00F12004" w:rsidRPr="00F12004" w:rsidRDefault="00F12004" w:rsidP="00F12004">
      <w:pPr>
        <w:rPr>
          <w:sz w:val="32"/>
          <w:szCs w:val="32"/>
          <w:lang w:val="fr-FR"/>
        </w:rPr>
      </w:pPr>
    </w:p>
    <w:p w:rsidR="009F15FE" w:rsidRPr="00F12004" w:rsidRDefault="009F15FE" w:rsidP="00F12004">
      <w:pPr>
        <w:rPr>
          <w:sz w:val="32"/>
          <w:szCs w:val="32"/>
        </w:rPr>
      </w:pPr>
      <w:bookmarkStart w:id="0" w:name="_GoBack"/>
      <w:bookmarkEnd w:id="0"/>
    </w:p>
    <w:sectPr w:rsidR="009F15FE" w:rsidRPr="00F12004" w:rsidSect="00572B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5FE"/>
    <w:rsid w:val="00061D37"/>
    <w:rsid w:val="000F05C4"/>
    <w:rsid w:val="00144791"/>
    <w:rsid w:val="001C3CDC"/>
    <w:rsid w:val="002609CB"/>
    <w:rsid w:val="002B59A6"/>
    <w:rsid w:val="00345842"/>
    <w:rsid w:val="0040279F"/>
    <w:rsid w:val="004D1333"/>
    <w:rsid w:val="00557990"/>
    <w:rsid w:val="00572B4D"/>
    <w:rsid w:val="00577849"/>
    <w:rsid w:val="005B0C11"/>
    <w:rsid w:val="00726AB5"/>
    <w:rsid w:val="007E3AD1"/>
    <w:rsid w:val="00866946"/>
    <w:rsid w:val="008C0402"/>
    <w:rsid w:val="008E13A5"/>
    <w:rsid w:val="009C149C"/>
    <w:rsid w:val="009C57CA"/>
    <w:rsid w:val="009F15FE"/>
    <w:rsid w:val="00AD36BA"/>
    <w:rsid w:val="00EB4E2A"/>
    <w:rsid w:val="00F12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7133487-9DC7-4A06-AD8E-9B7E74F47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59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32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8E112A4</Template>
  <TotalTime>0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</dc:creator>
  <cp:lastModifiedBy>Charlotte Johnston</cp:lastModifiedBy>
  <cp:revision>2</cp:revision>
  <dcterms:created xsi:type="dcterms:W3CDTF">2015-05-29T10:34:00Z</dcterms:created>
  <dcterms:modified xsi:type="dcterms:W3CDTF">2015-05-29T10:34:00Z</dcterms:modified>
</cp:coreProperties>
</file>